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04" w:rsidRPr="00A05026" w:rsidRDefault="001D6204" w:rsidP="00F13711">
      <w:pPr>
        <w:jc w:val="center"/>
        <w:rPr>
          <w:snapToGrid w:val="0"/>
          <w:spacing w:val="8"/>
          <w:sz w:val="24"/>
        </w:rPr>
      </w:pPr>
      <w:r w:rsidRPr="005A2F1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1D6204" w:rsidRPr="00A05026" w:rsidRDefault="001D6204" w:rsidP="004C50C6">
      <w:pPr>
        <w:jc w:val="center"/>
        <w:rPr>
          <w:snapToGrid w:val="0"/>
          <w:spacing w:val="8"/>
          <w:sz w:val="24"/>
        </w:rPr>
      </w:pPr>
    </w:p>
    <w:p w:rsidR="001D6204" w:rsidRPr="00A05026" w:rsidRDefault="001D6204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1D6204" w:rsidRPr="00A05026" w:rsidRDefault="001D6204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1D6204" w:rsidRPr="00A05026" w:rsidRDefault="001D6204" w:rsidP="004C50C6">
      <w:pPr>
        <w:jc w:val="center"/>
        <w:rPr>
          <w:b/>
          <w:sz w:val="16"/>
          <w:szCs w:val="16"/>
        </w:rPr>
      </w:pPr>
    </w:p>
    <w:p w:rsidR="001D6204" w:rsidRPr="00A05026" w:rsidRDefault="001D6204" w:rsidP="004C50C6">
      <w:pPr>
        <w:jc w:val="center"/>
        <w:rPr>
          <w:b/>
          <w:sz w:val="16"/>
          <w:szCs w:val="16"/>
        </w:rPr>
      </w:pPr>
    </w:p>
    <w:p w:rsidR="001D6204" w:rsidRPr="00A05026" w:rsidRDefault="001D6204" w:rsidP="004C50C6">
      <w:pPr>
        <w:pStyle w:val="Heading1"/>
      </w:pPr>
      <w:r w:rsidRPr="00A05026">
        <w:t>РОЗПОРЯДЖЕННЯ</w:t>
      </w:r>
    </w:p>
    <w:p w:rsidR="001D6204" w:rsidRPr="00A05026" w:rsidRDefault="001D6204" w:rsidP="004C50C6">
      <w:pPr>
        <w:pStyle w:val="Title"/>
        <w:jc w:val="left"/>
        <w:rPr>
          <w:sz w:val="20"/>
          <w:szCs w:val="20"/>
        </w:rPr>
      </w:pPr>
    </w:p>
    <w:p w:rsidR="001D6204" w:rsidRPr="00A05026" w:rsidRDefault="001D6204" w:rsidP="004C50C6">
      <w:pPr>
        <w:pStyle w:val="Title"/>
        <w:jc w:val="left"/>
        <w:rPr>
          <w:sz w:val="20"/>
          <w:szCs w:val="20"/>
        </w:rPr>
      </w:pPr>
    </w:p>
    <w:p w:rsidR="001D6204" w:rsidRPr="00A05026" w:rsidRDefault="001D6204" w:rsidP="004C50C6">
      <w:pPr>
        <w:pStyle w:val="Title"/>
        <w:jc w:val="left"/>
      </w:pPr>
      <w:r>
        <w:rPr>
          <w:szCs w:val="28"/>
        </w:rPr>
        <w:t xml:space="preserve">05 грудня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345</w:t>
      </w:r>
    </w:p>
    <w:p w:rsidR="001D6204" w:rsidRPr="00A05026" w:rsidRDefault="001D6204" w:rsidP="00163BDD">
      <w:pPr>
        <w:jc w:val="both"/>
      </w:pPr>
    </w:p>
    <w:p w:rsidR="001D6204" w:rsidRPr="00A05026" w:rsidRDefault="001D6204" w:rsidP="00A05026">
      <w:pPr>
        <w:jc w:val="center"/>
      </w:pPr>
    </w:p>
    <w:p w:rsidR="001D6204" w:rsidRPr="00A05026" w:rsidRDefault="001D6204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Пугачу В.К.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1D6204" w:rsidRPr="00A05026" w:rsidRDefault="001D6204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1D6204" w:rsidRPr="00A05026" w:rsidRDefault="001D6204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1D6204" w:rsidRPr="00A05026" w:rsidRDefault="001D6204" w:rsidP="00A05026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Pr="00A05026">
        <w:rPr>
          <w:szCs w:val="28"/>
        </w:rPr>
        <w:t>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1D6204" w:rsidRPr="00A05026" w:rsidRDefault="001D6204" w:rsidP="001B6D24"/>
    <w:p w:rsidR="001D6204" w:rsidRPr="00A05026" w:rsidRDefault="001D6204" w:rsidP="001B6D24">
      <w:r>
        <w:t xml:space="preserve"> </w:t>
      </w:r>
    </w:p>
    <w:p w:rsidR="001D6204" w:rsidRPr="00A05026" w:rsidRDefault="001D6204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1D6204" w:rsidRPr="00A05026" w:rsidRDefault="001D6204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АСГ</w:t>
      </w:r>
      <w:r w:rsidRPr="00A05026">
        <w:rPr>
          <w:szCs w:val="28"/>
        </w:rPr>
        <w:t xml:space="preserve"> «</w:t>
      </w:r>
      <w:r>
        <w:rPr>
          <w:szCs w:val="28"/>
        </w:rPr>
        <w:t>Правда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Пнівненської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1D6204" w:rsidRPr="00A05026" w:rsidRDefault="001D6204" w:rsidP="00A05026">
      <w:pPr>
        <w:ind w:firstLine="708"/>
        <w:jc w:val="both"/>
      </w:pPr>
      <w:r w:rsidRPr="00A05026">
        <w:t xml:space="preserve">- </w:t>
      </w:r>
      <w:r>
        <w:t>Пугачу Василю Кіндратовичу, власнику сертифіката</w:t>
      </w:r>
      <w:r w:rsidRPr="00A05026">
        <w:t xml:space="preserve"> на право на земельну частку (пай) серії ВЛ № </w:t>
      </w:r>
      <w:r>
        <w:t>0238703.</w:t>
      </w:r>
    </w:p>
    <w:p w:rsidR="001D6204" w:rsidRPr="00A05026" w:rsidRDefault="001D6204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1D6204" w:rsidRPr="00A05026" w:rsidRDefault="001D6204" w:rsidP="001B6D24"/>
    <w:p w:rsidR="001D6204" w:rsidRPr="00A05026" w:rsidRDefault="001D6204" w:rsidP="001B6D24"/>
    <w:p w:rsidR="001D6204" w:rsidRPr="00A05026" w:rsidRDefault="001D6204" w:rsidP="001B6D24"/>
    <w:p w:rsidR="001D6204" w:rsidRPr="00A05026" w:rsidRDefault="001D6204" w:rsidP="001B6D24"/>
    <w:p w:rsidR="001D6204" w:rsidRPr="00A05026" w:rsidRDefault="001D6204" w:rsidP="001B6D24"/>
    <w:p w:rsidR="001D6204" w:rsidRPr="00C60A3E" w:rsidRDefault="001D6204" w:rsidP="00B433D6">
      <w:pPr>
        <w:rPr>
          <w:b/>
        </w:rPr>
      </w:pPr>
      <w:r>
        <w:t xml:space="preserve">Голова                                                                                           </w:t>
      </w:r>
      <w:r w:rsidRPr="00C60A3E">
        <w:rPr>
          <w:b/>
        </w:rPr>
        <w:t>В.ДУНАЙЧУК</w:t>
      </w:r>
    </w:p>
    <w:p w:rsidR="001D6204" w:rsidRPr="00C60A3E" w:rsidRDefault="001D6204" w:rsidP="00B433D6">
      <w:pPr>
        <w:jc w:val="center"/>
        <w:rPr>
          <w:b/>
        </w:rPr>
      </w:pPr>
    </w:p>
    <w:p w:rsidR="001D6204" w:rsidRPr="00400AFD" w:rsidRDefault="001D6204" w:rsidP="001B6D24">
      <w:pPr>
        <w:rPr>
          <w:sz w:val="24"/>
        </w:rPr>
      </w:pPr>
      <w:r w:rsidRPr="00400AFD">
        <w:rPr>
          <w:sz w:val="24"/>
        </w:rPr>
        <w:t>Нікітчук 23068</w:t>
      </w:r>
      <w:bookmarkStart w:id="0" w:name="_GoBack"/>
      <w:bookmarkEnd w:id="0"/>
    </w:p>
    <w:sectPr w:rsidR="001D6204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04" w:rsidRDefault="001D6204" w:rsidP="00D113DB">
      <w:r>
        <w:separator/>
      </w:r>
    </w:p>
  </w:endnote>
  <w:endnote w:type="continuationSeparator" w:id="0">
    <w:p w:rsidR="001D6204" w:rsidRDefault="001D620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04" w:rsidRDefault="001D6204" w:rsidP="00D113DB">
      <w:r>
        <w:separator/>
      </w:r>
    </w:p>
  </w:footnote>
  <w:footnote w:type="continuationSeparator" w:id="0">
    <w:p w:rsidR="001D6204" w:rsidRDefault="001D620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36B07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6204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1F4F"/>
    <w:rsid w:val="003343B5"/>
    <w:rsid w:val="00357AD3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13DFA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2F12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77C33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B68BD"/>
    <w:rsid w:val="009C0C0D"/>
    <w:rsid w:val="009C35F0"/>
    <w:rsid w:val="009D424F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A40AD"/>
    <w:rsid w:val="00AC2774"/>
    <w:rsid w:val="00AC45E7"/>
    <w:rsid w:val="00B044C7"/>
    <w:rsid w:val="00B142CC"/>
    <w:rsid w:val="00B169B5"/>
    <w:rsid w:val="00B21D35"/>
    <w:rsid w:val="00B2560E"/>
    <w:rsid w:val="00B433D6"/>
    <w:rsid w:val="00B43590"/>
    <w:rsid w:val="00B533F8"/>
    <w:rsid w:val="00B535A8"/>
    <w:rsid w:val="00B67295"/>
    <w:rsid w:val="00B678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60A3E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08BB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C4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7AD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4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11C4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11C4C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198</Words>
  <Characters>1134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2017-12-01T07:55:00Z</cp:lastPrinted>
  <dcterms:created xsi:type="dcterms:W3CDTF">2017-12-11T08:32:00Z</dcterms:created>
  <dcterms:modified xsi:type="dcterms:W3CDTF">2017-12-11T08:32:00Z</dcterms:modified>
</cp:coreProperties>
</file>