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A3" w:rsidRDefault="003164A3" w:rsidP="006F0F46">
      <w:pPr>
        <w:jc w:val="center"/>
        <w:rPr>
          <w:snapToGrid w:val="0"/>
          <w:spacing w:val="8"/>
          <w:sz w:val="24"/>
        </w:rPr>
      </w:pPr>
      <w:r w:rsidRPr="00FE444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164A3" w:rsidRDefault="003164A3" w:rsidP="002A4A36">
      <w:pPr>
        <w:spacing w:line="360" w:lineRule="auto"/>
        <w:rPr>
          <w:spacing w:val="8"/>
          <w:sz w:val="12"/>
          <w:szCs w:val="20"/>
        </w:rPr>
      </w:pPr>
    </w:p>
    <w:p w:rsidR="003164A3" w:rsidRPr="006A4DE2" w:rsidRDefault="003164A3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164A3" w:rsidRPr="006A4DE2" w:rsidRDefault="003164A3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164A3" w:rsidRDefault="003164A3" w:rsidP="002A4A36">
      <w:pPr>
        <w:jc w:val="center"/>
        <w:rPr>
          <w:b/>
          <w:sz w:val="16"/>
          <w:szCs w:val="16"/>
        </w:rPr>
      </w:pPr>
    </w:p>
    <w:p w:rsidR="003164A3" w:rsidRDefault="003164A3" w:rsidP="002A4A36">
      <w:pPr>
        <w:jc w:val="center"/>
        <w:rPr>
          <w:b/>
          <w:sz w:val="16"/>
          <w:szCs w:val="16"/>
        </w:rPr>
      </w:pPr>
    </w:p>
    <w:p w:rsidR="003164A3" w:rsidRDefault="003164A3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3164A3" w:rsidRDefault="003164A3" w:rsidP="00BE11DE">
      <w:pPr>
        <w:pStyle w:val="Title"/>
        <w:jc w:val="left"/>
        <w:rPr>
          <w:sz w:val="20"/>
          <w:szCs w:val="20"/>
        </w:rPr>
      </w:pPr>
    </w:p>
    <w:p w:rsidR="003164A3" w:rsidRDefault="003164A3" w:rsidP="00BE11DE">
      <w:pPr>
        <w:pStyle w:val="Title"/>
        <w:jc w:val="left"/>
        <w:rPr>
          <w:sz w:val="20"/>
          <w:szCs w:val="20"/>
        </w:rPr>
      </w:pPr>
    </w:p>
    <w:p w:rsidR="003164A3" w:rsidRDefault="003164A3" w:rsidP="00BE11DE">
      <w:pPr>
        <w:pStyle w:val="Title"/>
        <w:jc w:val="left"/>
      </w:pPr>
      <w:r>
        <w:rPr>
          <w:szCs w:val="28"/>
        </w:rPr>
        <w:t xml:space="preserve">24 листопада 2017 року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>№ 318</w:t>
      </w:r>
    </w:p>
    <w:p w:rsidR="003164A3" w:rsidRDefault="003164A3" w:rsidP="002A4A36">
      <w:pPr>
        <w:pStyle w:val="Title"/>
        <w:jc w:val="left"/>
      </w:pPr>
    </w:p>
    <w:p w:rsidR="003164A3" w:rsidRDefault="003164A3" w:rsidP="00841418">
      <w:pPr>
        <w:jc w:val="center"/>
      </w:pPr>
      <w:bookmarkStart w:id="0" w:name="OLE_LINK1"/>
      <w:bookmarkStart w:id="1" w:name="_GoBack"/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3164A3" w:rsidRDefault="003164A3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3164A3" w:rsidRPr="00FF0543" w:rsidRDefault="003164A3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3164A3" w:rsidRDefault="003164A3" w:rsidP="00841418">
      <w:pPr>
        <w:jc w:val="center"/>
      </w:pPr>
      <w:r>
        <w:t>в натурі (на  місцевості)</w:t>
      </w:r>
    </w:p>
    <w:bookmarkEnd w:id="0"/>
    <w:bookmarkEnd w:id="1"/>
    <w:p w:rsidR="003164A3" w:rsidRDefault="003164A3" w:rsidP="00E41E7E"/>
    <w:p w:rsidR="003164A3" w:rsidRDefault="003164A3" w:rsidP="00166819">
      <w:pPr>
        <w:ind w:firstLine="708"/>
        <w:jc w:val="both"/>
      </w:pPr>
      <w:r>
        <w:t xml:space="preserve">Розглянувши заяву власника земельної частки (паю) колишнього </w:t>
      </w:r>
      <w:r>
        <w:rPr>
          <w:szCs w:val="28"/>
        </w:rPr>
        <w:t>КСП „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3164A3" w:rsidRPr="00E234EA" w:rsidRDefault="003164A3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 xml:space="preserve">” в натурі (на місцевості) виділених громадянці Питель Ю.Ф.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3164A3" w:rsidRDefault="003164A3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ці</w:t>
      </w:r>
      <w:r w:rsidRPr="008D6223">
        <w:t>:</w:t>
      </w:r>
    </w:p>
    <w:p w:rsidR="003164A3" w:rsidRDefault="003164A3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>Питель Юлянії Федорівні для ведення особистого селянського господарства, кадастрові номери зареєстрованих земельних ділянок: 0721482200:01:000:0626 площею 0,1237 га, 0721482200:07:000:0030 площею 0,1751 га, 0721482200:07:000:0031 площею 0,1737 га, 0721482200:01:000:0627 площею 0,1238 га, 0721482200:01:000:0628 площею 0,1305 га, 0721482200:02:000:1282 площею 0,4212 га, право на які посвідчено сертифікатом на право на земельну частку (пай).</w:t>
      </w:r>
    </w:p>
    <w:p w:rsidR="003164A3" w:rsidRDefault="003164A3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Громадянці  Питель Юлянії Федорівні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3164A3" w:rsidRDefault="003164A3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3164A3" w:rsidRDefault="003164A3" w:rsidP="00166819">
      <w:pPr>
        <w:jc w:val="both"/>
        <w:rPr>
          <w:sz w:val="24"/>
          <w:szCs w:val="20"/>
        </w:rPr>
      </w:pPr>
    </w:p>
    <w:p w:rsidR="003164A3" w:rsidRDefault="003164A3" w:rsidP="00166819">
      <w:pPr>
        <w:jc w:val="both"/>
        <w:rPr>
          <w:sz w:val="24"/>
          <w:szCs w:val="20"/>
        </w:rPr>
      </w:pPr>
    </w:p>
    <w:p w:rsidR="003164A3" w:rsidRDefault="003164A3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3164A3" w:rsidRPr="004A378E" w:rsidRDefault="003164A3" w:rsidP="00166819">
      <w:pPr>
        <w:jc w:val="both"/>
        <w:rPr>
          <w:sz w:val="24"/>
          <w:lang w:val="ru-RU"/>
        </w:rPr>
      </w:pPr>
    </w:p>
    <w:p w:rsidR="003164A3" w:rsidRDefault="003164A3" w:rsidP="00222AD6">
      <w:pPr>
        <w:jc w:val="both"/>
        <w:rPr>
          <w:sz w:val="24"/>
        </w:rPr>
      </w:pPr>
      <w:r>
        <w:rPr>
          <w:sz w:val="24"/>
        </w:rPr>
        <w:t xml:space="preserve">Нікітчук  23068    </w:t>
      </w:r>
    </w:p>
    <w:p w:rsidR="003164A3" w:rsidRDefault="003164A3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</w:p>
    <w:p w:rsidR="003164A3" w:rsidRPr="00BD475E" w:rsidRDefault="003164A3" w:rsidP="00BD475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</w:p>
    <w:sectPr w:rsidR="003164A3" w:rsidRPr="00BD475E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4A3" w:rsidRDefault="003164A3" w:rsidP="004A378E">
      <w:r>
        <w:separator/>
      </w:r>
    </w:p>
  </w:endnote>
  <w:endnote w:type="continuationSeparator" w:id="0">
    <w:p w:rsidR="003164A3" w:rsidRDefault="003164A3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4A3" w:rsidRDefault="003164A3" w:rsidP="004A378E">
      <w:r>
        <w:separator/>
      </w:r>
    </w:p>
  </w:footnote>
  <w:footnote w:type="continuationSeparator" w:id="0">
    <w:p w:rsidR="003164A3" w:rsidRDefault="003164A3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4A3" w:rsidRDefault="003164A3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15486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7457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0465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164A3"/>
    <w:rsid w:val="00334748"/>
    <w:rsid w:val="00336D9F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5639F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020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28C8"/>
    <w:rsid w:val="00BD30B7"/>
    <w:rsid w:val="00BD475E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B6768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1E60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599E"/>
    <w:rsid w:val="00FD7422"/>
    <w:rsid w:val="00FE444D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B8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B8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B8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B8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62B8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62B8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337</Words>
  <Characters>1927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2017-11-28T08:03:00Z</cp:lastPrinted>
  <dcterms:created xsi:type="dcterms:W3CDTF">2017-12-04T07:27:00Z</dcterms:created>
  <dcterms:modified xsi:type="dcterms:W3CDTF">2017-12-04T07:27:00Z</dcterms:modified>
</cp:coreProperties>
</file>