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F93" w:rsidRPr="00A05026" w:rsidRDefault="007E4F93" w:rsidP="00F13711">
      <w:pPr>
        <w:jc w:val="center"/>
        <w:rPr>
          <w:snapToGrid w:val="0"/>
          <w:spacing w:val="8"/>
          <w:sz w:val="24"/>
        </w:rPr>
      </w:pPr>
      <w:r>
        <w:rPr>
          <w:snapToGrid w:val="0"/>
          <w:spacing w:val="8"/>
          <w:sz w:val="24"/>
        </w:rPr>
        <w:t xml:space="preserve"> </w:t>
      </w:r>
      <w:r w:rsidRPr="006B22C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7E4F93" w:rsidRPr="00A05026" w:rsidRDefault="007E4F93" w:rsidP="004C50C6">
      <w:pPr>
        <w:jc w:val="center"/>
        <w:rPr>
          <w:snapToGrid w:val="0"/>
          <w:spacing w:val="8"/>
          <w:sz w:val="24"/>
        </w:rPr>
      </w:pPr>
    </w:p>
    <w:p w:rsidR="007E4F93" w:rsidRPr="00A05026" w:rsidRDefault="007E4F93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7E4F93" w:rsidRPr="00A05026" w:rsidRDefault="007E4F93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7E4F93" w:rsidRPr="00A05026" w:rsidRDefault="007E4F93" w:rsidP="004C50C6">
      <w:pPr>
        <w:jc w:val="center"/>
        <w:rPr>
          <w:b/>
          <w:sz w:val="16"/>
          <w:szCs w:val="16"/>
        </w:rPr>
      </w:pPr>
    </w:p>
    <w:p w:rsidR="007E4F93" w:rsidRPr="00A05026" w:rsidRDefault="007E4F93" w:rsidP="004C50C6">
      <w:pPr>
        <w:jc w:val="center"/>
        <w:rPr>
          <w:b/>
          <w:sz w:val="16"/>
          <w:szCs w:val="16"/>
        </w:rPr>
      </w:pPr>
    </w:p>
    <w:p w:rsidR="007E4F93" w:rsidRPr="00A05026" w:rsidRDefault="007E4F93" w:rsidP="004C50C6">
      <w:pPr>
        <w:pStyle w:val="Heading1"/>
      </w:pPr>
      <w:r w:rsidRPr="00A05026">
        <w:t>РОЗПОРЯДЖЕННЯ</w:t>
      </w:r>
    </w:p>
    <w:p w:rsidR="007E4F93" w:rsidRPr="00A05026" w:rsidRDefault="007E4F93" w:rsidP="004C50C6">
      <w:pPr>
        <w:pStyle w:val="Title"/>
        <w:jc w:val="left"/>
        <w:rPr>
          <w:sz w:val="20"/>
          <w:szCs w:val="20"/>
        </w:rPr>
      </w:pPr>
    </w:p>
    <w:p w:rsidR="007E4F93" w:rsidRPr="00A05026" w:rsidRDefault="007E4F93" w:rsidP="004C50C6">
      <w:pPr>
        <w:pStyle w:val="Title"/>
        <w:jc w:val="left"/>
        <w:rPr>
          <w:sz w:val="20"/>
          <w:szCs w:val="20"/>
        </w:rPr>
      </w:pPr>
    </w:p>
    <w:p w:rsidR="007E4F93" w:rsidRPr="00A05026" w:rsidRDefault="007E4F93" w:rsidP="004C50C6">
      <w:pPr>
        <w:pStyle w:val="Title"/>
        <w:jc w:val="left"/>
      </w:pPr>
      <w:r>
        <w:rPr>
          <w:szCs w:val="28"/>
        </w:rPr>
        <w:t>10 листопада 2017 року</w:t>
      </w:r>
      <w:r w:rsidRPr="00A05026">
        <w:rPr>
          <w:szCs w:val="28"/>
        </w:rPr>
        <w:t xml:space="preserve"> </w:t>
      </w:r>
      <w:r>
        <w:rPr>
          <w:szCs w:val="28"/>
        </w:rPr>
        <w:t xml:space="preserve"> 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 № 306</w:t>
      </w:r>
    </w:p>
    <w:p w:rsidR="007E4F93" w:rsidRPr="00A05026" w:rsidRDefault="007E4F93" w:rsidP="00163BDD">
      <w:pPr>
        <w:jc w:val="both"/>
      </w:pPr>
    </w:p>
    <w:p w:rsidR="007E4F93" w:rsidRPr="00A05026" w:rsidRDefault="007E4F93" w:rsidP="00A05026">
      <w:pPr>
        <w:jc w:val="center"/>
      </w:pPr>
    </w:p>
    <w:p w:rsidR="007E4F93" w:rsidRPr="00A05026" w:rsidRDefault="007E4F93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 Шворак Г.С.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7E4F93" w:rsidRPr="00A05026" w:rsidRDefault="007E4F93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7E4F93" w:rsidRPr="00A05026" w:rsidRDefault="007E4F93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частки</w:t>
      </w:r>
      <w:r>
        <w:rPr>
          <w:szCs w:val="28"/>
        </w:rPr>
        <w:t xml:space="preserve"> </w:t>
      </w:r>
      <w:r w:rsidRPr="00A05026">
        <w:rPr>
          <w:szCs w:val="28"/>
        </w:rPr>
        <w:t>(паю)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7E4F93" w:rsidRPr="00A05026" w:rsidRDefault="007E4F93" w:rsidP="00A05026">
      <w:pPr>
        <w:jc w:val="center"/>
        <w:rPr>
          <w:szCs w:val="28"/>
        </w:rPr>
      </w:pPr>
      <w:r>
        <w:rPr>
          <w:szCs w:val="28"/>
        </w:rPr>
        <w:t xml:space="preserve">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7E4F93" w:rsidRPr="00A05026" w:rsidRDefault="007E4F93" w:rsidP="001B6D24"/>
    <w:p w:rsidR="007E4F93" w:rsidRPr="00A05026" w:rsidRDefault="007E4F93" w:rsidP="001B6D24">
      <w:r>
        <w:t xml:space="preserve"> </w:t>
      </w:r>
    </w:p>
    <w:p w:rsidR="007E4F93" w:rsidRPr="00A05026" w:rsidRDefault="007E4F93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7E4F93" w:rsidRPr="00A05026" w:rsidRDefault="007E4F93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 xml:space="preserve">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Карасинське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Карасинської </w:t>
      </w:r>
      <w:r w:rsidRPr="00A05026">
        <w:t>сільської ради громадян</w:t>
      </w:r>
      <w:r>
        <w:t>ці</w:t>
      </w:r>
      <w:r w:rsidRPr="00A05026">
        <w:t>:</w:t>
      </w:r>
    </w:p>
    <w:p w:rsidR="007E4F93" w:rsidRPr="00A05026" w:rsidRDefault="007E4F93" w:rsidP="00A05026">
      <w:pPr>
        <w:ind w:firstLine="708"/>
        <w:jc w:val="both"/>
      </w:pPr>
      <w:r w:rsidRPr="00A05026">
        <w:t xml:space="preserve">- </w:t>
      </w:r>
      <w:r>
        <w:t>Шворак Галині Степанівні, власнику сертифіката</w:t>
      </w:r>
      <w:r w:rsidRPr="00A05026">
        <w:t xml:space="preserve"> на право на земельну частку (пай) серії ВЛ № </w:t>
      </w:r>
      <w:r>
        <w:t>0071737.</w:t>
      </w:r>
    </w:p>
    <w:p w:rsidR="007E4F93" w:rsidRPr="00A05026" w:rsidRDefault="007E4F93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7E4F93" w:rsidRPr="00A05026" w:rsidRDefault="007E4F93" w:rsidP="001B6D24"/>
    <w:p w:rsidR="007E4F93" w:rsidRPr="00A05026" w:rsidRDefault="007E4F93" w:rsidP="001B6D24"/>
    <w:p w:rsidR="007E4F93" w:rsidRPr="00A05026" w:rsidRDefault="007E4F93" w:rsidP="001B6D24"/>
    <w:p w:rsidR="007E4F93" w:rsidRPr="00A05026" w:rsidRDefault="007E4F93" w:rsidP="001B6D24"/>
    <w:p w:rsidR="007E4F93" w:rsidRPr="00A05026" w:rsidRDefault="007E4F93" w:rsidP="001B6D24"/>
    <w:p w:rsidR="007E4F93" w:rsidRPr="00A05026" w:rsidRDefault="007E4F93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В.ДУНАЙЧУК</w:t>
      </w:r>
    </w:p>
    <w:p w:rsidR="007E4F93" w:rsidRPr="00A05026" w:rsidRDefault="007E4F93" w:rsidP="001B6D24"/>
    <w:p w:rsidR="007E4F93" w:rsidRPr="00400AFD" w:rsidRDefault="007E4F93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7E4F93" w:rsidRPr="00A05026" w:rsidRDefault="007E4F93" w:rsidP="001B6D24"/>
    <w:p w:rsidR="007E4F93" w:rsidRPr="00A05026" w:rsidRDefault="007E4F93" w:rsidP="001B6D24"/>
    <w:p w:rsidR="007E4F93" w:rsidRPr="00A05026" w:rsidRDefault="007E4F93" w:rsidP="001B6D24"/>
    <w:p w:rsidR="007E4F93" w:rsidRPr="00A05026" w:rsidRDefault="007E4F93" w:rsidP="001B6D24"/>
    <w:p w:rsidR="007E4F93" w:rsidRPr="00A05026" w:rsidRDefault="007E4F93" w:rsidP="001B6D24"/>
    <w:p w:rsidR="007E4F93" w:rsidRDefault="007E4F93" w:rsidP="001B6D24">
      <w:pPr>
        <w:rPr>
          <w:i/>
          <w:szCs w:val="28"/>
        </w:rPr>
      </w:pPr>
    </w:p>
    <w:p w:rsidR="007E4F93" w:rsidRDefault="007E4F93" w:rsidP="001B6D24">
      <w:pPr>
        <w:rPr>
          <w:i/>
          <w:szCs w:val="28"/>
        </w:rPr>
      </w:pPr>
    </w:p>
    <w:p w:rsidR="007E4F93" w:rsidRDefault="007E4F93" w:rsidP="00AD100E"/>
    <w:sectPr w:rsidR="007E4F93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F93" w:rsidRDefault="007E4F93" w:rsidP="00D113DB">
      <w:r>
        <w:separator/>
      </w:r>
    </w:p>
  </w:endnote>
  <w:endnote w:type="continuationSeparator" w:id="0">
    <w:p w:rsidR="007E4F93" w:rsidRDefault="007E4F9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F93" w:rsidRDefault="007E4F93" w:rsidP="00D113DB">
      <w:r>
        <w:separator/>
      </w:r>
    </w:p>
  </w:footnote>
  <w:footnote w:type="continuationSeparator" w:id="0">
    <w:p w:rsidR="007E4F93" w:rsidRDefault="007E4F9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3F8"/>
    <w:rsid w:val="000A66CA"/>
    <w:rsid w:val="000B33A3"/>
    <w:rsid w:val="000C267A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E514E"/>
    <w:rsid w:val="001F55AA"/>
    <w:rsid w:val="001F6014"/>
    <w:rsid w:val="00203A9A"/>
    <w:rsid w:val="00206814"/>
    <w:rsid w:val="002223C6"/>
    <w:rsid w:val="002257C0"/>
    <w:rsid w:val="00225ACF"/>
    <w:rsid w:val="0022746F"/>
    <w:rsid w:val="00231D1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FF4"/>
    <w:rsid w:val="00317988"/>
    <w:rsid w:val="0032639B"/>
    <w:rsid w:val="0032707B"/>
    <w:rsid w:val="003343B5"/>
    <w:rsid w:val="00334870"/>
    <w:rsid w:val="00361B5B"/>
    <w:rsid w:val="00361F44"/>
    <w:rsid w:val="00381CD6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720B5"/>
    <w:rsid w:val="00490A24"/>
    <w:rsid w:val="004A00FE"/>
    <w:rsid w:val="004A6BFA"/>
    <w:rsid w:val="004A772A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4FEC"/>
    <w:rsid w:val="005F609B"/>
    <w:rsid w:val="00600096"/>
    <w:rsid w:val="006122A3"/>
    <w:rsid w:val="0061237F"/>
    <w:rsid w:val="00615691"/>
    <w:rsid w:val="006373EB"/>
    <w:rsid w:val="00656B73"/>
    <w:rsid w:val="006738DC"/>
    <w:rsid w:val="006761ED"/>
    <w:rsid w:val="006A33E9"/>
    <w:rsid w:val="006B22CB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123B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D1273"/>
    <w:rsid w:val="007E405B"/>
    <w:rsid w:val="007E4F93"/>
    <w:rsid w:val="007E61B3"/>
    <w:rsid w:val="007F3E87"/>
    <w:rsid w:val="008057D9"/>
    <w:rsid w:val="00806C40"/>
    <w:rsid w:val="008109A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5052"/>
    <w:rsid w:val="008C6AD3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E701A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272B8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C5E86"/>
    <w:rsid w:val="00AD100E"/>
    <w:rsid w:val="00AE0A48"/>
    <w:rsid w:val="00B044C7"/>
    <w:rsid w:val="00B142CC"/>
    <w:rsid w:val="00B169B5"/>
    <w:rsid w:val="00B21D35"/>
    <w:rsid w:val="00B2560E"/>
    <w:rsid w:val="00B43590"/>
    <w:rsid w:val="00B45B55"/>
    <w:rsid w:val="00B535A8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429A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72EFC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0BA0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1C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272B8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11C9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6811C9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811C9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09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202</Words>
  <Characters>1153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IGOR</dc:creator>
  <cp:keywords/>
  <dc:description/>
  <cp:lastModifiedBy>user</cp:lastModifiedBy>
  <cp:revision>2</cp:revision>
  <cp:lastPrinted>2017-11-13T07:19:00Z</cp:lastPrinted>
  <dcterms:created xsi:type="dcterms:W3CDTF">2017-11-15T07:11:00Z</dcterms:created>
  <dcterms:modified xsi:type="dcterms:W3CDTF">2017-11-15T07:11:00Z</dcterms:modified>
</cp:coreProperties>
</file>