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13" w:rsidRDefault="00734A13" w:rsidP="004C50C6">
      <w:pPr>
        <w:jc w:val="center"/>
        <w:rPr>
          <w:snapToGrid w:val="0"/>
          <w:spacing w:val="8"/>
          <w:sz w:val="24"/>
        </w:rPr>
      </w:pPr>
      <w:r w:rsidRPr="00737DC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34A13" w:rsidRDefault="00734A13" w:rsidP="004C50C6">
      <w:pPr>
        <w:jc w:val="center"/>
        <w:rPr>
          <w:snapToGrid w:val="0"/>
          <w:spacing w:val="8"/>
          <w:sz w:val="24"/>
        </w:rPr>
      </w:pPr>
    </w:p>
    <w:p w:rsidR="00734A13" w:rsidRPr="006A4DE2" w:rsidRDefault="00734A13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34A13" w:rsidRPr="006A4DE2" w:rsidRDefault="00734A13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34A13" w:rsidRDefault="00734A13" w:rsidP="004C50C6">
      <w:pPr>
        <w:jc w:val="center"/>
        <w:rPr>
          <w:b/>
          <w:sz w:val="16"/>
          <w:szCs w:val="16"/>
        </w:rPr>
      </w:pPr>
    </w:p>
    <w:p w:rsidR="00734A13" w:rsidRPr="00C565F1" w:rsidRDefault="00734A13" w:rsidP="004C50C6">
      <w:pPr>
        <w:jc w:val="center"/>
        <w:rPr>
          <w:b/>
          <w:sz w:val="16"/>
          <w:szCs w:val="16"/>
        </w:rPr>
      </w:pPr>
    </w:p>
    <w:p w:rsidR="00734A13" w:rsidRDefault="00734A13" w:rsidP="004C50C6">
      <w:pPr>
        <w:pStyle w:val="Heading1"/>
      </w:pPr>
      <w:r w:rsidRPr="009428E8">
        <w:t>РОЗПОРЯДЖЕННЯ</w:t>
      </w:r>
    </w:p>
    <w:p w:rsidR="00734A13" w:rsidRDefault="00734A13" w:rsidP="004C50C6">
      <w:pPr>
        <w:pStyle w:val="Title"/>
        <w:jc w:val="left"/>
        <w:rPr>
          <w:sz w:val="20"/>
          <w:szCs w:val="20"/>
        </w:rPr>
      </w:pPr>
    </w:p>
    <w:p w:rsidR="00734A13" w:rsidRDefault="00734A13" w:rsidP="004C50C6">
      <w:pPr>
        <w:pStyle w:val="Title"/>
        <w:jc w:val="left"/>
        <w:rPr>
          <w:sz w:val="20"/>
          <w:szCs w:val="20"/>
        </w:rPr>
      </w:pPr>
    </w:p>
    <w:p w:rsidR="00734A13" w:rsidRDefault="00734A13" w:rsidP="006A5C98">
      <w:pPr>
        <w:pStyle w:val="Title"/>
        <w:jc w:val="left"/>
      </w:pPr>
      <w:r>
        <w:rPr>
          <w:szCs w:val="28"/>
        </w:rPr>
        <w:t xml:space="preserve">31 жовтня 2017 року             </w:t>
      </w:r>
      <w:r>
        <w:t>м. Камінь-Каширський</w:t>
      </w:r>
      <w:r>
        <w:tab/>
      </w:r>
      <w:r>
        <w:tab/>
        <w:t xml:space="preserve">                    </w:t>
      </w:r>
      <w:r>
        <w:tab/>
        <w:t>№  294</w:t>
      </w:r>
    </w:p>
    <w:p w:rsidR="00734A13" w:rsidRDefault="00734A13" w:rsidP="00163BDD">
      <w:pPr>
        <w:jc w:val="both"/>
      </w:pPr>
    </w:p>
    <w:p w:rsidR="00734A13" w:rsidRPr="00575828" w:rsidRDefault="00734A13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734A13" w:rsidRPr="00575828" w:rsidRDefault="00734A13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734A13" w:rsidRDefault="00734A13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 (паїв) колишньої</w:t>
      </w:r>
    </w:p>
    <w:p w:rsidR="00734A13" w:rsidRDefault="00734A13" w:rsidP="006C72BD">
      <w:pPr>
        <w:jc w:val="center"/>
        <w:rPr>
          <w:szCs w:val="28"/>
        </w:rPr>
      </w:pPr>
      <w:r>
        <w:rPr>
          <w:szCs w:val="28"/>
        </w:rPr>
        <w:t xml:space="preserve">агрофірми «Камінь-Каширський» в натурі (на </w:t>
      </w:r>
      <w:r w:rsidRPr="00575828">
        <w:rPr>
          <w:szCs w:val="28"/>
        </w:rPr>
        <w:t>місцевості)</w:t>
      </w:r>
    </w:p>
    <w:p w:rsidR="00734A13" w:rsidRPr="00575828" w:rsidRDefault="00734A13" w:rsidP="006C72BD">
      <w:pPr>
        <w:jc w:val="center"/>
        <w:rPr>
          <w:szCs w:val="28"/>
        </w:rPr>
      </w:pPr>
    </w:p>
    <w:p w:rsidR="00734A13" w:rsidRPr="00AC4C9D" w:rsidRDefault="00734A13" w:rsidP="001B6D24">
      <w:pPr>
        <w:rPr>
          <w:lang w:val="ru-RU"/>
        </w:rPr>
      </w:pPr>
    </w:p>
    <w:p w:rsidR="00734A13" w:rsidRDefault="00734A13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>
        <w:rPr>
          <w:szCs w:val="28"/>
        </w:rPr>
        <w:t>колишньої агрофірми «Камінь-Каширський»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734A13" w:rsidRDefault="00734A13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часток (паїв) </w:t>
      </w:r>
      <w:r>
        <w:rPr>
          <w:szCs w:val="28"/>
        </w:rPr>
        <w:t>колишньої агрофірми «Камінь-Каширський»</w:t>
      </w:r>
      <w:r>
        <w:t xml:space="preserve"> в натурі (на місцевості) за межами населеного пункту на території Камінь - Каширської міської ради громадянам:</w:t>
      </w:r>
    </w:p>
    <w:p w:rsidR="00734A13" w:rsidRDefault="00734A13" w:rsidP="009F3763">
      <w:pPr>
        <w:tabs>
          <w:tab w:val="left" w:pos="567"/>
        </w:tabs>
        <w:jc w:val="both"/>
      </w:pPr>
      <w:r>
        <w:tab/>
        <w:t>- Лесику Івану Євгеновичу,</w:t>
      </w:r>
      <w:r>
        <w:rPr>
          <w:lang w:val="ru-RU"/>
        </w:rPr>
        <w:t xml:space="preserve"> </w:t>
      </w:r>
      <w:r>
        <w:t xml:space="preserve"> власнику сертифіката на право  на земельну  частку (пай) серії ВЛ № 0256700;</w:t>
      </w:r>
    </w:p>
    <w:p w:rsidR="00734A13" w:rsidRDefault="00734A13" w:rsidP="00291F55">
      <w:pPr>
        <w:tabs>
          <w:tab w:val="left" w:pos="567"/>
        </w:tabs>
        <w:jc w:val="both"/>
      </w:pPr>
      <w:r>
        <w:tab/>
        <w:t>- Дмитруку Володимиру Никифоровичу,  власнику сертифіката на право  на земельну  частку (пай) серії ВЛ № 0258252;</w:t>
      </w:r>
    </w:p>
    <w:p w:rsidR="00734A13" w:rsidRDefault="00734A13" w:rsidP="00291F55">
      <w:pPr>
        <w:tabs>
          <w:tab w:val="left" w:pos="567"/>
        </w:tabs>
        <w:jc w:val="both"/>
      </w:pPr>
      <w:r>
        <w:t xml:space="preserve">        - Фінюк Світлані Федорівні, власнику сертифіката на право  на земельну  частку (пай) серії ВЛ № 0231927.</w:t>
      </w:r>
    </w:p>
    <w:p w:rsidR="00734A13" w:rsidRDefault="00734A13" w:rsidP="00291F55">
      <w:pPr>
        <w:tabs>
          <w:tab w:val="left" w:pos="567"/>
        </w:tabs>
        <w:jc w:val="both"/>
      </w:pPr>
      <w:r>
        <w:t xml:space="preserve">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34A13" w:rsidRDefault="00734A13" w:rsidP="001B6D24"/>
    <w:p w:rsidR="00734A13" w:rsidRDefault="00734A13" w:rsidP="001B6D24"/>
    <w:p w:rsidR="00734A13" w:rsidRDefault="00734A13" w:rsidP="001B6D24"/>
    <w:p w:rsidR="00734A13" w:rsidRDefault="00734A13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734A13" w:rsidRDefault="00734A13" w:rsidP="00AC33BB"/>
    <w:p w:rsidR="00734A13" w:rsidRDefault="00734A13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734A13" w:rsidRDefault="00734A13" w:rsidP="00CE6792">
      <w:pPr>
        <w:jc w:val="both"/>
        <w:rPr>
          <w:sz w:val="24"/>
        </w:rPr>
      </w:pPr>
    </w:p>
    <w:sectPr w:rsidR="00734A13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A13" w:rsidRDefault="00734A13" w:rsidP="00D113DB">
      <w:r>
        <w:separator/>
      </w:r>
    </w:p>
  </w:endnote>
  <w:endnote w:type="continuationSeparator" w:id="0">
    <w:p w:rsidR="00734A13" w:rsidRDefault="00734A1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A13" w:rsidRDefault="00734A13" w:rsidP="00D113DB">
      <w:r>
        <w:separator/>
      </w:r>
    </w:p>
  </w:footnote>
  <w:footnote w:type="continuationSeparator" w:id="0">
    <w:p w:rsidR="00734A13" w:rsidRDefault="00734A1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604AB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C1201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327E5"/>
    <w:rsid w:val="00241B85"/>
    <w:rsid w:val="00267C30"/>
    <w:rsid w:val="00270690"/>
    <w:rsid w:val="00280879"/>
    <w:rsid w:val="002827F5"/>
    <w:rsid w:val="00291F5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712AE"/>
    <w:rsid w:val="00380B28"/>
    <w:rsid w:val="003869D8"/>
    <w:rsid w:val="003A0D83"/>
    <w:rsid w:val="003A4737"/>
    <w:rsid w:val="003B3ACB"/>
    <w:rsid w:val="003C67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67050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5F2AD7"/>
    <w:rsid w:val="00614568"/>
    <w:rsid w:val="00614E83"/>
    <w:rsid w:val="00615691"/>
    <w:rsid w:val="00621D87"/>
    <w:rsid w:val="006373EB"/>
    <w:rsid w:val="0065328A"/>
    <w:rsid w:val="00656B73"/>
    <w:rsid w:val="00665C0C"/>
    <w:rsid w:val="006738DC"/>
    <w:rsid w:val="006A2A6C"/>
    <w:rsid w:val="006A33E9"/>
    <w:rsid w:val="006A4DE2"/>
    <w:rsid w:val="006A5C98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4A13"/>
    <w:rsid w:val="00735620"/>
    <w:rsid w:val="00737DCB"/>
    <w:rsid w:val="00746268"/>
    <w:rsid w:val="007616F4"/>
    <w:rsid w:val="007641DC"/>
    <w:rsid w:val="00772723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50FD"/>
    <w:rsid w:val="00896236"/>
    <w:rsid w:val="0089774F"/>
    <w:rsid w:val="00897DA2"/>
    <w:rsid w:val="008B026D"/>
    <w:rsid w:val="008C568B"/>
    <w:rsid w:val="008F77B9"/>
    <w:rsid w:val="00910FF2"/>
    <w:rsid w:val="00916043"/>
    <w:rsid w:val="0092747E"/>
    <w:rsid w:val="00937C7C"/>
    <w:rsid w:val="009428E8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B7B54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83396"/>
    <w:rsid w:val="00B92097"/>
    <w:rsid w:val="00B93D6F"/>
    <w:rsid w:val="00BA5BB5"/>
    <w:rsid w:val="00BB200E"/>
    <w:rsid w:val="00BB2A2B"/>
    <w:rsid w:val="00BC32C6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4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242</Words>
  <Characters>1384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3</cp:revision>
  <cp:lastPrinted>2017-10-31T07:07:00Z</cp:lastPrinted>
  <dcterms:created xsi:type="dcterms:W3CDTF">2017-11-01T10:01:00Z</dcterms:created>
  <dcterms:modified xsi:type="dcterms:W3CDTF">2017-11-01T10:16:00Z</dcterms:modified>
</cp:coreProperties>
</file>