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87" w:rsidRDefault="00761B87" w:rsidP="006F0F46">
      <w:pPr>
        <w:jc w:val="center"/>
        <w:rPr>
          <w:snapToGrid w:val="0"/>
          <w:spacing w:val="8"/>
          <w:sz w:val="24"/>
        </w:rPr>
      </w:pPr>
      <w:r w:rsidRPr="00CB645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761B87" w:rsidRDefault="00761B87" w:rsidP="002A4A36">
      <w:pPr>
        <w:spacing w:line="360" w:lineRule="auto"/>
        <w:rPr>
          <w:spacing w:val="8"/>
          <w:sz w:val="12"/>
          <w:szCs w:val="20"/>
        </w:rPr>
      </w:pPr>
    </w:p>
    <w:p w:rsidR="00761B87" w:rsidRPr="006A4DE2" w:rsidRDefault="00761B87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761B87" w:rsidRPr="006A4DE2" w:rsidRDefault="00761B87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761B87" w:rsidRDefault="00761B87" w:rsidP="002A4A36">
      <w:pPr>
        <w:jc w:val="center"/>
        <w:rPr>
          <w:b/>
          <w:sz w:val="16"/>
          <w:szCs w:val="16"/>
        </w:rPr>
      </w:pPr>
    </w:p>
    <w:p w:rsidR="00761B87" w:rsidRDefault="00761B87" w:rsidP="002A4A36">
      <w:pPr>
        <w:jc w:val="center"/>
        <w:rPr>
          <w:b/>
          <w:sz w:val="16"/>
          <w:szCs w:val="16"/>
        </w:rPr>
      </w:pPr>
    </w:p>
    <w:p w:rsidR="00761B87" w:rsidRDefault="00761B87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761B87" w:rsidRDefault="00761B87" w:rsidP="00BE11DE">
      <w:pPr>
        <w:pStyle w:val="Title"/>
        <w:jc w:val="left"/>
        <w:rPr>
          <w:sz w:val="20"/>
          <w:szCs w:val="20"/>
        </w:rPr>
      </w:pPr>
    </w:p>
    <w:p w:rsidR="00761B87" w:rsidRDefault="00761B87" w:rsidP="00BE11DE">
      <w:pPr>
        <w:pStyle w:val="Title"/>
        <w:jc w:val="left"/>
        <w:rPr>
          <w:sz w:val="20"/>
          <w:szCs w:val="20"/>
        </w:rPr>
      </w:pPr>
    </w:p>
    <w:p w:rsidR="00761B87" w:rsidRPr="00167FF5" w:rsidRDefault="00761B87" w:rsidP="00BE11DE">
      <w:pPr>
        <w:pStyle w:val="Title"/>
        <w:jc w:val="left"/>
        <w:rPr>
          <w:szCs w:val="28"/>
        </w:rPr>
      </w:pPr>
      <w:r>
        <w:rPr>
          <w:szCs w:val="28"/>
        </w:rPr>
        <w:t xml:space="preserve">18 жовтня 2017 року     </w:t>
      </w:r>
      <w:r w:rsidRPr="00167FF5">
        <w:rPr>
          <w:szCs w:val="28"/>
        </w:rPr>
        <w:t xml:space="preserve">      </w:t>
      </w:r>
      <w:r>
        <w:rPr>
          <w:szCs w:val="28"/>
        </w:rPr>
        <w:t xml:space="preserve">  м. Камінь-Каширський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№ 282</w:t>
      </w:r>
    </w:p>
    <w:p w:rsidR="00761B87" w:rsidRPr="00167FF5" w:rsidRDefault="00761B87" w:rsidP="002A4A36">
      <w:pPr>
        <w:pStyle w:val="Title"/>
        <w:jc w:val="left"/>
        <w:rPr>
          <w:szCs w:val="28"/>
        </w:rPr>
      </w:pPr>
    </w:p>
    <w:p w:rsidR="00761B87" w:rsidRPr="00167FF5" w:rsidRDefault="00761B87" w:rsidP="00841418">
      <w:pPr>
        <w:jc w:val="center"/>
        <w:rPr>
          <w:szCs w:val="28"/>
        </w:rPr>
      </w:pPr>
      <w:r w:rsidRPr="00167FF5">
        <w:rPr>
          <w:szCs w:val="28"/>
        </w:rPr>
        <w:t>Про затвердження технічної документації із</w:t>
      </w:r>
    </w:p>
    <w:p w:rsidR="00761B87" w:rsidRPr="00167FF5" w:rsidRDefault="00761B87" w:rsidP="00841418">
      <w:pPr>
        <w:jc w:val="center"/>
        <w:rPr>
          <w:szCs w:val="28"/>
        </w:rPr>
      </w:pPr>
      <w:r w:rsidRPr="00167FF5">
        <w:rPr>
          <w:szCs w:val="28"/>
        </w:rPr>
        <w:t>землеустрою щодо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встановлення меж земельних</w:t>
      </w:r>
    </w:p>
    <w:p w:rsidR="00761B87" w:rsidRPr="00167FF5" w:rsidRDefault="00761B87" w:rsidP="00841418">
      <w:pPr>
        <w:jc w:val="center"/>
        <w:rPr>
          <w:szCs w:val="28"/>
          <w:lang w:val="ru-RU"/>
        </w:rPr>
      </w:pPr>
      <w:r w:rsidRPr="00167FF5">
        <w:rPr>
          <w:szCs w:val="28"/>
        </w:rPr>
        <w:t>ділянок часток (паїв) колишнього КСП</w:t>
      </w:r>
      <w:r w:rsidRPr="00167FF5">
        <w:rPr>
          <w:szCs w:val="28"/>
          <w:lang w:val="ru-RU"/>
        </w:rPr>
        <w:t xml:space="preserve"> </w:t>
      </w:r>
      <w:r w:rsidRPr="00167FF5">
        <w:rPr>
          <w:szCs w:val="28"/>
        </w:rPr>
        <w:t>„</w:t>
      </w:r>
      <w:r w:rsidRPr="00167FF5">
        <w:rPr>
          <w:szCs w:val="28"/>
          <w:lang w:val="ru-RU"/>
        </w:rPr>
        <w:t>Видричівське</w:t>
      </w:r>
      <w:r w:rsidRPr="00167FF5">
        <w:rPr>
          <w:szCs w:val="28"/>
        </w:rPr>
        <w:t>”</w:t>
      </w:r>
    </w:p>
    <w:p w:rsidR="00761B87" w:rsidRPr="00167FF5" w:rsidRDefault="00761B87" w:rsidP="00841418">
      <w:pPr>
        <w:jc w:val="center"/>
        <w:rPr>
          <w:szCs w:val="28"/>
        </w:rPr>
      </w:pPr>
      <w:r w:rsidRPr="00167FF5">
        <w:rPr>
          <w:szCs w:val="28"/>
        </w:rPr>
        <w:t>в натурі (на  місцевості)</w:t>
      </w:r>
    </w:p>
    <w:p w:rsidR="00761B87" w:rsidRPr="00167FF5" w:rsidRDefault="00761B87" w:rsidP="00E41E7E">
      <w:pPr>
        <w:rPr>
          <w:szCs w:val="28"/>
        </w:rPr>
      </w:pPr>
    </w:p>
    <w:p w:rsidR="00761B87" w:rsidRPr="00167FF5" w:rsidRDefault="00761B87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>Розглянувши заяви власників земельних часток (паїв) колишнього КСП „</w:t>
      </w:r>
      <w:r w:rsidRPr="00167FF5">
        <w:rPr>
          <w:szCs w:val="28"/>
          <w:lang w:val="ru-RU"/>
        </w:rPr>
        <w:t>Видричівське</w:t>
      </w:r>
      <w:r w:rsidRPr="00167FF5">
        <w:rPr>
          <w:szCs w:val="28"/>
        </w:rPr>
        <w:t xml:space="preserve"> ”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761B87" w:rsidRPr="00167FF5" w:rsidRDefault="00761B87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колишнього КСП „Видричівське” в натурі (на місцевості) виділених громадянам </w:t>
      </w:r>
      <w:r>
        <w:rPr>
          <w:szCs w:val="28"/>
        </w:rPr>
        <w:t xml:space="preserve">Данилюк Є.Р., </w:t>
      </w:r>
      <w:r w:rsidRPr="00167FF5">
        <w:rPr>
          <w:szCs w:val="28"/>
        </w:rPr>
        <w:t xml:space="preserve">Сороці М.К. в  розмірі земельної частки (паю) за  межами   населеного   пункту  на території  Видричівської </w:t>
      </w:r>
      <w:r>
        <w:rPr>
          <w:szCs w:val="28"/>
        </w:rPr>
        <w:t xml:space="preserve"> </w:t>
      </w:r>
      <w:r w:rsidRPr="00167FF5">
        <w:rPr>
          <w:szCs w:val="28"/>
        </w:rPr>
        <w:t xml:space="preserve">сільської </w:t>
      </w:r>
      <w:r>
        <w:rPr>
          <w:szCs w:val="28"/>
        </w:rPr>
        <w:t xml:space="preserve"> </w:t>
      </w:r>
      <w:r w:rsidRPr="00167FF5">
        <w:rPr>
          <w:szCs w:val="28"/>
        </w:rPr>
        <w:t>ради</w:t>
      </w:r>
      <w:r>
        <w:rPr>
          <w:szCs w:val="28"/>
        </w:rPr>
        <w:t xml:space="preserve"> </w:t>
      </w:r>
      <w:r w:rsidRPr="00167FF5">
        <w:rPr>
          <w:szCs w:val="28"/>
        </w:rPr>
        <w:t xml:space="preserve"> Камінь-Каширського  району.</w:t>
      </w:r>
    </w:p>
    <w:p w:rsidR="00761B87" w:rsidRPr="00167FF5" w:rsidRDefault="00761B87" w:rsidP="00166819">
      <w:pPr>
        <w:ind w:firstLine="708"/>
        <w:jc w:val="both"/>
        <w:rPr>
          <w:szCs w:val="28"/>
        </w:rPr>
      </w:pPr>
      <w:r w:rsidRPr="00167FF5">
        <w:rPr>
          <w:szCs w:val="28"/>
        </w:rPr>
        <w:t>2. Передати у приватну власність земельні ділянки за межами населених пунктів на території Видричівської сільської ради в розмірі частки (паю) колишнього КСП  „</w:t>
      </w:r>
      <w:r w:rsidRPr="00167FF5">
        <w:rPr>
          <w:szCs w:val="28"/>
          <w:lang w:val="ru-RU"/>
        </w:rPr>
        <w:t xml:space="preserve"> Видричівське</w:t>
      </w:r>
      <w:r w:rsidRPr="00167FF5">
        <w:rPr>
          <w:szCs w:val="28"/>
        </w:rPr>
        <w:t xml:space="preserve"> ” громадянам:</w:t>
      </w:r>
    </w:p>
    <w:p w:rsidR="00761B87" w:rsidRPr="00167FF5" w:rsidRDefault="00761B87" w:rsidP="00F34437">
      <w:pPr>
        <w:ind w:firstLine="708"/>
        <w:jc w:val="both"/>
        <w:rPr>
          <w:szCs w:val="28"/>
        </w:rPr>
      </w:pPr>
      <w:r w:rsidRPr="00167FF5">
        <w:rPr>
          <w:szCs w:val="28"/>
        </w:rPr>
        <w:t xml:space="preserve">- </w:t>
      </w:r>
      <w:r>
        <w:rPr>
          <w:szCs w:val="28"/>
        </w:rPr>
        <w:t xml:space="preserve">Данилюк Єві Радіонівні для ведення особистого селянського господарства, </w:t>
      </w:r>
      <w:r w:rsidRPr="00167FF5">
        <w:rPr>
          <w:szCs w:val="28"/>
        </w:rPr>
        <w:t>кадастрові номери зареєстрованих земельних ділянок: 0721482200:01:000:</w:t>
      </w:r>
      <w:r>
        <w:rPr>
          <w:szCs w:val="28"/>
        </w:rPr>
        <w:t>0601</w:t>
      </w:r>
      <w:r w:rsidRPr="00167FF5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5362 га"/>
        </w:smartTagPr>
        <w:r w:rsidRPr="00167FF5">
          <w:rPr>
            <w:szCs w:val="28"/>
          </w:rPr>
          <w:t>0,</w:t>
        </w:r>
        <w:r>
          <w:rPr>
            <w:szCs w:val="28"/>
          </w:rPr>
          <w:t>5362</w:t>
        </w:r>
        <w:r w:rsidRPr="00167FF5">
          <w:rPr>
            <w:szCs w:val="28"/>
          </w:rPr>
          <w:t xml:space="preserve"> га</w:t>
        </w:r>
      </w:smartTag>
      <w:r w:rsidRPr="00167FF5">
        <w:rPr>
          <w:szCs w:val="28"/>
        </w:rPr>
        <w:t>, 0721482200:01:000:0</w:t>
      </w:r>
      <w:r>
        <w:rPr>
          <w:szCs w:val="28"/>
        </w:rPr>
        <w:t>600</w:t>
      </w:r>
      <w:r w:rsidRPr="00167FF5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3052 га"/>
        </w:smartTagPr>
        <w:r w:rsidRPr="00167FF5">
          <w:rPr>
            <w:szCs w:val="28"/>
          </w:rPr>
          <w:t>0,</w:t>
        </w:r>
        <w:r>
          <w:rPr>
            <w:szCs w:val="28"/>
          </w:rPr>
          <w:t>3052 га</w:t>
        </w:r>
      </w:smartTag>
      <w:r>
        <w:rPr>
          <w:szCs w:val="28"/>
        </w:rPr>
        <w:t>.</w:t>
      </w:r>
    </w:p>
    <w:p w:rsidR="00761B87" w:rsidRPr="00167FF5" w:rsidRDefault="00761B87" w:rsidP="008D6223">
      <w:pPr>
        <w:ind w:firstLine="708"/>
        <w:jc w:val="both"/>
        <w:rPr>
          <w:szCs w:val="28"/>
        </w:rPr>
      </w:pPr>
      <w:r w:rsidRPr="00167FF5">
        <w:rPr>
          <w:szCs w:val="28"/>
        </w:rPr>
        <w:t>- Сороці Марії Кирилівні для ведення особистого селянського господарства, кадастрові номери зареєстрованих земельних ділянок: 0721482200:0</w:t>
      </w:r>
      <w:r>
        <w:rPr>
          <w:szCs w:val="28"/>
        </w:rPr>
        <w:t>7</w:t>
      </w:r>
      <w:r w:rsidRPr="00167FF5">
        <w:rPr>
          <w:szCs w:val="28"/>
        </w:rPr>
        <w:t>:000:</w:t>
      </w:r>
      <w:r>
        <w:rPr>
          <w:szCs w:val="28"/>
        </w:rPr>
        <w:t>0032</w:t>
      </w:r>
      <w:r w:rsidRPr="00167FF5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745 га"/>
        </w:smartTagPr>
        <w:r w:rsidRPr="00167FF5">
          <w:rPr>
            <w:szCs w:val="28"/>
          </w:rPr>
          <w:t>0,</w:t>
        </w:r>
        <w:r>
          <w:rPr>
            <w:szCs w:val="28"/>
          </w:rPr>
          <w:t>1745</w:t>
        </w:r>
        <w:r w:rsidRPr="00167FF5">
          <w:rPr>
            <w:szCs w:val="28"/>
          </w:rPr>
          <w:t xml:space="preserve"> га</w:t>
        </w:r>
      </w:smartTag>
      <w:r w:rsidRPr="00167FF5">
        <w:rPr>
          <w:szCs w:val="28"/>
        </w:rPr>
        <w:t>, 072148</w:t>
      </w:r>
      <w:r>
        <w:rPr>
          <w:szCs w:val="28"/>
        </w:rPr>
        <w:t>2200:02</w:t>
      </w:r>
      <w:r w:rsidRPr="00167FF5">
        <w:rPr>
          <w:szCs w:val="28"/>
        </w:rPr>
        <w:t>:000:</w:t>
      </w:r>
      <w:r>
        <w:rPr>
          <w:szCs w:val="28"/>
        </w:rPr>
        <w:t>12</w:t>
      </w:r>
      <w:r w:rsidRPr="00167FF5">
        <w:rPr>
          <w:szCs w:val="28"/>
        </w:rPr>
        <w:t xml:space="preserve">85 площею </w:t>
      </w:r>
      <w:smartTag w:uri="urn:schemas-microsoft-com:office:smarttags" w:element="metricconverter">
        <w:smartTagPr>
          <w:attr w:name="ProductID" w:val="0,5388 га"/>
        </w:smartTagPr>
        <w:r w:rsidRPr="00167FF5">
          <w:rPr>
            <w:szCs w:val="28"/>
          </w:rPr>
          <w:t>0,</w:t>
        </w:r>
        <w:r>
          <w:rPr>
            <w:szCs w:val="28"/>
          </w:rPr>
          <w:t>5388</w:t>
        </w:r>
        <w:r w:rsidRPr="00167FF5">
          <w:rPr>
            <w:szCs w:val="28"/>
          </w:rPr>
          <w:t xml:space="preserve"> га</w:t>
        </w:r>
      </w:smartTag>
      <w:r w:rsidRPr="00167FF5">
        <w:rPr>
          <w:szCs w:val="28"/>
        </w:rPr>
        <w:t>, 072148</w:t>
      </w:r>
      <w:r>
        <w:rPr>
          <w:szCs w:val="28"/>
        </w:rPr>
        <w:t>2200:02</w:t>
      </w:r>
      <w:r w:rsidRPr="00167FF5">
        <w:rPr>
          <w:szCs w:val="28"/>
        </w:rPr>
        <w:t>:000:</w:t>
      </w:r>
      <w:r>
        <w:rPr>
          <w:szCs w:val="28"/>
        </w:rPr>
        <w:t>1284</w:t>
      </w:r>
      <w:r w:rsidRPr="00167FF5">
        <w:rPr>
          <w:szCs w:val="28"/>
        </w:rPr>
        <w:t xml:space="preserve"> площею </w:t>
      </w:r>
      <w:smartTag w:uri="urn:schemas-microsoft-com:office:smarttags" w:element="metricconverter">
        <w:smartTagPr>
          <w:attr w:name="ProductID" w:val="0,1009 га"/>
        </w:smartTagPr>
        <w:r w:rsidRPr="00167FF5">
          <w:rPr>
            <w:szCs w:val="28"/>
          </w:rPr>
          <w:t>0,</w:t>
        </w:r>
        <w:r>
          <w:rPr>
            <w:szCs w:val="28"/>
          </w:rPr>
          <w:t>1009 га</w:t>
        </w:r>
      </w:smartTag>
      <w:r>
        <w:rPr>
          <w:szCs w:val="28"/>
        </w:rPr>
        <w:t xml:space="preserve">, 0721482200:02:000:1283 площею </w:t>
      </w:r>
      <w:smartTag w:uri="urn:schemas-microsoft-com:office:smarttags" w:element="metricconverter">
        <w:smartTagPr>
          <w:attr w:name="ProductID" w:val="0,4212 га"/>
        </w:smartTagPr>
        <w:r>
          <w:rPr>
            <w:szCs w:val="28"/>
          </w:rPr>
          <w:t>0,4212 га</w:t>
        </w:r>
      </w:smartTag>
      <w:r w:rsidRPr="00167FF5">
        <w:rPr>
          <w:szCs w:val="28"/>
        </w:rPr>
        <w:t>.</w:t>
      </w:r>
    </w:p>
    <w:p w:rsidR="00761B87" w:rsidRPr="00167FF5" w:rsidRDefault="00761B87" w:rsidP="00AE2FB5">
      <w:pPr>
        <w:ind w:firstLine="539"/>
        <w:jc w:val="both"/>
        <w:rPr>
          <w:szCs w:val="28"/>
        </w:rPr>
      </w:pPr>
      <w:r w:rsidRPr="00167FF5">
        <w:rPr>
          <w:szCs w:val="28"/>
        </w:rPr>
        <w:t xml:space="preserve">3. Громадянам </w:t>
      </w:r>
      <w:r>
        <w:rPr>
          <w:szCs w:val="28"/>
        </w:rPr>
        <w:t>Данилюк Є.Р.,</w:t>
      </w:r>
      <w:r w:rsidRPr="00167FF5">
        <w:rPr>
          <w:szCs w:val="28"/>
        </w:rPr>
        <w:t xml:space="preserve"> Сороці М.К. право приватної власності на вищевказані земельні ділянки зареєструвати у встановленому законом  порядку.    </w:t>
      </w:r>
    </w:p>
    <w:p w:rsidR="00761B87" w:rsidRDefault="00761B87" w:rsidP="004A1944">
      <w:pPr>
        <w:tabs>
          <w:tab w:val="left" w:pos="851"/>
        </w:tabs>
        <w:ind w:firstLine="539"/>
        <w:jc w:val="both"/>
        <w:rPr>
          <w:szCs w:val="28"/>
        </w:rPr>
      </w:pPr>
      <w:r w:rsidRPr="00167FF5">
        <w:rPr>
          <w:szCs w:val="28"/>
        </w:rPr>
        <w:t>4. Видричівській сільській раді внести відповідні змін</w:t>
      </w:r>
      <w:r>
        <w:rPr>
          <w:szCs w:val="28"/>
        </w:rPr>
        <w:t>и в земельно-облікові документи.</w:t>
      </w:r>
    </w:p>
    <w:p w:rsidR="00761B87" w:rsidRPr="00167FF5" w:rsidRDefault="00761B87" w:rsidP="004A1944">
      <w:pPr>
        <w:tabs>
          <w:tab w:val="left" w:pos="851"/>
        </w:tabs>
        <w:ind w:firstLine="539"/>
        <w:jc w:val="both"/>
        <w:rPr>
          <w:szCs w:val="28"/>
        </w:rPr>
      </w:pPr>
    </w:p>
    <w:p w:rsidR="00761B87" w:rsidRPr="00167FF5" w:rsidRDefault="00761B87" w:rsidP="00D5616A">
      <w:pPr>
        <w:jc w:val="both"/>
        <w:rPr>
          <w:b/>
          <w:szCs w:val="28"/>
          <w:lang w:val="ru-RU"/>
        </w:rPr>
      </w:pPr>
      <w:r w:rsidRPr="00167FF5">
        <w:rPr>
          <w:szCs w:val="28"/>
          <w:lang w:val="ru-RU"/>
        </w:rPr>
        <w:t xml:space="preserve">Перший заступник голови                                                          </w:t>
      </w:r>
      <w:r w:rsidRPr="00167FF5">
        <w:rPr>
          <w:b/>
          <w:szCs w:val="28"/>
          <w:lang w:val="ru-RU"/>
        </w:rPr>
        <w:t>О.МИХАЛІК</w:t>
      </w:r>
    </w:p>
    <w:p w:rsidR="00761B87" w:rsidRPr="00167FF5" w:rsidRDefault="00761B87" w:rsidP="00166819">
      <w:pPr>
        <w:jc w:val="both"/>
        <w:rPr>
          <w:b/>
          <w:szCs w:val="28"/>
          <w:lang w:val="ru-RU"/>
        </w:rPr>
      </w:pPr>
    </w:p>
    <w:p w:rsidR="00761B87" w:rsidRDefault="00761B87" w:rsidP="004A1944">
      <w:pPr>
        <w:jc w:val="both"/>
        <w:rPr>
          <w:szCs w:val="28"/>
        </w:rPr>
      </w:pPr>
      <w:r w:rsidRPr="00167FF5">
        <w:rPr>
          <w:szCs w:val="28"/>
        </w:rPr>
        <w:t>Нікітчук</w:t>
      </w:r>
      <w:r>
        <w:rPr>
          <w:szCs w:val="28"/>
        </w:rPr>
        <w:t xml:space="preserve"> </w:t>
      </w:r>
      <w:r w:rsidRPr="00167FF5">
        <w:rPr>
          <w:szCs w:val="28"/>
        </w:rPr>
        <w:t xml:space="preserve"> 23068</w:t>
      </w:r>
    </w:p>
    <w:sectPr w:rsidR="00761B87" w:rsidSect="004A1944">
      <w:type w:val="evenPage"/>
      <w:pgSz w:w="11906" w:h="16838"/>
      <w:pgMar w:top="284" w:right="567" w:bottom="426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B87" w:rsidRDefault="00761B87" w:rsidP="004A378E">
      <w:r>
        <w:separator/>
      </w:r>
    </w:p>
  </w:endnote>
  <w:endnote w:type="continuationSeparator" w:id="0">
    <w:p w:rsidR="00761B87" w:rsidRDefault="00761B87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B87" w:rsidRDefault="00761B87" w:rsidP="004A378E">
      <w:r>
        <w:separator/>
      </w:r>
    </w:p>
  </w:footnote>
  <w:footnote w:type="continuationSeparator" w:id="0">
    <w:p w:rsidR="00761B87" w:rsidRDefault="00761B87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67FF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4399"/>
    <w:rsid w:val="002200B5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67812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46218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6886"/>
    <w:rsid w:val="004724C9"/>
    <w:rsid w:val="00485C23"/>
    <w:rsid w:val="00490142"/>
    <w:rsid w:val="00491DD9"/>
    <w:rsid w:val="004A1944"/>
    <w:rsid w:val="004A236A"/>
    <w:rsid w:val="004A378E"/>
    <w:rsid w:val="004A46DD"/>
    <w:rsid w:val="004A6491"/>
    <w:rsid w:val="004A740C"/>
    <w:rsid w:val="004B04A0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0A48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4358"/>
    <w:rsid w:val="006B611C"/>
    <w:rsid w:val="006B7BC8"/>
    <w:rsid w:val="006C1D58"/>
    <w:rsid w:val="006C2538"/>
    <w:rsid w:val="006C5593"/>
    <w:rsid w:val="006D41B8"/>
    <w:rsid w:val="006D73AA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B87"/>
    <w:rsid w:val="00761E4F"/>
    <w:rsid w:val="00764860"/>
    <w:rsid w:val="00765E3B"/>
    <w:rsid w:val="0077163B"/>
    <w:rsid w:val="00773B7E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60B6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A6780"/>
    <w:rsid w:val="008B2134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1531F"/>
    <w:rsid w:val="00923C95"/>
    <w:rsid w:val="009259FF"/>
    <w:rsid w:val="009277DE"/>
    <w:rsid w:val="00941066"/>
    <w:rsid w:val="009418AA"/>
    <w:rsid w:val="009428E8"/>
    <w:rsid w:val="0094339E"/>
    <w:rsid w:val="00962EE4"/>
    <w:rsid w:val="00965771"/>
    <w:rsid w:val="00966097"/>
    <w:rsid w:val="00966CD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566D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2738"/>
    <w:rsid w:val="00A53E0C"/>
    <w:rsid w:val="00A55CE4"/>
    <w:rsid w:val="00A620BB"/>
    <w:rsid w:val="00A626CC"/>
    <w:rsid w:val="00A7614A"/>
    <w:rsid w:val="00A81CB6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38D8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B1F"/>
    <w:rsid w:val="00C53C69"/>
    <w:rsid w:val="00C55ADE"/>
    <w:rsid w:val="00C565F1"/>
    <w:rsid w:val="00C57215"/>
    <w:rsid w:val="00C658D6"/>
    <w:rsid w:val="00C77DF6"/>
    <w:rsid w:val="00C801C4"/>
    <w:rsid w:val="00C815CD"/>
    <w:rsid w:val="00C8457D"/>
    <w:rsid w:val="00C858D8"/>
    <w:rsid w:val="00C90F7C"/>
    <w:rsid w:val="00C91C87"/>
    <w:rsid w:val="00C93246"/>
    <w:rsid w:val="00CA02E1"/>
    <w:rsid w:val="00CA7C00"/>
    <w:rsid w:val="00CB13B9"/>
    <w:rsid w:val="00CB6384"/>
    <w:rsid w:val="00CB6456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34"/>
    <w:rsid w:val="00DA586B"/>
    <w:rsid w:val="00DB43EA"/>
    <w:rsid w:val="00DB66D6"/>
    <w:rsid w:val="00DC0CDE"/>
    <w:rsid w:val="00DD0E04"/>
    <w:rsid w:val="00DD62BB"/>
    <w:rsid w:val="00DD7A0B"/>
    <w:rsid w:val="00DE1174"/>
    <w:rsid w:val="00DE2BA2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67E7D"/>
    <w:rsid w:val="00E73430"/>
    <w:rsid w:val="00E84AFE"/>
    <w:rsid w:val="00EA0437"/>
    <w:rsid w:val="00EA04B7"/>
    <w:rsid w:val="00EA15E8"/>
    <w:rsid w:val="00EA4C17"/>
    <w:rsid w:val="00EA5B30"/>
    <w:rsid w:val="00EB318E"/>
    <w:rsid w:val="00EB56A4"/>
    <w:rsid w:val="00EC10A1"/>
    <w:rsid w:val="00ED058D"/>
    <w:rsid w:val="00ED175A"/>
    <w:rsid w:val="00ED4F2B"/>
    <w:rsid w:val="00EE58D0"/>
    <w:rsid w:val="00EE65BB"/>
    <w:rsid w:val="00F04CE2"/>
    <w:rsid w:val="00F079CC"/>
    <w:rsid w:val="00F34437"/>
    <w:rsid w:val="00F3579A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7422"/>
    <w:rsid w:val="00FE5A48"/>
    <w:rsid w:val="00FE5D3D"/>
    <w:rsid w:val="00FE71BE"/>
    <w:rsid w:val="00FE7634"/>
    <w:rsid w:val="00FF0543"/>
    <w:rsid w:val="00FF6F5E"/>
    <w:rsid w:val="00FF7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6456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B6456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B6456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B6456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CB6456"/>
    <w:rPr>
      <w:rFonts w:ascii="Cambria" w:hAnsi="Cambria" w:cs="Times New Roman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B6456"/>
    <w:rPr>
      <w:rFonts w:cs="Times New Roman"/>
      <w:sz w:val="24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7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332</Words>
  <Characters>1893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2017-10-18T12:49:00Z</cp:lastPrinted>
  <dcterms:created xsi:type="dcterms:W3CDTF">2017-10-20T06:06:00Z</dcterms:created>
  <dcterms:modified xsi:type="dcterms:W3CDTF">2017-10-20T06:06:00Z</dcterms:modified>
</cp:coreProperties>
</file>