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E2" w:rsidRPr="000F20E0" w:rsidRDefault="004B0AE2" w:rsidP="006F0F46">
      <w:pPr>
        <w:jc w:val="center"/>
        <w:rPr>
          <w:snapToGrid w:val="0"/>
          <w:spacing w:val="8"/>
          <w:sz w:val="24"/>
        </w:rPr>
      </w:pPr>
      <w:r w:rsidRPr="0005209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B0AE2" w:rsidRPr="000F20E0" w:rsidRDefault="004B0AE2" w:rsidP="002A4A36">
      <w:pPr>
        <w:spacing w:line="360" w:lineRule="auto"/>
        <w:rPr>
          <w:spacing w:val="8"/>
          <w:sz w:val="12"/>
          <w:szCs w:val="20"/>
        </w:rPr>
      </w:pPr>
    </w:p>
    <w:p w:rsidR="004B0AE2" w:rsidRPr="000F20E0" w:rsidRDefault="004B0AE2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4B0AE2" w:rsidRPr="000F20E0" w:rsidRDefault="004B0AE2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4B0AE2" w:rsidRPr="000F20E0" w:rsidRDefault="004B0AE2" w:rsidP="002A4A36">
      <w:pPr>
        <w:jc w:val="center"/>
        <w:rPr>
          <w:b/>
          <w:sz w:val="16"/>
          <w:szCs w:val="16"/>
        </w:rPr>
      </w:pPr>
    </w:p>
    <w:p w:rsidR="004B0AE2" w:rsidRPr="000F20E0" w:rsidRDefault="004B0AE2" w:rsidP="002A4A36">
      <w:pPr>
        <w:jc w:val="center"/>
        <w:rPr>
          <w:b/>
          <w:sz w:val="16"/>
          <w:szCs w:val="16"/>
        </w:rPr>
      </w:pPr>
    </w:p>
    <w:p w:rsidR="004B0AE2" w:rsidRPr="000F20E0" w:rsidRDefault="004B0AE2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4B0AE2" w:rsidRPr="000F20E0" w:rsidRDefault="004B0AE2" w:rsidP="00BE11DE">
      <w:pPr>
        <w:pStyle w:val="Title"/>
        <w:jc w:val="left"/>
        <w:rPr>
          <w:sz w:val="20"/>
          <w:szCs w:val="20"/>
        </w:rPr>
      </w:pPr>
    </w:p>
    <w:p w:rsidR="004B0AE2" w:rsidRPr="000F20E0" w:rsidRDefault="004B0AE2" w:rsidP="00BE11DE">
      <w:pPr>
        <w:pStyle w:val="Title"/>
        <w:jc w:val="left"/>
      </w:pPr>
      <w:r>
        <w:rPr>
          <w:szCs w:val="28"/>
        </w:rPr>
        <w:t xml:space="preserve">03 жовтня 2017 року 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274</w:t>
      </w:r>
    </w:p>
    <w:p w:rsidR="004B0AE2" w:rsidRPr="000F20E0" w:rsidRDefault="004B0AE2" w:rsidP="002A4A36">
      <w:pPr>
        <w:pStyle w:val="Title"/>
        <w:jc w:val="left"/>
      </w:pPr>
    </w:p>
    <w:p w:rsidR="004B0AE2" w:rsidRPr="000F20E0" w:rsidRDefault="004B0AE2" w:rsidP="00B06364">
      <w:pPr>
        <w:jc w:val="center"/>
      </w:pPr>
      <w:r w:rsidRPr="000F20E0">
        <w:t>Про затвердження технічної документації із</w:t>
      </w:r>
    </w:p>
    <w:p w:rsidR="004B0AE2" w:rsidRPr="000F20E0" w:rsidRDefault="004B0AE2" w:rsidP="00B06364">
      <w:pPr>
        <w:jc w:val="center"/>
      </w:pPr>
      <w:r w:rsidRPr="000F20E0">
        <w:t>землеустрою щодо встановлення меж земельних</w:t>
      </w:r>
    </w:p>
    <w:p w:rsidR="004B0AE2" w:rsidRPr="000F20E0" w:rsidRDefault="004B0AE2" w:rsidP="00B06364">
      <w:pPr>
        <w:jc w:val="center"/>
      </w:pPr>
      <w:r w:rsidRPr="000F20E0">
        <w:t>ділянок част</w:t>
      </w:r>
      <w:r>
        <w:t>о</w:t>
      </w:r>
      <w:r w:rsidRPr="000F20E0">
        <w:t>к (па</w:t>
      </w:r>
      <w:r>
        <w:t>їв</w:t>
      </w:r>
      <w:r w:rsidRPr="000F20E0">
        <w:t xml:space="preserve">) колишнього </w:t>
      </w:r>
      <w:r>
        <w:t>СВК</w:t>
      </w:r>
      <w:r>
        <w:rPr>
          <w:szCs w:val="28"/>
        </w:rPr>
        <w:t xml:space="preserve"> «Видричівське»</w:t>
      </w:r>
    </w:p>
    <w:p w:rsidR="004B0AE2" w:rsidRPr="003565F5" w:rsidRDefault="004B0AE2" w:rsidP="00B06364">
      <w:pPr>
        <w:jc w:val="center"/>
      </w:pPr>
      <w:r w:rsidRPr="000F20E0">
        <w:t>в натурі (на  місцевості)</w:t>
      </w:r>
    </w:p>
    <w:p w:rsidR="004B0AE2" w:rsidRPr="000F20E0" w:rsidRDefault="004B0AE2" w:rsidP="00E41E7E"/>
    <w:p w:rsidR="004B0AE2" w:rsidRDefault="004B0AE2" w:rsidP="00D246D9">
      <w:pPr>
        <w:ind w:firstLine="708"/>
        <w:jc w:val="both"/>
      </w:pPr>
      <w:r w:rsidRPr="000F20E0">
        <w:t>Розглянувши заяву</w:t>
      </w:r>
      <w:r>
        <w:t xml:space="preserve"> про затвердження технічної документації із землеустрою щодо встановлення меж земельних ділянок часток (паїв) колишнього  КСП  «Видричівське»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4B0AE2" w:rsidRDefault="004B0AE2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КСП  «Видричівське» </w:t>
      </w:r>
      <w:r>
        <w:rPr>
          <w:szCs w:val="28"/>
        </w:rPr>
        <w:t xml:space="preserve">в натурі (на місцевості) </w:t>
      </w:r>
      <w:r>
        <w:t xml:space="preserve"> на право на земельні частки (паї).</w:t>
      </w:r>
    </w:p>
    <w:p w:rsidR="004B0AE2" w:rsidRDefault="004B0AE2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>колишнього КСП  «Видричівське» :</w:t>
      </w:r>
    </w:p>
    <w:p w:rsidR="004B0AE2" w:rsidRDefault="004B0AE2" w:rsidP="009051EE">
      <w:pPr>
        <w:ind w:firstLine="708"/>
        <w:jc w:val="both"/>
        <w:rPr>
          <w:szCs w:val="28"/>
        </w:rPr>
      </w:pPr>
      <w:r>
        <w:t>- Свято-Стрітенському жіночому монастирю</w:t>
      </w:r>
      <w:r>
        <w:rPr>
          <w:szCs w:val="28"/>
        </w:rPr>
        <w:t xml:space="preserve"> для ведення особистого селянського господарства, власнику земельних часток (паїв) </w:t>
      </w:r>
      <w:r>
        <w:t>колишнього КСП  «Видричівське»</w:t>
      </w:r>
      <w:r>
        <w:rPr>
          <w:szCs w:val="28"/>
        </w:rPr>
        <w:t xml:space="preserve">, кадастрові номери зареєстрованих земельних ділянок: 0721482200:04:000:0085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>0,1200 га</w:t>
        </w:r>
      </w:smartTag>
      <w:r>
        <w:rPr>
          <w:szCs w:val="28"/>
        </w:rPr>
        <w:t xml:space="preserve">, 0721482200:04:000:0082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 га</w:t>
        </w:r>
      </w:smartTag>
      <w:r>
        <w:rPr>
          <w:szCs w:val="28"/>
        </w:rPr>
        <w:t xml:space="preserve">, 0721482200:04:000:0083 площею </w:t>
      </w:r>
      <w:smartTag w:uri="urn:schemas-microsoft-com:office:smarttags" w:element="metricconverter">
        <w:smartTagPr>
          <w:attr w:name="ProductID" w:val="0,4859 га"/>
        </w:smartTagPr>
        <w:r>
          <w:rPr>
            <w:szCs w:val="28"/>
          </w:rPr>
          <w:t>0,4859 га</w:t>
        </w:r>
      </w:smartTag>
      <w:r>
        <w:rPr>
          <w:szCs w:val="28"/>
        </w:rPr>
        <w:t xml:space="preserve">, 0721482200:04:000:0084 площею </w:t>
      </w:r>
      <w:smartTag w:uri="urn:schemas-microsoft-com:office:smarttags" w:element="metricconverter">
        <w:smartTagPr>
          <w:attr w:name="ProductID" w:val="0,4991 га"/>
        </w:smartTagPr>
        <w:r>
          <w:rPr>
            <w:szCs w:val="28"/>
          </w:rPr>
          <w:t>0,4991 га</w:t>
        </w:r>
      </w:smartTag>
      <w:r>
        <w:rPr>
          <w:szCs w:val="28"/>
        </w:rPr>
        <w:t xml:space="preserve">  право на які посвідчено сертифікатом на право на земельну частку (пай).</w:t>
      </w:r>
    </w:p>
    <w:p w:rsidR="004B0AE2" w:rsidRDefault="004B0AE2" w:rsidP="009051EE">
      <w:pPr>
        <w:ind w:firstLine="708"/>
        <w:jc w:val="both"/>
      </w:pPr>
      <w:r>
        <w:t xml:space="preserve">3. Свято-Стрітенському жіночому монастирю  право приватної власності на вищевказані земельні ділянки зареєструвати у встановленому законом  порядку. </w:t>
      </w:r>
    </w:p>
    <w:p w:rsidR="004B0AE2" w:rsidRDefault="004B0AE2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Видричівській сільській раді внести відповідні зміни в земельно - облікові документи.</w:t>
      </w:r>
    </w:p>
    <w:p w:rsidR="004B0AE2" w:rsidRPr="00B06364" w:rsidRDefault="004B0AE2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B0AE2" w:rsidRDefault="004B0AE2" w:rsidP="00B13739">
      <w:pPr>
        <w:rPr>
          <w:b/>
        </w:rPr>
      </w:pPr>
      <w:r>
        <w:t xml:space="preserve">Голова                                                                                           </w:t>
      </w:r>
      <w:r w:rsidRPr="003D5500">
        <w:rPr>
          <w:b/>
        </w:rPr>
        <w:t>В.ДУНАЙЧУК</w:t>
      </w:r>
    </w:p>
    <w:p w:rsidR="004B0AE2" w:rsidRPr="00B13739" w:rsidRDefault="004B0AE2" w:rsidP="00B13739"/>
    <w:p w:rsidR="004B0AE2" w:rsidRDefault="004B0AE2" w:rsidP="009F1BF4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4B0AE2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209C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43FA1"/>
    <w:rsid w:val="00355720"/>
    <w:rsid w:val="003565F5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D5500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0AE2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56C0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33AE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93ED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3739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71203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1711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  <w:rsid w:val="00FF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91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1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91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91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C491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C491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4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312</Words>
  <Characters>1780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2017-09-27T05:59:00Z</cp:lastPrinted>
  <dcterms:created xsi:type="dcterms:W3CDTF">2017-10-10T09:01:00Z</dcterms:created>
  <dcterms:modified xsi:type="dcterms:W3CDTF">2017-10-10T09:01:00Z</dcterms:modified>
</cp:coreProperties>
</file>