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22" w:rsidRPr="00A05026" w:rsidRDefault="00DB5722" w:rsidP="00F13711">
      <w:pPr>
        <w:jc w:val="center"/>
        <w:rPr>
          <w:snapToGrid w:val="0"/>
          <w:spacing w:val="8"/>
          <w:sz w:val="24"/>
        </w:rPr>
      </w:pPr>
      <w:r w:rsidRPr="00B45FE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B5722" w:rsidRPr="00A05026" w:rsidRDefault="00DB5722" w:rsidP="004C50C6">
      <w:pPr>
        <w:jc w:val="center"/>
        <w:rPr>
          <w:snapToGrid w:val="0"/>
          <w:spacing w:val="8"/>
          <w:sz w:val="24"/>
        </w:rPr>
      </w:pPr>
    </w:p>
    <w:p w:rsidR="00DB5722" w:rsidRPr="00A05026" w:rsidRDefault="00DB5722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DB5722" w:rsidRPr="00A05026" w:rsidRDefault="00DB5722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DB5722" w:rsidRPr="00A05026" w:rsidRDefault="00DB5722" w:rsidP="004C50C6">
      <w:pPr>
        <w:jc w:val="center"/>
        <w:rPr>
          <w:b/>
          <w:sz w:val="16"/>
          <w:szCs w:val="16"/>
        </w:rPr>
      </w:pPr>
    </w:p>
    <w:p w:rsidR="00DB5722" w:rsidRPr="00A05026" w:rsidRDefault="00DB5722" w:rsidP="004C50C6">
      <w:pPr>
        <w:jc w:val="center"/>
        <w:rPr>
          <w:b/>
          <w:sz w:val="16"/>
          <w:szCs w:val="16"/>
        </w:rPr>
      </w:pPr>
    </w:p>
    <w:p w:rsidR="00DB5722" w:rsidRPr="00780C91" w:rsidRDefault="00DB5722" w:rsidP="004C50C6">
      <w:pPr>
        <w:pStyle w:val="Heading1"/>
        <w:rPr>
          <w:sz w:val="32"/>
          <w:szCs w:val="32"/>
        </w:rPr>
      </w:pPr>
      <w:r w:rsidRPr="00780C91">
        <w:rPr>
          <w:sz w:val="32"/>
          <w:szCs w:val="32"/>
        </w:rPr>
        <w:t>РОЗПОРЯДЖЕННЯ</w:t>
      </w:r>
    </w:p>
    <w:p w:rsidR="00DB5722" w:rsidRPr="00780C91" w:rsidRDefault="00DB5722" w:rsidP="004C50C6">
      <w:pPr>
        <w:pStyle w:val="Title"/>
        <w:jc w:val="left"/>
        <w:rPr>
          <w:sz w:val="32"/>
          <w:szCs w:val="32"/>
        </w:rPr>
      </w:pPr>
    </w:p>
    <w:p w:rsidR="00DB5722" w:rsidRPr="00A05026" w:rsidRDefault="00DB5722" w:rsidP="004C50C6">
      <w:pPr>
        <w:pStyle w:val="Title"/>
        <w:jc w:val="left"/>
        <w:rPr>
          <w:sz w:val="20"/>
          <w:szCs w:val="20"/>
        </w:rPr>
      </w:pPr>
    </w:p>
    <w:p w:rsidR="00DB5722" w:rsidRPr="00A05026" w:rsidRDefault="00DB5722" w:rsidP="004C50C6">
      <w:pPr>
        <w:pStyle w:val="Title"/>
        <w:jc w:val="left"/>
      </w:pPr>
      <w:r>
        <w:rPr>
          <w:szCs w:val="28"/>
        </w:rPr>
        <w:t xml:space="preserve">27 вересня 2017 року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  <w:t xml:space="preserve">                 </w:t>
      </w:r>
      <w:r>
        <w:tab/>
        <w:t>№ 266</w:t>
      </w:r>
    </w:p>
    <w:p w:rsidR="00DB5722" w:rsidRPr="00A05026" w:rsidRDefault="00DB5722" w:rsidP="00163BDD">
      <w:pPr>
        <w:jc w:val="both"/>
      </w:pPr>
    </w:p>
    <w:p w:rsidR="00DB5722" w:rsidRPr="00A05026" w:rsidRDefault="00DB5722" w:rsidP="00A05026">
      <w:pPr>
        <w:jc w:val="center"/>
      </w:pPr>
    </w:p>
    <w:p w:rsidR="00DB5722" w:rsidRPr="00A05026" w:rsidRDefault="00DB5722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</w:t>
      </w:r>
      <w:r>
        <w:rPr>
          <w:szCs w:val="28"/>
        </w:rPr>
        <w:t xml:space="preserve">гр. Кузьмичу В.М. 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DB5722" w:rsidRPr="00A05026" w:rsidRDefault="00DB5722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DB5722" w:rsidRPr="00A05026" w:rsidRDefault="00DB5722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>колишнь</w:t>
      </w:r>
      <w:r>
        <w:rPr>
          <w:szCs w:val="28"/>
        </w:rPr>
        <w:t>ого</w:t>
      </w:r>
    </w:p>
    <w:p w:rsidR="00DB5722" w:rsidRPr="00A05026" w:rsidRDefault="00DB5722" w:rsidP="00A05026">
      <w:pPr>
        <w:jc w:val="center"/>
        <w:rPr>
          <w:szCs w:val="28"/>
        </w:rPr>
      </w:pPr>
      <w:r>
        <w:rPr>
          <w:szCs w:val="28"/>
        </w:rPr>
        <w:t xml:space="preserve">КСП </w:t>
      </w:r>
      <w:r w:rsidRPr="00A05026">
        <w:rPr>
          <w:szCs w:val="28"/>
        </w:rPr>
        <w:t>«</w:t>
      </w:r>
      <w:r>
        <w:rPr>
          <w:szCs w:val="28"/>
        </w:rPr>
        <w:t>Гуто-Боровенське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rPr>
          <w:szCs w:val="28"/>
        </w:rPr>
        <w:t>в натурі (на  місцевості)</w:t>
      </w:r>
    </w:p>
    <w:p w:rsidR="00DB5722" w:rsidRPr="00A05026" w:rsidRDefault="00DB5722" w:rsidP="001B6D24"/>
    <w:p w:rsidR="00DB5722" w:rsidRPr="00A05026" w:rsidRDefault="00DB5722" w:rsidP="001B6D24">
      <w:r>
        <w:t xml:space="preserve"> </w:t>
      </w:r>
    </w:p>
    <w:p w:rsidR="00DB5722" w:rsidRPr="00A05026" w:rsidRDefault="00DB5722" w:rsidP="00A05026">
      <w:pPr>
        <w:ind w:firstLine="708"/>
        <w:jc w:val="both"/>
      </w:pPr>
      <w:r w:rsidRPr="00A05026">
        <w:t>Розгля</w:t>
      </w:r>
      <w:r>
        <w:t>нувши заяву власника сертифікатів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</w:t>
      </w:r>
      <w:r>
        <w:rPr>
          <w:szCs w:val="28"/>
        </w:rPr>
        <w:t xml:space="preserve">ого КСП </w:t>
      </w:r>
      <w:r w:rsidRPr="00A05026">
        <w:rPr>
          <w:szCs w:val="28"/>
        </w:rPr>
        <w:t>«</w:t>
      </w:r>
      <w:r>
        <w:rPr>
          <w:szCs w:val="28"/>
        </w:rPr>
        <w:t>Гуто-Боровенське</w:t>
      </w:r>
      <w:r w:rsidRPr="00A05026">
        <w:rPr>
          <w:szCs w:val="28"/>
        </w:rPr>
        <w:t>»</w:t>
      </w:r>
      <w:r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DB5722" w:rsidRPr="00A05026" w:rsidRDefault="00DB5722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</w:t>
      </w:r>
      <w:r>
        <w:t>ення меж земельних ділянок часток (паїв</w:t>
      </w:r>
      <w:r w:rsidRPr="00A05026">
        <w:t xml:space="preserve">) </w:t>
      </w:r>
      <w:r>
        <w:rPr>
          <w:szCs w:val="28"/>
        </w:rPr>
        <w:t xml:space="preserve">колишнього КСП </w:t>
      </w:r>
      <w:r w:rsidRPr="00A05026">
        <w:rPr>
          <w:szCs w:val="28"/>
        </w:rPr>
        <w:t>«</w:t>
      </w:r>
      <w:r>
        <w:rPr>
          <w:szCs w:val="28"/>
        </w:rPr>
        <w:t>Гуто-Боровенське</w:t>
      </w:r>
      <w:r w:rsidRPr="00A05026">
        <w:rPr>
          <w:szCs w:val="28"/>
        </w:rPr>
        <w:t>»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Гуто-Боровенської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DB5722" w:rsidRPr="00A05026" w:rsidRDefault="00DB5722" w:rsidP="00A05026">
      <w:pPr>
        <w:ind w:firstLine="708"/>
        <w:jc w:val="both"/>
      </w:pPr>
      <w:r w:rsidRPr="00A05026">
        <w:t xml:space="preserve">- </w:t>
      </w:r>
      <w:r>
        <w:t>Кузьмичу Віктору Миколайовичу, власнику сертифікатів</w:t>
      </w:r>
      <w:r w:rsidRPr="00A05026">
        <w:t xml:space="preserve"> на право на земельну частку (пай) серії </w:t>
      </w:r>
      <w:r>
        <w:t>ВЛ № 004243, ВЛ № 004260.</w:t>
      </w:r>
    </w:p>
    <w:p w:rsidR="00DB5722" w:rsidRPr="00A05026" w:rsidRDefault="00DB5722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DB5722" w:rsidRPr="00A05026" w:rsidRDefault="00DB5722" w:rsidP="001B6D24"/>
    <w:p w:rsidR="00DB5722" w:rsidRPr="00A05026" w:rsidRDefault="00DB5722" w:rsidP="001B6D24"/>
    <w:p w:rsidR="00DB5722" w:rsidRPr="00A05026" w:rsidRDefault="00DB5722" w:rsidP="001B6D24"/>
    <w:p w:rsidR="00DB5722" w:rsidRPr="00A05026" w:rsidRDefault="00DB5722" w:rsidP="001B6D24"/>
    <w:p w:rsidR="00DB5722" w:rsidRPr="00A05026" w:rsidRDefault="00DB5722" w:rsidP="001B6D24"/>
    <w:p w:rsidR="00DB5722" w:rsidRPr="00A05026" w:rsidRDefault="00DB5722" w:rsidP="001B6D24">
      <w:r>
        <w:t>Голова</w:t>
      </w:r>
      <w:r w:rsidRPr="00A05026">
        <w:t xml:space="preserve">                                                         </w:t>
      </w:r>
      <w:r>
        <w:t xml:space="preserve">  </w:t>
      </w:r>
      <w:r>
        <w:rPr>
          <w:b/>
        </w:rPr>
        <w:t xml:space="preserve">                                В.ДУНАЙЧУК</w:t>
      </w:r>
    </w:p>
    <w:p w:rsidR="00DB5722" w:rsidRPr="00A05026" w:rsidRDefault="00DB5722" w:rsidP="001B6D24"/>
    <w:p w:rsidR="00DB5722" w:rsidRPr="00400AFD" w:rsidRDefault="00DB5722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DB5722" w:rsidRPr="00A05026" w:rsidRDefault="00DB5722" w:rsidP="001B6D24"/>
    <w:sectPr w:rsidR="00DB5722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722" w:rsidRDefault="00DB5722" w:rsidP="00D113DB">
      <w:r>
        <w:separator/>
      </w:r>
    </w:p>
  </w:endnote>
  <w:endnote w:type="continuationSeparator" w:id="0">
    <w:p w:rsidR="00DB5722" w:rsidRDefault="00DB5722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722" w:rsidRDefault="00DB5722" w:rsidP="00D113DB">
      <w:r>
        <w:separator/>
      </w:r>
    </w:p>
  </w:footnote>
  <w:footnote w:type="continuationSeparator" w:id="0">
    <w:p w:rsidR="00DB5722" w:rsidRDefault="00DB5722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4C8"/>
    <w:multiLevelType w:val="hybridMultilevel"/>
    <w:tmpl w:val="9CE4405A"/>
    <w:lvl w:ilvl="0" w:tplc="3CC4B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17536"/>
    <w:rsid w:val="00021F00"/>
    <w:rsid w:val="00022554"/>
    <w:rsid w:val="00026AE3"/>
    <w:rsid w:val="00031CFB"/>
    <w:rsid w:val="00046327"/>
    <w:rsid w:val="000539C8"/>
    <w:rsid w:val="00057720"/>
    <w:rsid w:val="00057FD4"/>
    <w:rsid w:val="00061630"/>
    <w:rsid w:val="00062975"/>
    <w:rsid w:val="00071075"/>
    <w:rsid w:val="00094177"/>
    <w:rsid w:val="0009683A"/>
    <w:rsid w:val="000A4A8C"/>
    <w:rsid w:val="000A66CA"/>
    <w:rsid w:val="000B33A3"/>
    <w:rsid w:val="000D0568"/>
    <w:rsid w:val="000F293B"/>
    <w:rsid w:val="00103A1E"/>
    <w:rsid w:val="00103D00"/>
    <w:rsid w:val="0010420A"/>
    <w:rsid w:val="00106185"/>
    <w:rsid w:val="001112AB"/>
    <w:rsid w:val="00115DDC"/>
    <w:rsid w:val="00116FC1"/>
    <w:rsid w:val="001233C6"/>
    <w:rsid w:val="00126C58"/>
    <w:rsid w:val="0014174A"/>
    <w:rsid w:val="00150DCE"/>
    <w:rsid w:val="00153A00"/>
    <w:rsid w:val="00163BDD"/>
    <w:rsid w:val="00170F87"/>
    <w:rsid w:val="001754A2"/>
    <w:rsid w:val="00176697"/>
    <w:rsid w:val="00183E3E"/>
    <w:rsid w:val="00197F79"/>
    <w:rsid w:val="001A2FF2"/>
    <w:rsid w:val="001A47AE"/>
    <w:rsid w:val="001A55A3"/>
    <w:rsid w:val="001A7883"/>
    <w:rsid w:val="001B07C7"/>
    <w:rsid w:val="001B27D9"/>
    <w:rsid w:val="001B3068"/>
    <w:rsid w:val="001B6D24"/>
    <w:rsid w:val="001D1B08"/>
    <w:rsid w:val="001D1CCF"/>
    <w:rsid w:val="001E514E"/>
    <w:rsid w:val="001F55AA"/>
    <w:rsid w:val="001F6014"/>
    <w:rsid w:val="00203A9A"/>
    <w:rsid w:val="00206814"/>
    <w:rsid w:val="002223C6"/>
    <w:rsid w:val="00225ACF"/>
    <w:rsid w:val="002269ED"/>
    <w:rsid w:val="0022746F"/>
    <w:rsid w:val="002304B6"/>
    <w:rsid w:val="00231D11"/>
    <w:rsid w:val="00237A21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B02FC"/>
    <w:rsid w:val="002C33F5"/>
    <w:rsid w:val="002C4595"/>
    <w:rsid w:val="002D22BC"/>
    <w:rsid w:val="002D37BC"/>
    <w:rsid w:val="002D758A"/>
    <w:rsid w:val="002E0180"/>
    <w:rsid w:val="002E3BA1"/>
    <w:rsid w:val="002F0344"/>
    <w:rsid w:val="002F3CF1"/>
    <w:rsid w:val="00302869"/>
    <w:rsid w:val="00314FF4"/>
    <w:rsid w:val="00317988"/>
    <w:rsid w:val="0032639B"/>
    <w:rsid w:val="003343B5"/>
    <w:rsid w:val="00334870"/>
    <w:rsid w:val="00361B5B"/>
    <w:rsid w:val="00361F44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07D94"/>
    <w:rsid w:val="00410F37"/>
    <w:rsid w:val="004312D4"/>
    <w:rsid w:val="00456C12"/>
    <w:rsid w:val="00463C29"/>
    <w:rsid w:val="004720B5"/>
    <w:rsid w:val="00490A24"/>
    <w:rsid w:val="004A00FE"/>
    <w:rsid w:val="004A6BFA"/>
    <w:rsid w:val="004A772A"/>
    <w:rsid w:val="004B3002"/>
    <w:rsid w:val="004C50C6"/>
    <w:rsid w:val="004E1818"/>
    <w:rsid w:val="004E4CA7"/>
    <w:rsid w:val="004E4F92"/>
    <w:rsid w:val="004E5AA1"/>
    <w:rsid w:val="004E78E3"/>
    <w:rsid w:val="005019DB"/>
    <w:rsid w:val="005065FF"/>
    <w:rsid w:val="005317A2"/>
    <w:rsid w:val="005513FD"/>
    <w:rsid w:val="00556C7D"/>
    <w:rsid w:val="0056747D"/>
    <w:rsid w:val="00575828"/>
    <w:rsid w:val="0058054F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E7D37"/>
    <w:rsid w:val="005F345D"/>
    <w:rsid w:val="005F609B"/>
    <w:rsid w:val="00600096"/>
    <w:rsid w:val="006122A3"/>
    <w:rsid w:val="0061237F"/>
    <w:rsid w:val="00615691"/>
    <w:rsid w:val="006373EB"/>
    <w:rsid w:val="00646375"/>
    <w:rsid w:val="00656B73"/>
    <w:rsid w:val="006738DC"/>
    <w:rsid w:val="006761ED"/>
    <w:rsid w:val="006A1F66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80C91"/>
    <w:rsid w:val="0079445D"/>
    <w:rsid w:val="00797978"/>
    <w:rsid w:val="007A1A71"/>
    <w:rsid w:val="007B63B8"/>
    <w:rsid w:val="007C32F9"/>
    <w:rsid w:val="007D1273"/>
    <w:rsid w:val="007E405B"/>
    <w:rsid w:val="007E61B3"/>
    <w:rsid w:val="007E73CF"/>
    <w:rsid w:val="007F1B7C"/>
    <w:rsid w:val="007F3E87"/>
    <w:rsid w:val="008057D9"/>
    <w:rsid w:val="00806C40"/>
    <w:rsid w:val="008109A9"/>
    <w:rsid w:val="00833098"/>
    <w:rsid w:val="00834A7C"/>
    <w:rsid w:val="00844C4E"/>
    <w:rsid w:val="00857CB6"/>
    <w:rsid w:val="008610D4"/>
    <w:rsid w:val="00865215"/>
    <w:rsid w:val="00877E46"/>
    <w:rsid w:val="0088149D"/>
    <w:rsid w:val="00883B85"/>
    <w:rsid w:val="00892163"/>
    <w:rsid w:val="0089774F"/>
    <w:rsid w:val="00897DA2"/>
    <w:rsid w:val="008A3D82"/>
    <w:rsid w:val="008A5052"/>
    <w:rsid w:val="008C6AD3"/>
    <w:rsid w:val="008E6E2F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A2F92"/>
    <w:rsid w:val="009A6570"/>
    <w:rsid w:val="009B1F99"/>
    <w:rsid w:val="009C0C0D"/>
    <w:rsid w:val="009C35F0"/>
    <w:rsid w:val="009D06CB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34F07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AD100E"/>
    <w:rsid w:val="00AE0A48"/>
    <w:rsid w:val="00B044C7"/>
    <w:rsid w:val="00B142CC"/>
    <w:rsid w:val="00B169B5"/>
    <w:rsid w:val="00B21D35"/>
    <w:rsid w:val="00B2560E"/>
    <w:rsid w:val="00B361E9"/>
    <w:rsid w:val="00B43590"/>
    <w:rsid w:val="00B45B55"/>
    <w:rsid w:val="00B45FE2"/>
    <w:rsid w:val="00B535A8"/>
    <w:rsid w:val="00B6308A"/>
    <w:rsid w:val="00B67295"/>
    <w:rsid w:val="00B73321"/>
    <w:rsid w:val="00B8063A"/>
    <w:rsid w:val="00B80CBB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16E56"/>
    <w:rsid w:val="00C201F2"/>
    <w:rsid w:val="00C36DE7"/>
    <w:rsid w:val="00C3747A"/>
    <w:rsid w:val="00C402C4"/>
    <w:rsid w:val="00C54E74"/>
    <w:rsid w:val="00C577D8"/>
    <w:rsid w:val="00C643E8"/>
    <w:rsid w:val="00C70519"/>
    <w:rsid w:val="00C807FD"/>
    <w:rsid w:val="00C91EF3"/>
    <w:rsid w:val="00CB6C75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B5722"/>
    <w:rsid w:val="00DD6E4A"/>
    <w:rsid w:val="00E04C17"/>
    <w:rsid w:val="00E1023F"/>
    <w:rsid w:val="00E11DC3"/>
    <w:rsid w:val="00E129B3"/>
    <w:rsid w:val="00E148D0"/>
    <w:rsid w:val="00E16C37"/>
    <w:rsid w:val="00E22F72"/>
    <w:rsid w:val="00E31C9C"/>
    <w:rsid w:val="00E33D5C"/>
    <w:rsid w:val="00E369DD"/>
    <w:rsid w:val="00E378BC"/>
    <w:rsid w:val="00E51DAB"/>
    <w:rsid w:val="00E56753"/>
    <w:rsid w:val="00E86F53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519C4"/>
    <w:rsid w:val="00F60290"/>
    <w:rsid w:val="00F612AE"/>
    <w:rsid w:val="00F64FC8"/>
    <w:rsid w:val="00F72FFB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8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58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8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53846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53846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208</Words>
  <Characters>1190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2017-09-26T07:06:00Z</cp:lastPrinted>
  <dcterms:created xsi:type="dcterms:W3CDTF">2017-09-28T09:36:00Z</dcterms:created>
  <dcterms:modified xsi:type="dcterms:W3CDTF">2017-09-28T09:36:00Z</dcterms:modified>
</cp:coreProperties>
</file>