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9B0" w:rsidRPr="00A05026" w:rsidRDefault="00DC59B0" w:rsidP="00F13711">
      <w:pPr>
        <w:jc w:val="center"/>
        <w:rPr>
          <w:snapToGrid w:val="0"/>
          <w:spacing w:val="8"/>
          <w:sz w:val="24"/>
        </w:rPr>
      </w:pPr>
      <w:r w:rsidRPr="003D237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C59B0" w:rsidRPr="00A05026" w:rsidRDefault="00DC59B0" w:rsidP="004C50C6">
      <w:pPr>
        <w:jc w:val="center"/>
        <w:rPr>
          <w:snapToGrid w:val="0"/>
          <w:spacing w:val="8"/>
          <w:sz w:val="24"/>
        </w:rPr>
      </w:pPr>
    </w:p>
    <w:p w:rsidR="00DC59B0" w:rsidRPr="00A05026" w:rsidRDefault="00DC59B0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DC59B0" w:rsidRPr="00A05026" w:rsidRDefault="00DC59B0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DC59B0" w:rsidRPr="00A05026" w:rsidRDefault="00DC59B0" w:rsidP="004C50C6">
      <w:pPr>
        <w:jc w:val="center"/>
        <w:rPr>
          <w:b/>
          <w:sz w:val="16"/>
          <w:szCs w:val="16"/>
        </w:rPr>
      </w:pPr>
    </w:p>
    <w:p w:rsidR="00DC59B0" w:rsidRPr="00A05026" w:rsidRDefault="00DC59B0" w:rsidP="004C50C6">
      <w:pPr>
        <w:jc w:val="center"/>
        <w:rPr>
          <w:b/>
          <w:sz w:val="16"/>
          <w:szCs w:val="16"/>
        </w:rPr>
      </w:pPr>
    </w:p>
    <w:p w:rsidR="00DC59B0" w:rsidRPr="00A05026" w:rsidRDefault="00DC59B0" w:rsidP="004C50C6">
      <w:pPr>
        <w:pStyle w:val="Heading1"/>
      </w:pPr>
      <w:r w:rsidRPr="00A05026">
        <w:t>РОЗПОРЯДЖЕННЯ</w:t>
      </w:r>
    </w:p>
    <w:p w:rsidR="00DC59B0" w:rsidRPr="00A05026" w:rsidRDefault="00DC59B0" w:rsidP="004C50C6">
      <w:pPr>
        <w:pStyle w:val="Title"/>
        <w:jc w:val="left"/>
        <w:rPr>
          <w:sz w:val="20"/>
          <w:szCs w:val="20"/>
        </w:rPr>
      </w:pPr>
    </w:p>
    <w:p w:rsidR="00DC59B0" w:rsidRPr="00A05026" w:rsidRDefault="00DC59B0" w:rsidP="004C50C6">
      <w:pPr>
        <w:pStyle w:val="Title"/>
        <w:jc w:val="left"/>
        <w:rPr>
          <w:sz w:val="20"/>
          <w:szCs w:val="20"/>
        </w:rPr>
      </w:pPr>
    </w:p>
    <w:p w:rsidR="00DC59B0" w:rsidRPr="00A05026" w:rsidRDefault="00DC59B0" w:rsidP="004C50C6">
      <w:pPr>
        <w:pStyle w:val="Title"/>
        <w:jc w:val="left"/>
      </w:pPr>
      <w:r>
        <w:rPr>
          <w:szCs w:val="28"/>
        </w:rPr>
        <w:t xml:space="preserve">09 лютого 2017 року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№ 26</w:t>
      </w:r>
    </w:p>
    <w:p w:rsidR="00DC59B0" w:rsidRPr="00A05026" w:rsidRDefault="00DC59B0" w:rsidP="00163BDD">
      <w:pPr>
        <w:jc w:val="both"/>
      </w:pPr>
    </w:p>
    <w:p w:rsidR="00DC59B0" w:rsidRPr="00A05026" w:rsidRDefault="00DC59B0" w:rsidP="00A05026">
      <w:pPr>
        <w:jc w:val="center"/>
      </w:pPr>
    </w:p>
    <w:p w:rsidR="00DC59B0" w:rsidRPr="00A05026" w:rsidRDefault="00DC59B0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Базюку А.Т.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DC59B0" w:rsidRPr="00A05026" w:rsidRDefault="00DC59B0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DC59B0" w:rsidRPr="00A05026" w:rsidRDefault="00DC59B0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колишнього КСП</w:t>
      </w:r>
    </w:p>
    <w:p w:rsidR="00DC59B0" w:rsidRPr="00A05026" w:rsidRDefault="00DC59B0" w:rsidP="00A05026">
      <w:pPr>
        <w:jc w:val="center"/>
        <w:rPr>
          <w:szCs w:val="28"/>
        </w:rPr>
      </w:pPr>
      <w:r w:rsidRPr="00A05026">
        <w:rPr>
          <w:szCs w:val="28"/>
        </w:rPr>
        <w:t>«</w:t>
      </w:r>
      <w:r>
        <w:rPr>
          <w:szCs w:val="28"/>
        </w:rPr>
        <w:t>Росія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DC59B0" w:rsidRPr="00A05026" w:rsidRDefault="00DC59B0" w:rsidP="001B6D24"/>
    <w:p w:rsidR="00DC59B0" w:rsidRPr="00A05026" w:rsidRDefault="00DC59B0" w:rsidP="001B6D24">
      <w:r>
        <w:t xml:space="preserve"> </w:t>
      </w:r>
    </w:p>
    <w:p w:rsidR="00DC59B0" w:rsidRPr="00A05026" w:rsidRDefault="00DC59B0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 «</w:t>
      </w:r>
      <w:r>
        <w:rPr>
          <w:szCs w:val="28"/>
        </w:rPr>
        <w:t>Росія</w:t>
      </w:r>
      <w:r w:rsidRPr="00A05026">
        <w:rPr>
          <w:szCs w:val="28"/>
        </w:rPr>
        <w:t xml:space="preserve">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DC59B0" w:rsidRPr="00A05026" w:rsidRDefault="00DC59B0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 w:rsidRPr="00A05026">
        <w:rPr>
          <w:szCs w:val="28"/>
        </w:rPr>
        <w:t>колишнього КСП «</w:t>
      </w:r>
      <w:r>
        <w:rPr>
          <w:szCs w:val="28"/>
        </w:rPr>
        <w:t>Росія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Тоболівської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DC59B0" w:rsidRPr="00A05026" w:rsidRDefault="00DC59B0" w:rsidP="00A05026">
      <w:pPr>
        <w:ind w:firstLine="708"/>
        <w:jc w:val="both"/>
      </w:pPr>
      <w:r w:rsidRPr="00A05026">
        <w:t xml:space="preserve">- </w:t>
      </w:r>
      <w:r>
        <w:t>Базюку Анатолію Тимофійовичу, власнику сертифікату</w:t>
      </w:r>
      <w:r w:rsidRPr="00A05026">
        <w:t xml:space="preserve"> на право на земельну частку (пай) серії ВЛ № </w:t>
      </w:r>
      <w:r>
        <w:t>0172210.</w:t>
      </w:r>
    </w:p>
    <w:p w:rsidR="00DC59B0" w:rsidRPr="00A05026" w:rsidRDefault="00DC59B0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DC59B0" w:rsidRPr="00A05026" w:rsidRDefault="00DC59B0" w:rsidP="001B6D24"/>
    <w:p w:rsidR="00DC59B0" w:rsidRPr="00A05026" w:rsidRDefault="00DC59B0" w:rsidP="001B6D24"/>
    <w:p w:rsidR="00DC59B0" w:rsidRPr="00A05026" w:rsidRDefault="00DC59B0" w:rsidP="001B6D24"/>
    <w:p w:rsidR="00DC59B0" w:rsidRPr="00A05026" w:rsidRDefault="00DC59B0" w:rsidP="001B6D24"/>
    <w:p w:rsidR="00DC59B0" w:rsidRPr="00A05026" w:rsidRDefault="00DC59B0" w:rsidP="001B6D24"/>
    <w:p w:rsidR="00DC59B0" w:rsidRPr="00A05026" w:rsidRDefault="00DC59B0" w:rsidP="001B6D24">
      <w:r>
        <w:t>Перший заступник голови</w:t>
      </w:r>
      <w:r w:rsidRPr="00A05026">
        <w:t xml:space="preserve">                                                         </w:t>
      </w:r>
      <w:r>
        <w:t xml:space="preserve">  </w:t>
      </w:r>
      <w:r w:rsidRPr="00400AFD">
        <w:rPr>
          <w:b/>
        </w:rPr>
        <w:t>О.МИХАЛІК</w:t>
      </w:r>
    </w:p>
    <w:p w:rsidR="00DC59B0" w:rsidRPr="00A05026" w:rsidRDefault="00DC59B0" w:rsidP="001B6D24"/>
    <w:p w:rsidR="00DC59B0" w:rsidRPr="00400AFD" w:rsidRDefault="00DC59B0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sectPr w:rsidR="00DC59B0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9B0" w:rsidRDefault="00DC59B0" w:rsidP="00D113DB">
      <w:r>
        <w:separator/>
      </w:r>
    </w:p>
  </w:endnote>
  <w:endnote w:type="continuationSeparator" w:id="0">
    <w:p w:rsidR="00DC59B0" w:rsidRDefault="00DC59B0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9B0" w:rsidRDefault="00DC59B0" w:rsidP="00D113DB">
      <w:r>
        <w:separator/>
      </w:r>
    </w:p>
  </w:footnote>
  <w:footnote w:type="continuationSeparator" w:id="0">
    <w:p w:rsidR="00DC59B0" w:rsidRDefault="00DC59B0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4A79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D2378"/>
    <w:rsid w:val="003E7F26"/>
    <w:rsid w:val="003F5C28"/>
    <w:rsid w:val="003F60D4"/>
    <w:rsid w:val="00400AFD"/>
    <w:rsid w:val="00404023"/>
    <w:rsid w:val="00410F37"/>
    <w:rsid w:val="004312D4"/>
    <w:rsid w:val="00456C12"/>
    <w:rsid w:val="004720B5"/>
    <w:rsid w:val="00490A24"/>
    <w:rsid w:val="004A00FE"/>
    <w:rsid w:val="004A6BFA"/>
    <w:rsid w:val="004A7726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043E"/>
    <w:rsid w:val="00DB4219"/>
    <w:rsid w:val="00DC59B0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2FD7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54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54F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54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2454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2454F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17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196</Words>
  <Characters>1123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2017-02-08T14:11:00Z</cp:lastPrinted>
  <dcterms:created xsi:type="dcterms:W3CDTF">2017-02-13T10:59:00Z</dcterms:created>
  <dcterms:modified xsi:type="dcterms:W3CDTF">2017-02-13T10:59:00Z</dcterms:modified>
</cp:coreProperties>
</file>