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18" w:rsidRPr="00A05026" w:rsidRDefault="00A14018" w:rsidP="00F13711">
      <w:pPr>
        <w:jc w:val="center"/>
        <w:rPr>
          <w:snapToGrid w:val="0"/>
          <w:spacing w:val="8"/>
          <w:sz w:val="24"/>
        </w:rPr>
      </w:pPr>
      <w:r w:rsidRPr="0004005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A14018" w:rsidRPr="00A05026" w:rsidRDefault="00A14018" w:rsidP="004C50C6">
      <w:pPr>
        <w:jc w:val="center"/>
        <w:rPr>
          <w:snapToGrid w:val="0"/>
          <w:spacing w:val="8"/>
          <w:sz w:val="24"/>
        </w:rPr>
      </w:pPr>
    </w:p>
    <w:p w:rsidR="00A14018" w:rsidRPr="00A05026" w:rsidRDefault="00A14018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A14018" w:rsidRPr="00A05026" w:rsidRDefault="00A14018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A14018" w:rsidRPr="00A05026" w:rsidRDefault="00A14018" w:rsidP="004C50C6">
      <w:pPr>
        <w:jc w:val="center"/>
        <w:rPr>
          <w:b/>
          <w:sz w:val="16"/>
          <w:szCs w:val="16"/>
        </w:rPr>
      </w:pPr>
    </w:p>
    <w:p w:rsidR="00A14018" w:rsidRPr="00A05026" w:rsidRDefault="00A14018" w:rsidP="004C50C6">
      <w:pPr>
        <w:jc w:val="center"/>
        <w:rPr>
          <w:b/>
          <w:sz w:val="16"/>
          <w:szCs w:val="16"/>
        </w:rPr>
      </w:pPr>
    </w:p>
    <w:p w:rsidR="00A14018" w:rsidRPr="00A05026" w:rsidRDefault="00A14018" w:rsidP="004C50C6">
      <w:pPr>
        <w:pStyle w:val="Heading1"/>
      </w:pPr>
      <w:r w:rsidRPr="00A05026">
        <w:t>РОЗПОРЯДЖЕННЯ</w:t>
      </w:r>
    </w:p>
    <w:p w:rsidR="00A14018" w:rsidRPr="00A05026" w:rsidRDefault="00A14018" w:rsidP="004C50C6">
      <w:pPr>
        <w:pStyle w:val="Title"/>
        <w:jc w:val="left"/>
        <w:rPr>
          <w:sz w:val="20"/>
          <w:szCs w:val="20"/>
        </w:rPr>
      </w:pPr>
    </w:p>
    <w:p w:rsidR="00A14018" w:rsidRPr="00A05026" w:rsidRDefault="00A14018" w:rsidP="004C50C6">
      <w:pPr>
        <w:pStyle w:val="Title"/>
        <w:jc w:val="left"/>
        <w:rPr>
          <w:sz w:val="20"/>
          <w:szCs w:val="20"/>
        </w:rPr>
      </w:pPr>
    </w:p>
    <w:p w:rsidR="00A14018" w:rsidRPr="00A05026" w:rsidRDefault="00A14018" w:rsidP="004C50C6">
      <w:pPr>
        <w:pStyle w:val="Title"/>
        <w:jc w:val="left"/>
      </w:pPr>
      <w:r>
        <w:rPr>
          <w:szCs w:val="28"/>
        </w:rPr>
        <w:t xml:space="preserve">08 вересня 2017 року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№  252</w:t>
      </w:r>
    </w:p>
    <w:p w:rsidR="00A14018" w:rsidRPr="00A05026" w:rsidRDefault="00A14018" w:rsidP="00163BDD">
      <w:pPr>
        <w:jc w:val="both"/>
      </w:pPr>
    </w:p>
    <w:p w:rsidR="00A14018" w:rsidRPr="00A05026" w:rsidRDefault="00A14018" w:rsidP="00A05026">
      <w:pPr>
        <w:jc w:val="center"/>
      </w:pPr>
    </w:p>
    <w:p w:rsidR="00A14018" w:rsidRPr="00A05026" w:rsidRDefault="00A14018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Кривошу Р.М.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A14018" w:rsidRPr="00A05026" w:rsidRDefault="00A14018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A14018" w:rsidRDefault="00A14018" w:rsidP="00A05026">
      <w:pPr>
        <w:jc w:val="center"/>
        <w:rPr>
          <w:szCs w:val="28"/>
        </w:rPr>
      </w:pPr>
      <w:r w:rsidRPr="00A05026">
        <w:rPr>
          <w:szCs w:val="28"/>
        </w:rPr>
        <w:t xml:space="preserve">меж </w:t>
      </w:r>
      <w:r>
        <w:rPr>
          <w:szCs w:val="28"/>
        </w:rPr>
        <w:t>земельної ділян</w:t>
      </w:r>
      <w:r w:rsidRPr="00A05026">
        <w:rPr>
          <w:szCs w:val="28"/>
        </w:rPr>
        <w:t>к</w:t>
      </w:r>
      <w:r>
        <w:rPr>
          <w:szCs w:val="28"/>
        </w:rPr>
        <w:t xml:space="preserve">и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A14018" w:rsidRPr="00A05026" w:rsidRDefault="00A14018" w:rsidP="00EF63C7">
      <w:pPr>
        <w:jc w:val="center"/>
        <w:rPr>
          <w:szCs w:val="28"/>
        </w:rPr>
      </w:pPr>
      <w:r>
        <w:rPr>
          <w:szCs w:val="28"/>
        </w:rPr>
        <w:t xml:space="preserve">КСП «Видричівське» </w:t>
      </w:r>
      <w:r w:rsidRPr="00A05026">
        <w:rPr>
          <w:szCs w:val="28"/>
        </w:rPr>
        <w:t>в натурі (на  місцевості)</w:t>
      </w:r>
    </w:p>
    <w:p w:rsidR="00A14018" w:rsidRPr="00A05026" w:rsidRDefault="00A14018" w:rsidP="001B6D24"/>
    <w:p w:rsidR="00A14018" w:rsidRPr="00A05026" w:rsidRDefault="00A14018" w:rsidP="001B6D24">
      <w:r>
        <w:t xml:space="preserve"> </w:t>
      </w:r>
    </w:p>
    <w:p w:rsidR="00A14018" w:rsidRPr="00EF63C7" w:rsidRDefault="00A14018" w:rsidP="00EF63C7">
      <w:pPr>
        <w:jc w:val="both"/>
        <w:rPr>
          <w:szCs w:val="28"/>
        </w:rPr>
      </w:pPr>
      <w:r>
        <w:t xml:space="preserve">        </w:t>
      </w: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ого КСП «Видричівське»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A14018" w:rsidRPr="00A05026" w:rsidRDefault="00A14018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>Надати дозвіл  на розроблення технічної документації із землеустрою</w:t>
      </w:r>
      <w:r>
        <w:t xml:space="preserve"> щодо встановлення меж земельної ділян</w:t>
      </w:r>
      <w:r w:rsidRPr="00A05026">
        <w:t>к</w:t>
      </w:r>
      <w:r>
        <w:t>и</w:t>
      </w:r>
      <w:r w:rsidRPr="00A05026">
        <w:t xml:space="preserve"> частки (паю) </w:t>
      </w:r>
      <w:r>
        <w:rPr>
          <w:szCs w:val="28"/>
        </w:rPr>
        <w:t xml:space="preserve">колишнього КСП </w:t>
      </w:r>
      <w:r w:rsidRPr="00A05026">
        <w:rPr>
          <w:szCs w:val="28"/>
        </w:rPr>
        <w:t>«</w:t>
      </w:r>
      <w:r>
        <w:rPr>
          <w:szCs w:val="28"/>
        </w:rPr>
        <w:t>Видричівське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Видричівської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A14018" w:rsidRPr="00A05026" w:rsidRDefault="00A14018" w:rsidP="00A05026">
      <w:pPr>
        <w:ind w:firstLine="708"/>
        <w:jc w:val="both"/>
      </w:pPr>
      <w:r w:rsidRPr="00A05026">
        <w:t xml:space="preserve">- </w:t>
      </w:r>
      <w:r>
        <w:t>Кривошу Роману Миколайовичу, власнику сертифіката</w:t>
      </w:r>
      <w:r w:rsidRPr="00A05026">
        <w:t xml:space="preserve"> на право на земельну частку (пай) серії</w:t>
      </w:r>
      <w:r>
        <w:t xml:space="preserve"> РН</w:t>
      </w:r>
      <w:r w:rsidRPr="00A05026">
        <w:t xml:space="preserve"> № </w:t>
      </w:r>
      <w:r>
        <w:t>075916.</w:t>
      </w:r>
    </w:p>
    <w:p w:rsidR="00A14018" w:rsidRPr="00A05026" w:rsidRDefault="00A14018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A14018" w:rsidRPr="00A05026" w:rsidRDefault="00A14018" w:rsidP="001B6D24"/>
    <w:p w:rsidR="00A14018" w:rsidRPr="00A05026" w:rsidRDefault="00A14018" w:rsidP="001B6D24"/>
    <w:p w:rsidR="00A14018" w:rsidRPr="00A05026" w:rsidRDefault="00A14018" w:rsidP="001B6D24"/>
    <w:p w:rsidR="00A14018" w:rsidRPr="00A05026" w:rsidRDefault="00A14018" w:rsidP="001B6D24"/>
    <w:p w:rsidR="00A14018" w:rsidRPr="00A05026" w:rsidRDefault="00A14018" w:rsidP="001B6D24"/>
    <w:p w:rsidR="00A14018" w:rsidRPr="00A05026" w:rsidRDefault="00A14018" w:rsidP="001B6D24">
      <w:r>
        <w:t xml:space="preserve">Голова                                                                                           </w:t>
      </w:r>
      <w:r w:rsidRPr="00D330E7">
        <w:rPr>
          <w:b/>
        </w:rPr>
        <w:t xml:space="preserve"> В.ДУНАЙЧУК</w:t>
      </w:r>
    </w:p>
    <w:p w:rsidR="00A14018" w:rsidRPr="00A05026" w:rsidRDefault="00A14018" w:rsidP="001B6D24"/>
    <w:p w:rsidR="00A14018" w:rsidRPr="00400AFD" w:rsidRDefault="00A14018" w:rsidP="001B6D24">
      <w:pPr>
        <w:rPr>
          <w:sz w:val="24"/>
        </w:rPr>
      </w:pPr>
      <w:r>
        <w:rPr>
          <w:sz w:val="24"/>
        </w:rPr>
        <w:t xml:space="preserve">Нікітчук </w:t>
      </w:r>
      <w:r w:rsidRPr="00400AFD">
        <w:rPr>
          <w:sz w:val="24"/>
        </w:rPr>
        <w:t xml:space="preserve"> 23068</w:t>
      </w:r>
    </w:p>
    <w:p w:rsidR="00A14018" w:rsidRPr="00A05026" w:rsidRDefault="00A14018" w:rsidP="001B6D24"/>
    <w:p w:rsidR="00A14018" w:rsidRPr="00A05026" w:rsidRDefault="00A14018" w:rsidP="001B6D24"/>
    <w:p w:rsidR="00A14018" w:rsidRPr="00A05026" w:rsidRDefault="00A14018" w:rsidP="001B6D24"/>
    <w:sectPr w:rsidR="00A14018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018" w:rsidRDefault="00A14018" w:rsidP="00D113DB">
      <w:r>
        <w:separator/>
      </w:r>
    </w:p>
  </w:endnote>
  <w:endnote w:type="continuationSeparator" w:id="0">
    <w:p w:rsidR="00A14018" w:rsidRDefault="00A14018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018" w:rsidRDefault="00A14018" w:rsidP="00D113DB">
      <w:r>
        <w:separator/>
      </w:r>
    </w:p>
  </w:footnote>
  <w:footnote w:type="continuationSeparator" w:id="0">
    <w:p w:rsidR="00A14018" w:rsidRDefault="00A14018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2816"/>
    <w:rsid w:val="00010BB4"/>
    <w:rsid w:val="00011C08"/>
    <w:rsid w:val="00021F00"/>
    <w:rsid w:val="00022554"/>
    <w:rsid w:val="00026AE3"/>
    <w:rsid w:val="00031CFB"/>
    <w:rsid w:val="00040054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465A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1EBF"/>
    <w:rsid w:val="001F55AA"/>
    <w:rsid w:val="001F6014"/>
    <w:rsid w:val="00203A9A"/>
    <w:rsid w:val="00206814"/>
    <w:rsid w:val="002223C6"/>
    <w:rsid w:val="00225ACF"/>
    <w:rsid w:val="0022746F"/>
    <w:rsid w:val="002412D9"/>
    <w:rsid w:val="00241B85"/>
    <w:rsid w:val="002465EB"/>
    <w:rsid w:val="00267C30"/>
    <w:rsid w:val="00270690"/>
    <w:rsid w:val="00274858"/>
    <w:rsid w:val="00280879"/>
    <w:rsid w:val="002827F5"/>
    <w:rsid w:val="00286F58"/>
    <w:rsid w:val="002A409D"/>
    <w:rsid w:val="002A4B0D"/>
    <w:rsid w:val="002A4BC3"/>
    <w:rsid w:val="002A5849"/>
    <w:rsid w:val="002C33F5"/>
    <w:rsid w:val="002C4595"/>
    <w:rsid w:val="002D22BC"/>
    <w:rsid w:val="002D37BC"/>
    <w:rsid w:val="002D6AEB"/>
    <w:rsid w:val="002E0180"/>
    <w:rsid w:val="002E3BA1"/>
    <w:rsid w:val="002F0344"/>
    <w:rsid w:val="002F3CF1"/>
    <w:rsid w:val="00302869"/>
    <w:rsid w:val="00313C1D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B7EA3"/>
    <w:rsid w:val="003E5F1F"/>
    <w:rsid w:val="003E7F26"/>
    <w:rsid w:val="003F5C28"/>
    <w:rsid w:val="003F60D4"/>
    <w:rsid w:val="00400AFD"/>
    <w:rsid w:val="00404023"/>
    <w:rsid w:val="00410F37"/>
    <w:rsid w:val="0041361B"/>
    <w:rsid w:val="004312D4"/>
    <w:rsid w:val="00456C12"/>
    <w:rsid w:val="004720B5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9464D"/>
    <w:rsid w:val="006A33E9"/>
    <w:rsid w:val="006D7147"/>
    <w:rsid w:val="006E0D66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033F"/>
    <w:rsid w:val="00771D01"/>
    <w:rsid w:val="00773500"/>
    <w:rsid w:val="00774168"/>
    <w:rsid w:val="00777A97"/>
    <w:rsid w:val="007877D9"/>
    <w:rsid w:val="0079445D"/>
    <w:rsid w:val="00797978"/>
    <w:rsid w:val="007A1A71"/>
    <w:rsid w:val="007B63B8"/>
    <w:rsid w:val="007E405B"/>
    <w:rsid w:val="007E61B3"/>
    <w:rsid w:val="007F1C7E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14018"/>
    <w:rsid w:val="00A17A8E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48DA"/>
    <w:rsid w:val="00B67295"/>
    <w:rsid w:val="00B73321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330E7"/>
    <w:rsid w:val="00D41EE0"/>
    <w:rsid w:val="00D510A8"/>
    <w:rsid w:val="00D5423B"/>
    <w:rsid w:val="00D54294"/>
    <w:rsid w:val="00D63DB7"/>
    <w:rsid w:val="00D90E3F"/>
    <w:rsid w:val="00DB4219"/>
    <w:rsid w:val="00DD6E4A"/>
    <w:rsid w:val="00DF04EC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72018"/>
    <w:rsid w:val="00E90913"/>
    <w:rsid w:val="00E90AF3"/>
    <w:rsid w:val="00E95828"/>
    <w:rsid w:val="00EA098A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EF63C7"/>
    <w:rsid w:val="00F010ED"/>
    <w:rsid w:val="00F062A2"/>
    <w:rsid w:val="00F11F5E"/>
    <w:rsid w:val="00F1208B"/>
    <w:rsid w:val="00F13711"/>
    <w:rsid w:val="00F41ED7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251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2513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251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352513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52513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204</Words>
  <Characters>1165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2017-09-08T05:07:00Z</cp:lastPrinted>
  <dcterms:created xsi:type="dcterms:W3CDTF">2017-09-11T09:05:00Z</dcterms:created>
  <dcterms:modified xsi:type="dcterms:W3CDTF">2017-09-11T09:05:00Z</dcterms:modified>
</cp:coreProperties>
</file>