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AD" w:rsidRDefault="00947AAD" w:rsidP="004C50C6">
      <w:pPr>
        <w:jc w:val="center"/>
        <w:rPr>
          <w:snapToGrid w:val="0"/>
          <w:spacing w:val="8"/>
          <w:sz w:val="24"/>
        </w:rPr>
      </w:pPr>
    </w:p>
    <w:p w:rsidR="00947AAD" w:rsidRDefault="00947AAD" w:rsidP="004C50C6">
      <w:pPr>
        <w:jc w:val="center"/>
        <w:rPr>
          <w:snapToGrid w:val="0"/>
          <w:spacing w:val="8"/>
          <w:sz w:val="24"/>
        </w:rPr>
      </w:pPr>
      <w:r w:rsidRPr="00B70BC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947AAD" w:rsidRDefault="00947AAD" w:rsidP="004C50C6">
      <w:pPr>
        <w:jc w:val="center"/>
        <w:rPr>
          <w:snapToGrid w:val="0"/>
          <w:spacing w:val="8"/>
          <w:sz w:val="24"/>
        </w:rPr>
      </w:pPr>
    </w:p>
    <w:p w:rsidR="00947AAD" w:rsidRPr="006A4DE2" w:rsidRDefault="00947AAD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47AAD" w:rsidRPr="006A4DE2" w:rsidRDefault="00947AAD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47AAD" w:rsidRDefault="00947AAD" w:rsidP="004C50C6">
      <w:pPr>
        <w:jc w:val="center"/>
        <w:rPr>
          <w:b/>
          <w:sz w:val="16"/>
          <w:szCs w:val="16"/>
        </w:rPr>
      </w:pPr>
    </w:p>
    <w:p w:rsidR="00947AAD" w:rsidRPr="00C565F1" w:rsidRDefault="00947AAD" w:rsidP="004C50C6">
      <w:pPr>
        <w:jc w:val="center"/>
        <w:rPr>
          <w:b/>
          <w:sz w:val="16"/>
          <w:szCs w:val="16"/>
        </w:rPr>
      </w:pPr>
    </w:p>
    <w:p w:rsidR="00947AAD" w:rsidRDefault="00947AAD" w:rsidP="004C50C6">
      <w:pPr>
        <w:pStyle w:val="Heading1"/>
      </w:pPr>
      <w:r w:rsidRPr="009428E8">
        <w:t>РОЗПОРЯДЖЕННЯ</w:t>
      </w:r>
    </w:p>
    <w:p w:rsidR="00947AAD" w:rsidRDefault="00947AAD" w:rsidP="004C50C6">
      <w:pPr>
        <w:pStyle w:val="Title"/>
        <w:jc w:val="left"/>
        <w:rPr>
          <w:sz w:val="20"/>
          <w:szCs w:val="20"/>
        </w:rPr>
      </w:pPr>
    </w:p>
    <w:p w:rsidR="00947AAD" w:rsidRDefault="00947AAD" w:rsidP="004C50C6">
      <w:pPr>
        <w:pStyle w:val="Title"/>
        <w:jc w:val="left"/>
        <w:rPr>
          <w:sz w:val="20"/>
          <w:szCs w:val="20"/>
        </w:rPr>
      </w:pPr>
    </w:p>
    <w:p w:rsidR="00947AAD" w:rsidRDefault="00947AAD" w:rsidP="000A64BB">
      <w:pPr>
        <w:pStyle w:val="Title"/>
        <w:jc w:val="left"/>
      </w:pPr>
      <w:r>
        <w:rPr>
          <w:szCs w:val="28"/>
        </w:rPr>
        <w:t xml:space="preserve">08 вересня 2017 року            </w:t>
      </w:r>
      <w:r>
        <w:t>м.Камінь-Каширський</w:t>
      </w:r>
      <w:r>
        <w:tab/>
      </w:r>
      <w:r>
        <w:tab/>
        <w:t xml:space="preserve">                      № 251 </w:t>
      </w:r>
    </w:p>
    <w:p w:rsidR="00947AAD" w:rsidRDefault="00947AAD" w:rsidP="00163BDD">
      <w:pPr>
        <w:jc w:val="both"/>
      </w:pPr>
    </w:p>
    <w:p w:rsidR="00947AAD" w:rsidRPr="00575828" w:rsidRDefault="00947AAD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Прач Є.І.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947AAD" w:rsidRPr="00575828" w:rsidRDefault="00947AAD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947AAD" w:rsidRDefault="00947AAD" w:rsidP="006C72BD">
      <w:pPr>
        <w:jc w:val="center"/>
        <w:rPr>
          <w:szCs w:val="28"/>
        </w:rPr>
      </w:pPr>
      <w:r>
        <w:rPr>
          <w:szCs w:val="28"/>
        </w:rPr>
        <w:t xml:space="preserve">меж земельної </w:t>
      </w:r>
      <w:r w:rsidRPr="00575828">
        <w:rPr>
          <w:szCs w:val="28"/>
        </w:rPr>
        <w:t>ділянк</w:t>
      </w:r>
      <w:r>
        <w:rPr>
          <w:szCs w:val="28"/>
        </w:rPr>
        <w:t>и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575828">
        <w:rPr>
          <w:szCs w:val="28"/>
        </w:rPr>
        <w:t>колишнього</w:t>
      </w:r>
    </w:p>
    <w:p w:rsidR="00947AAD" w:rsidRPr="00575828" w:rsidRDefault="00947AAD" w:rsidP="006C72BD">
      <w:pPr>
        <w:jc w:val="center"/>
        <w:rPr>
          <w:szCs w:val="28"/>
        </w:rPr>
      </w:pPr>
      <w:r>
        <w:rPr>
          <w:szCs w:val="28"/>
        </w:rPr>
        <w:t xml:space="preserve">КСП «Хотешівське» </w:t>
      </w:r>
      <w:r w:rsidRPr="00575828">
        <w:rPr>
          <w:szCs w:val="28"/>
        </w:rPr>
        <w:t>в натурі (на  місцевості)</w:t>
      </w:r>
    </w:p>
    <w:p w:rsidR="00947AAD" w:rsidRPr="00AC4C9D" w:rsidRDefault="00947AAD" w:rsidP="001B6D24">
      <w:pPr>
        <w:rPr>
          <w:lang w:val="ru-RU"/>
        </w:rPr>
      </w:pPr>
    </w:p>
    <w:p w:rsidR="00947AAD" w:rsidRDefault="00947AAD" w:rsidP="006C72BD">
      <w:pPr>
        <w:ind w:firstLine="708"/>
        <w:jc w:val="both"/>
      </w:pPr>
      <w:r>
        <w:t xml:space="preserve">Розглянувши заяву власника сертифікату на право на земельну частку (пай)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«Хотешівське»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947AAD" w:rsidRDefault="00947AAD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земельної ділянки частки (паю)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 «Хотешівське»</w:t>
      </w:r>
      <w:r>
        <w:t xml:space="preserve">  в натурі (на місцевості) за межами населеного пункту на території Хотешівської сільської ради громадянці:</w:t>
      </w:r>
    </w:p>
    <w:p w:rsidR="00947AAD" w:rsidRDefault="00947AAD" w:rsidP="009F3763">
      <w:pPr>
        <w:tabs>
          <w:tab w:val="left" w:pos="567"/>
        </w:tabs>
        <w:jc w:val="both"/>
      </w:pPr>
      <w:r>
        <w:tab/>
        <w:t xml:space="preserve">-  Прач Євдокії </w:t>
      </w:r>
      <w:r>
        <w:rPr>
          <w:lang w:val="ru-RU"/>
        </w:rPr>
        <w:t xml:space="preserve"> Іванівні</w:t>
      </w:r>
      <w:r>
        <w:t xml:space="preserve"> власнику сертифіката на право на земельну частку (пай) серії ВЛ № 0256602.</w:t>
      </w:r>
    </w:p>
    <w:p w:rsidR="00947AAD" w:rsidRDefault="00947AAD" w:rsidP="00D837EA">
      <w:pPr>
        <w:tabs>
          <w:tab w:val="left" w:pos="567"/>
        </w:tabs>
        <w:jc w:val="both"/>
      </w:pP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947AAD" w:rsidRDefault="00947AAD" w:rsidP="001B6D24"/>
    <w:p w:rsidR="00947AAD" w:rsidRDefault="00947AAD" w:rsidP="001B6D24"/>
    <w:p w:rsidR="00947AAD" w:rsidRDefault="00947AAD" w:rsidP="001B6D24"/>
    <w:p w:rsidR="00947AAD" w:rsidRDefault="00947AAD" w:rsidP="00AC33BB">
      <w:r>
        <w:t xml:space="preserve">Голова                                                                                             </w:t>
      </w:r>
      <w:r w:rsidRPr="00D837EA">
        <w:rPr>
          <w:b/>
        </w:rPr>
        <w:t>В.ДУНАЙЧУК</w:t>
      </w:r>
    </w:p>
    <w:p w:rsidR="00947AAD" w:rsidRDefault="00947AAD" w:rsidP="00AC33BB"/>
    <w:p w:rsidR="00947AAD" w:rsidRDefault="00947AAD" w:rsidP="00AC33BB">
      <w:pPr>
        <w:rPr>
          <w:sz w:val="24"/>
        </w:rPr>
      </w:pPr>
      <w:r>
        <w:rPr>
          <w:sz w:val="24"/>
        </w:rPr>
        <w:t>Нікітчук 23068</w:t>
      </w:r>
    </w:p>
    <w:p w:rsidR="00947AAD" w:rsidRDefault="00947AAD" w:rsidP="00AC33BB">
      <w:pPr>
        <w:rPr>
          <w:sz w:val="24"/>
        </w:rPr>
      </w:pPr>
    </w:p>
    <w:p w:rsidR="00947AAD" w:rsidRDefault="00947AAD" w:rsidP="00AC33BB">
      <w:pPr>
        <w:rPr>
          <w:sz w:val="24"/>
        </w:rPr>
      </w:pPr>
    </w:p>
    <w:p w:rsidR="00947AAD" w:rsidRDefault="00947AAD" w:rsidP="00AC33BB">
      <w:pPr>
        <w:rPr>
          <w:sz w:val="24"/>
        </w:rPr>
      </w:pPr>
    </w:p>
    <w:p w:rsidR="00947AAD" w:rsidRDefault="00947AAD" w:rsidP="00AC33BB">
      <w:pPr>
        <w:rPr>
          <w:sz w:val="24"/>
        </w:rPr>
      </w:pPr>
    </w:p>
    <w:p w:rsidR="00947AAD" w:rsidRDefault="00947AAD" w:rsidP="00AC33BB">
      <w:pPr>
        <w:rPr>
          <w:sz w:val="24"/>
        </w:rPr>
      </w:pPr>
    </w:p>
    <w:sectPr w:rsidR="00947AAD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AAD" w:rsidRDefault="00947AAD" w:rsidP="00D113DB">
      <w:r>
        <w:separator/>
      </w:r>
    </w:p>
  </w:endnote>
  <w:endnote w:type="continuationSeparator" w:id="0">
    <w:p w:rsidR="00947AAD" w:rsidRDefault="00947AA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AAD" w:rsidRDefault="00947AAD" w:rsidP="00D113DB">
      <w:r>
        <w:separator/>
      </w:r>
    </w:p>
  </w:footnote>
  <w:footnote w:type="continuationSeparator" w:id="0">
    <w:p w:rsidR="00947AAD" w:rsidRDefault="00947AA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D4398"/>
    <w:rsid w:val="001E19B0"/>
    <w:rsid w:val="001F3390"/>
    <w:rsid w:val="001F55AA"/>
    <w:rsid w:val="001F6014"/>
    <w:rsid w:val="00206814"/>
    <w:rsid w:val="00216177"/>
    <w:rsid w:val="002223C6"/>
    <w:rsid w:val="00225ACF"/>
    <w:rsid w:val="0022746F"/>
    <w:rsid w:val="00241B85"/>
    <w:rsid w:val="002657A9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3658B"/>
    <w:rsid w:val="00361B5B"/>
    <w:rsid w:val="003647CE"/>
    <w:rsid w:val="00372216"/>
    <w:rsid w:val="0038628B"/>
    <w:rsid w:val="003869D8"/>
    <w:rsid w:val="003A0D83"/>
    <w:rsid w:val="003A1FA4"/>
    <w:rsid w:val="003A2DC9"/>
    <w:rsid w:val="003A4737"/>
    <w:rsid w:val="003B3ACB"/>
    <w:rsid w:val="003C67B2"/>
    <w:rsid w:val="003D2600"/>
    <w:rsid w:val="003E22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720B5"/>
    <w:rsid w:val="004A00FE"/>
    <w:rsid w:val="004A6BFA"/>
    <w:rsid w:val="004A772A"/>
    <w:rsid w:val="004C50C6"/>
    <w:rsid w:val="005019DB"/>
    <w:rsid w:val="00506500"/>
    <w:rsid w:val="0056747D"/>
    <w:rsid w:val="00575828"/>
    <w:rsid w:val="005928F1"/>
    <w:rsid w:val="005975C6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373EB"/>
    <w:rsid w:val="0065328A"/>
    <w:rsid w:val="00656B73"/>
    <w:rsid w:val="00665C0C"/>
    <w:rsid w:val="006710E5"/>
    <w:rsid w:val="006738DC"/>
    <w:rsid w:val="006A2A6C"/>
    <w:rsid w:val="006A33E9"/>
    <w:rsid w:val="006A4DE2"/>
    <w:rsid w:val="006C72BD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3D5A"/>
    <w:rsid w:val="00774168"/>
    <w:rsid w:val="00797978"/>
    <w:rsid w:val="007B63B8"/>
    <w:rsid w:val="007E405B"/>
    <w:rsid w:val="00801A49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47AAD"/>
    <w:rsid w:val="009514F8"/>
    <w:rsid w:val="009548BA"/>
    <w:rsid w:val="0096215E"/>
    <w:rsid w:val="00963C1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7752F"/>
    <w:rsid w:val="00A838A7"/>
    <w:rsid w:val="00A95239"/>
    <w:rsid w:val="00AA301D"/>
    <w:rsid w:val="00AC33BB"/>
    <w:rsid w:val="00AC4C9D"/>
    <w:rsid w:val="00B044C7"/>
    <w:rsid w:val="00B142CC"/>
    <w:rsid w:val="00B169B5"/>
    <w:rsid w:val="00B346FF"/>
    <w:rsid w:val="00B36CC1"/>
    <w:rsid w:val="00B43590"/>
    <w:rsid w:val="00B5038A"/>
    <w:rsid w:val="00B535A8"/>
    <w:rsid w:val="00B70BC4"/>
    <w:rsid w:val="00B83396"/>
    <w:rsid w:val="00B92097"/>
    <w:rsid w:val="00BA4E06"/>
    <w:rsid w:val="00BA5BB5"/>
    <w:rsid w:val="00BB200E"/>
    <w:rsid w:val="00BB2A2B"/>
    <w:rsid w:val="00BC7F7B"/>
    <w:rsid w:val="00BD1FAA"/>
    <w:rsid w:val="00BE72E5"/>
    <w:rsid w:val="00BE75D4"/>
    <w:rsid w:val="00C00EB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74F3"/>
    <w:rsid w:val="00CC05B6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77D99"/>
    <w:rsid w:val="00D837EA"/>
    <w:rsid w:val="00D87DA2"/>
    <w:rsid w:val="00D90E3F"/>
    <w:rsid w:val="00D96462"/>
    <w:rsid w:val="00DB4219"/>
    <w:rsid w:val="00DD0438"/>
    <w:rsid w:val="00DD4D17"/>
    <w:rsid w:val="00DD5492"/>
    <w:rsid w:val="00DD6E4A"/>
    <w:rsid w:val="00DE29B7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EE9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AA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AA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B4AA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B4AA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7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2017-09-08T05:11:00Z</cp:lastPrinted>
  <dcterms:created xsi:type="dcterms:W3CDTF">2017-09-11T09:00:00Z</dcterms:created>
  <dcterms:modified xsi:type="dcterms:W3CDTF">2017-09-11T09:00:00Z</dcterms:modified>
</cp:coreProperties>
</file>