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1ED" w:rsidRPr="00A05026" w:rsidRDefault="007D21ED" w:rsidP="00F13711">
      <w:pPr>
        <w:jc w:val="center"/>
        <w:rPr>
          <w:snapToGrid w:val="0"/>
          <w:spacing w:val="8"/>
          <w:sz w:val="24"/>
        </w:rPr>
      </w:pPr>
      <w:r w:rsidRPr="00965F44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7D21ED" w:rsidRPr="00A05026" w:rsidRDefault="007D21ED" w:rsidP="004C50C6">
      <w:pPr>
        <w:jc w:val="center"/>
        <w:rPr>
          <w:snapToGrid w:val="0"/>
          <w:spacing w:val="8"/>
          <w:sz w:val="24"/>
        </w:rPr>
      </w:pPr>
    </w:p>
    <w:p w:rsidR="007D21ED" w:rsidRPr="00A05026" w:rsidRDefault="007D21ED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7D21ED" w:rsidRPr="00A05026" w:rsidRDefault="007D21ED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7D21ED" w:rsidRPr="00A05026" w:rsidRDefault="007D21ED" w:rsidP="004C50C6">
      <w:pPr>
        <w:jc w:val="center"/>
        <w:rPr>
          <w:b/>
          <w:sz w:val="16"/>
          <w:szCs w:val="16"/>
        </w:rPr>
      </w:pPr>
    </w:p>
    <w:p w:rsidR="007D21ED" w:rsidRPr="00A05026" w:rsidRDefault="007D21ED" w:rsidP="004C50C6">
      <w:pPr>
        <w:jc w:val="center"/>
        <w:rPr>
          <w:b/>
          <w:sz w:val="16"/>
          <w:szCs w:val="16"/>
        </w:rPr>
      </w:pPr>
    </w:p>
    <w:p w:rsidR="007D21ED" w:rsidRPr="00A05026" w:rsidRDefault="007D21ED" w:rsidP="004C50C6">
      <w:pPr>
        <w:pStyle w:val="Heading1"/>
      </w:pPr>
      <w:r w:rsidRPr="00A05026">
        <w:t>РОЗПОРЯДЖЕННЯ</w:t>
      </w:r>
    </w:p>
    <w:p w:rsidR="007D21ED" w:rsidRPr="00A05026" w:rsidRDefault="007D21ED" w:rsidP="004C50C6">
      <w:pPr>
        <w:pStyle w:val="Title"/>
        <w:jc w:val="left"/>
        <w:rPr>
          <w:sz w:val="20"/>
          <w:szCs w:val="20"/>
        </w:rPr>
      </w:pPr>
    </w:p>
    <w:p w:rsidR="007D21ED" w:rsidRPr="00A05026" w:rsidRDefault="007D21ED" w:rsidP="004C50C6">
      <w:pPr>
        <w:pStyle w:val="Title"/>
        <w:jc w:val="left"/>
        <w:rPr>
          <w:sz w:val="20"/>
          <w:szCs w:val="20"/>
        </w:rPr>
      </w:pPr>
    </w:p>
    <w:p w:rsidR="007D21ED" w:rsidRPr="00A05026" w:rsidRDefault="007D21ED" w:rsidP="004C50C6">
      <w:pPr>
        <w:pStyle w:val="Title"/>
        <w:jc w:val="left"/>
      </w:pPr>
      <w:r>
        <w:rPr>
          <w:szCs w:val="28"/>
        </w:rPr>
        <w:t xml:space="preserve">04 вересня 2017 року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</w:t>
      </w:r>
      <w:r w:rsidRPr="00A05026">
        <w:t xml:space="preserve">№ </w:t>
      </w:r>
      <w:r>
        <w:t>247</w:t>
      </w:r>
    </w:p>
    <w:p w:rsidR="007D21ED" w:rsidRPr="00A05026" w:rsidRDefault="007D21ED" w:rsidP="00163BDD">
      <w:pPr>
        <w:jc w:val="both"/>
      </w:pPr>
    </w:p>
    <w:p w:rsidR="007D21ED" w:rsidRPr="00A05026" w:rsidRDefault="007D21ED" w:rsidP="00A05026">
      <w:pPr>
        <w:jc w:val="center"/>
      </w:pPr>
    </w:p>
    <w:p w:rsidR="007D21ED" w:rsidRPr="00A05026" w:rsidRDefault="007D21ED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Зубач Г.С.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7D21ED" w:rsidRPr="00A05026" w:rsidRDefault="007D21ED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7D21ED" w:rsidRPr="00A05026" w:rsidRDefault="007D21ED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7D21ED" w:rsidRPr="00A05026" w:rsidRDefault="007D21ED" w:rsidP="00A05026">
      <w:pPr>
        <w:jc w:val="center"/>
        <w:rPr>
          <w:szCs w:val="28"/>
        </w:rPr>
      </w:pPr>
      <w:r>
        <w:rPr>
          <w:szCs w:val="28"/>
        </w:rPr>
        <w:t xml:space="preserve">КСП ім. Щорса </w:t>
      </w:r>
      <w:r w:rsidRPr="00A05026">
        <w:rPr>
          <w:szCs w:val="28"/>
        </w:rPr>
        <w:t>в натурі (на  місцевості)</w:t>
      </w:r>
    </w:p>
    <w:p w:rsidR="007D21ED" w:rsidRPr="00A05026" w:rsidRDefault="007D21ED" w:rsidP="001B6D24"/>
    <w:p w:rsidR="007D21ED" w:rsidRPr="00A05026" w:rsidRDefault="007D21ED" w:rsidP="001B6D24">
      <w:r>
        <w:t xml:space="preserve"> </w:t>
      </w:r>
    </w:p>
    <w:p w:rsidR="007D21ED" w:rsidRPr="00A05026" w:rsidRDefault="007D21ED" w:rsidP="00A05026">
      <w:pPr>
        <w:ind w:firstLine="708"/>
        <w:jc w:val="both"/>
      </w:pP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>ого КСП ім.Щорса</w:t>
      </w:r>
      <w:r w:rsidRPr="00A05026">
        <w:rPr>
          <w:szCs w:val="28"/>
        </w:rPr>
        <w:t xml:space="preserve">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7D21ED" w:rsidRPr="00A05026" w:rsidRDefault="007D21ED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 xml:space="preserve">колишнього КСП ім. Щорса </w:t>
      </w:r>
      <w:r w:rsidRPr="00A05026">
        <w:t>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Ворокомлівської  </w:t>
      </w:r>
      <w:r w:rsidRPr="00A05026">
        <w:t>сільської ради</w:t>
      </w:r>
      <w:r>
        <w:t xml:space="preserve"> громадянці</w:t>
      </w:r>
      <w:r w:rsidRPr="00A05026">
        <w:t>:</w:t>
      </w:r>
    </w:p>
    <w:p w:rsidR="007D21ED" w:rsidRPr="00A05026" w:rsidRDefault="007D21ED" w:rsidP="00A05026">
      <w:pPr>
        <w:ind w:firstLine="708"/>
        <w:jc w:val="both"/>
      </w:pPr>
      <w:r w:rsidRPr="00A05026">
        <w:t xml:space="preserve">- </w:t>
      </w:r>
      <w:r>
        <w:t>Зубач Галині Степанівні, власнику сертифіката</w:t>
      </w:r>
      <w:r w:rsidRPr="00A05026">
        <w:t xml:space="preserve"> на право на земельну частку (пай) серії ВЛ № </w:t>
      </w:r>
      <w:r>
        <w:t>0208787.</w:t>
      </w:r>
    </w:p>
    <w:p w:rsidR="007D21ED" w:rsidRPr="00A05026" w:rsidRDefault="007D21ED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7D21ED" w:rsidRPr="00A05026" w:rsidRDefault="007D21ED" w:rsidP="001B6D24"/>
    <w:p w:rsidR="007D21ED" w:rsidRPr="00A05026" w:rsidRDefault="007D21ED" w:rsidP="001B6D24"/>
    <w:p w:rsidR="007D21ED" w:rsidRPr="00A05026" w:rsidRDefault="007D21ED" w:rsidP="001B6D24"/>
    <w:p w:rsidR="007D21ED" w:rsidRPr="00A05026" w:rsidRDefault="007D21ED" w:rsidP="001B6D24"/>
    <w:p w:rsidR="007D21ED" w:rsidRPr="00A05026" w:rsidRDefault="007D21ED" w:rsidP="001B6D24"/>
    <w:p w:rsidR="007D21ED" w:rsidRPr="005B2BAC" w:rsidRDefault="007D21ED" w:rsidP="001B6D24">
      <w:pPr>
        <w:rPr>
          <w:szCs w:val="28"/>
        </w:rPr>
      </w:pPr>
      <w:r w:rsidRPr="005B2BAC">
        <w:rPr>
          <w:szCs w:val="28"/>
        </w:rPr>
        <w:t>Голова</w:t>
      </w:r>
      <w:r>
        <w:rPr>
          <w:szCs w:val="28"/>
        </w:rPr>
        <w:t xml:space="preserve">                                                                                                 </w:t>
      </w:r>
      <w:r w:rsidRPr="005B2BAC">
        <w:rPr>
          <w:b/>
          <w:szCs w:val="28"/>
        </w:rPr>
        <w:t>В.ДУНАЙЧУК</w:t>
      </w:r>
    </w:p>
    <w:p w:rsidR="007D21ED" w:rsidRDefault="007D21ED" w:rsidP="001B6D24">
      <w:pPr>
        <w:rPr>
          <w:sz w:val="24"/>
        </w:rPr>
      </w:pPr>
    </w:p>
    <w:p w:rsidR="007D21ED" w:rsidRPr="00400AFD" w:rsidRDefault="007D21ED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p w:rsidR="007D21ED" w:rsidRPr="00A05026" w:rsidRDefault="007D21ED" w:rsidP="001B6D24"/>
    <w:p w:rsidR="007D21ED" w:rsidRPr="00A05026" w:rsidRDefault="007D21ED" w:rsidP="001B6D24"/>
    <w:sectPr w:rsidR="007D21ED" w:rsidRPr="00A05026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1ED" w:rsidRDefault="007D21ED" w:rsidP="00D113DB">
      <w:r>
        <w:separator/>
      </w:r>
    </w:p>
  </w:endnote>
  <w:endnote w:type="continuationSeparator" w:id="0">
    <w:p w:rsidR="007D21ED" w:rsidRDefault="007D21ED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1ED" w:rsidRDefault="007D21ED" w:rsidP="00D113DB">
      <w:r>
        <w:separator/>
      </w:r>
    </w:p>
  </w:footnote>
  <w:footnote w:type="continuationSeparator" w:id="0">
    <w:p w:rsidR="007D21ED" w:rsidRDefault="007D21ED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D0568"/>
    <w:rsid w:val="000F20E0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63BDD"/>
    <w:rsid w:val="001754A2"/>
    <w:rsid w:val="00176697"/>
    <w:rsid w:val="00183E3E"/>
    <w:rsid w:val="00184D9A"/>
    <w:rsid w:val="00197F79"/>
    <w:rsid w:val="001A2FF2"/>
    <w:rsid w:val="001A47AE"/>
    <w:rsid w:val="001A55A3"/>
    <w:rsid w:val="001A7883"/>
    <w:rsid w:val="001B27D9"/>
    <w:rsid w:val="001B6D24"/>
    <w:rsid w:val="001D1B08"/>
    <w:rsid w:val="001E514E"/>
    <w:rsid w:val="001F40A7"/>
    <w:rsid w:val="001F55AA"/>
    <w:rsid w:val="001F6014"/>
    <w:rsid w:val="00203A9A"/>
    <w:rsid w:val="00206814"/>
    <w:rsid w:val="002223C6"/>
    <w:rsid w:val="00225ACF"/>
    <w:rsid w:val="0022746F"/>
    <w:rsid w:val="00231D1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61B5B"/>
    <w:rsid w:val="00361F44"/>
    <w:rsid w:val="00372CB0"/>
    <w:rsid w:val="0038223E"/>
    <w:rsid w:val="003869D8"/>
    <w:rsid w:val="003A0D83"/>
    <w:rsid w:val="003A4737"/>
    <w:rsid w:val="003B1A50"/>
    <w:rsid w:val="003E7F26"/>
    <w:rsid w:val="003F51A8"/>
    <w:rsid w:val="003F5C28"/>
    <w:rsid w:val="003F60D4"/>
    <w:rsid w:val="00400AFD"/>
    <w:rsid w:val="00404023"/>
    <w:rsid w:val="00410F37"/>
    <w:rsid w:val="004312D4"/>
    <w:rsid w:val="00456C12"/>
    <w:rsid w:val="004720B5"/>
    <w:rsid w:val="0048150A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1A58"/>
    <w:rsid w:val="005065FF"/>
    <w:rsid w:val="005317A2"/>
    <w:rsid w:val="005513FD"/>
    <w:rsid w:val="0056747D"/>
    <w:rsid w:val="00575828"/>
    <w:rsid w:val="005928F1"/>
    <w:rsid w:val="005A71DF"/>
    <w:rsid w:val="005B09AD"/>
    <w:rsid w:val="005B2BAC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D21ED"/>
    <w:rsid w:val="007E405B"/>
    <w:rsid w:val="007E61B3"/>
    <w:rsid w:val="007F3E87"/>
    <w:rsid w:val="008057D9"/>
    <w:rsid w:val="00806C40"/>
    <w:rsid w:val="008109A9"/>
    <w:rsid w:val="00834A7C"/>
    <w:rsid w:val="00844C4E"/>
    <w:rsid w:val="00857CB6"/>
    <w:rsid w:val="008610D4"/>
    <w:rsid w:val="00866476"/>
    <w:rsid w:val="00877E46"/>
    <w:rsid w:val="0088149D"/>
    <w:rsid w:val="00892163"/>
    <w:rsid w:val="00895792"/>
    <w:rsid w:val="0089774F"/>
    <w:rsid w:val="00897DA2"/>
    <w:rsid w:val="008A5052"/>
    <w:rsid w:val="008C6AD3"/>
    <w:rsid w:val="008F71B9"/>
    <w:rsid w:val="008F77B9"/>
    <w:rsid w:val="00901791"/>
    <w:rsid w:val="00905A71"/>
    <w:rsid w:val="00910FF2"/>
    <w:rsid w:val="009229F2"/>
    <w:rsid w:val="009236C2"/>
    <w:rsid w:val="00937C7C"/>
    <w:rsid w:val="009514F8"/>
    <w:rsid w:val="0096215E"/>
    <w:rsid w:val="00963C13"/>
    <w:rsid w:val="00965F44"/>
    <w:rsid w:val="009723D1"/>
    <w:rsid w:val="009754B7"/>
    <w:rsid w:val="009A2F92"/>
    <w:rsid w:val="009A6570"/>
    <w:rsid w:val="009B1F99"/>
    <w:rsid w:val="009B6049"/>
    <w:rsid w:val="009C0C0D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55151"/>
    <w:rsid w:val="00A55834"/>
    <w:rsid w:val="00A65DF3"/>
    <w:rsid w:val="00A672B5"/>
    <w:rsid w:val="00A7518B"/>
    <w:rsid w:val="00A7697D"/>
    <w:rsid w:val="00A95C7A"/>
    <w:rsid w:val="00AA301D"/>
    <w:rsid w:val="00AC2774"/>
    <w:rsid w:val="00AC45E7"/>
    <w:rsid w:val="00AF006D"/>
    <w:rsid w:val="00B044C7"/>
    <w:rsid w:val="00B142CC"/>
    <w:rsid w:val="00B169B5"/>
    <w:rsid w:val="00B21186"/>
    <w:rsid w:val="00B21D35"/>
    <w:rsid w:val="00B2560E"/>
    <w:rsid w:val="00B30BDB"/>
    <w:rsid w:val="00B36154"/>
    <w:rsid w:val="00B43590"/>
    <w:rsid w:val="00B535A8"/>
    <w:rsid w:val="00B67295"/>
    <w:rsid w:val="00B73321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03B5C"/>
    <w:rsid w:val="00D113DB"/>
    <w:rsid w:val="00D13078"/>
    <w:rsid w:val="00D143FB"/>
    <w:rsid w:val="00D25A39"/>
    <w:rsid w:val="00D27FC7"/>
    <w:rsid w:val="00D30C09"/>
    <w:rsid w:val="00D3224E"/>
    <w:rsid w:val="00D41EE0"/>
    <w:rsid w:val="00D442A9"/>
    <w:rsid w:val="00D510A8"/>
    <w:rsid w:val="00D5423B"/>
    <w:rsid w:val="00D54294"/>
    <w:rsid w:val="00D63DB7"/>
    <w:rsid w:val="00D90E3F"/>
    <w:rsid w:val="00DB4219"/>
    <w:rsid w:val="00DD6E4A"/>
    <w:rsid w:val="00DE4C21"/>
    <w:rsid w:val="00E04AE7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5BD"/>
    <w:rsid w:val="00E369DD"/>
    <w:rsid w:val="00E378BC"/>
    <w:rsid w:val="00E51DAB"/>
    <w:rsid w:val="00E567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12AE"/>
    <w:rsid w:val="00F62FD7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6647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eastAsia="Batang" w:cs="Times New Roman"/>
      <w:sz w:val="24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07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200</Words>
  <Characters>1143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3</cp:revision>
  <cp:lastPrinted>2017-09-01T07:23:00Z</cp:lastPrinted>
  <dcterms:created xsi:type="dcterms:W3CDTF">2017-09-06T13:15:00Z</dcterms:created>
  <dcterms:modified xsi:type="dcterms:W3CDTF">2017-09-06T13:16:00Z</dcterms:modified>
</cp:coreProperties>
</file>