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C2D" w:rsidRPr="00A05026" w:rsidRDefault="00244C2D" w:rsidP="00F13711">
      <w:pPr>
        <w:jc w:val="center"/>
        <w:rPr>
          <w:snapToGrid w:val="0"/>
          <w:spacing w:val="8"/>
          <w:sz w:val="24"/>
        </w:rPr>
      </w:pPr>
      <w:r w:rsidRPr="00255F6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244C2D" w:rsidRPr="00A05026" w:rsidRDefault="00244C2D" w:rsidP="004C50C6">
      <w:pPr>
        <w:jc w:val="center"/>
        <w:rPr>
          <w:snapToGrid w:val="0"/>
          <w:spacing w:val="8"/>
          <w:sz w:val="24"/>
        </w:rPr>
      </w:pPr>
    </w:p>
    <w:p w:rsidR="00244C2D" w:rsidRPr="00A05026" w:rsidRDefault="00244C2D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244C2D" w:rsidRPr="00A05026" w:rsidRDefault="00244C2D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244C2D" w:rsidRPr="00A05026" w:rsidRDefault="00244C2D" w:rsidP="004C50C6">
      <w:pPr>
        <w:jc w:val="center"/>
        <w:rPr>
          <w:b/>
          <w:sz w:val="16"/>
          <w:szCs w:val="16"/>
        </w:rPr>
      </w:pPr>
    </w:p>
    <w:p w:rsidR="00244C2D" w:rsidRPr="00A05026" w:rsidRDefault="00244C2D" w:rsidP="004C50C6">
      <w:pPr>
        <w:jc w:val="center"/>
        <w:rPr>
          <w:b/>
          <w:sz w:val="16"/>
          <w:szCs w:val="16"/>
        </w:rPr>
      </w:pPr>
    </w:p>
    <w:p w:rsidR="00244C2D" w:rsidRPr="00A05026" w:rsidRDefault="00244C2D" w:rsidP="004C50C6">
      <w:pPr>
        <w:pStyle w:val="Heading1"/>
      </w:pPr>
      <w:r w:rsidRPr="00A05026">
        <w:t>РОЗПОРЯДЖЕННЯ</w:t>
      </w:r>
    </w:p>
    <w:p w:rsidR="00244C2D" w:rsidRPr="00A05026" w:rsidRDefault="00244C2D" w:rsidP="004C50C6">
      <w:pPr>
        <w:pStyle w:val="Title"/>
        <w:jc w:val="left"/>
        <w:rPr>
          <w:sz w:val="20"/>
          <w:szCs w:val="20"/>
        </w:rPr>
      </w:pPr>
    </w:p>
    <w:p w:rsidR="00244C2D" w:rsidRPr="00A05026" w:rsidRDefault="00244C2D" w:rsidP="004C50C6">
      <w:pPr>
        <w:pStyle w:val="Title"/>
        <w:jc w:val="left"/>
        <w:rPr>
          <w:sz w:val="20"/>
          <w:szCs w:val="20"/>
        </w:rPr>
      </w:pPr>
    </w:p>
    <w:p w:rsidR="00244C2D" w:rsidRPr="00A05026" w:rsidRDefault="00244C2D" w:rsidP="004C50C6">
      <w:pPr>
        <w:pStyle w:val="Title"/>
        <w:jc w:val="left"/>
      </w:pPr>
      <w:r>
        <w:rPr>
          <w:szCs w:val="28"/>
        </w:rPr>
        <w:t xml:space="preserve">01 вересня 2017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</w:t>
      </w:r>
      <w:r w:rsidRPr="00A05026">
        <w:t xml:space="preserve">№ </w:t>
      </w:r>
      <w:r>
        <w:t>242</w:t>
      </w:r>
    </w:p>
    <w:p w:rsidR="00244C2D" w:rsidRPr="00A05026" w:rsidRDefault="00244C2D" w:rsidP="00163BDD">
      <w:pPr>
        <w:jc w:val="both"/>
      </w:pPr>
    </w:p>
    <w:p w:rsidR="00244C2D" w:rsidRPr="00A05026" w:rsidRDefault="00244C2D" w:rsidP="00A05026">
      <w:pPr>
        <w:jc w:val="center"/>
      </w:pPr>
    </w:p>
    <w:p w:rsidR="00244C2D" w:rsidRPr="00A05026" w:rsidRDefault="00244C2D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Ленартович М.О.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244C2D" w:rsidRPr="00A05026" w:rsidRDefault="00244C2D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244C2D" w:rsidRPr="00A05026" w:rsidRDefault="00244C2D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244C2D" w:rsidRPr="00A05026" w:rsidRDefault="00244C2D" w:rsidP="00A05026">
      <w:pPr>
        <w:jc w:val="center"/>
        <w:rPr>
          <w:szCs w:val="28"/>
        </w:rPr>
      </w:pPr>
      <w:r>
        <w:rPr>
          <w:szCs w:val="28"/>
        </w:rPr>
        <w:t xml:space="preserve">КСП «Україна» </w:t>
      </w:r>
      <w:r w:rsidRPr="00A05026">
        <w:rPr>
          <w:szCs w:val="28"/>
        </w:rPr>
        <w:t>в натурі (на  місцевості)</w:t>
      </w:r>
    </w:p>
    <w:p w:rsidR="00244C2D" w:rsidRPr="00A05026" w:rsidRDefault="00244C2D" w:rsidP="001B6D24"/>
    <w:p w:rsidR="00244C2D" w:rsidRPr="00A05026" w:rsidRDefault="00244C2D" w:rsidP="001B6D24">
      <w:r>
        <w:t xml:space="preserve"> </w:t>
      </w:r>
    </w:p>
    <w:p w:rsidR="00244C2D" w:rsidRPr="00A05026" w:rsidRDefault="00244C2D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>ого КСП «Україна»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244C2D" w:rsidRPr="00A05026" w:rsidRDefault="00244C2D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 «Україна» </w:t>
      </w:r>
      <w:r w:rsidRPr="00A05026">
        <w:t>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Великообзирської   </w:t>
      </w:r>
      <w:r w:rsidRPr="00A05026">
        <w:t>сільської ради</w:t>
      </w:r>
      <w:r>
        <w:t xml:space="preserve"> громадянці</w:t>
      </w:r>
      <w:r w:rsidRPr="00A05026">
        <w:t>:</w:t>
      </w:r>
    </w:p>
    <w:p w:rsidR="00244C2D" w:rsidRPr="00A05026" w:rsidRDefault="00244C2D" w:rsidP="00A05026">
      <w:pPr>
        <w:ind w:firstLine="708"/>
        <w:jc w:val="both"/>
      </w:pPr>
      <w:r w:rsidRPr="00A05026">
        <w:t xml:space="preserve">- </w:t>
      </w:r>
      <w:r>
        <w:t>Ленартович Марії Олексіївні, власнику сертифіката</w:t>
      </w:r>
      <w:r w:rsidRPr="00A05026">
        <w:t xml:space="preserve"> на право на земельну частку (пай) серії ВЛ № </w:t>
      </w:r>
      <w:r>
        <w:t>0256380.</w:t>
      </w:r>
    </w:p>
    <w:p w:rsidR="00244C2D" w:rsidRPr="00A05026" w:rsidRDefault="00244C2D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244C2D" w:rsidRPr="00A05026" w:rsidRDefault="00244C2D" w:rsidP="001B6D24"/>
    <w:p w:rsidR="00244C2D" w:rsidRPr="00A05026" w:rsidRDefault="00244C2D" w:rsidP="001B6D24"/>
    <w:p w:rsidR="00244C2D" w:rsidRPr="00A05026" w:rsidRDefault="00244C2D" w:rsidP="001B6D24"/>
    <w:p w:rsidR="00244C2D" w:rsidRPr="00A05026" w:rsidRDefault="00244C2D" w:rsidP="001B6D24"/>
    <w:p w:rsidR="00244C2D" w:rsidRPr="00A05026" w:rsidRDefault="00244C2D" w:rsidP="001B6D24"/>
    <w:p w:rsidR="00244C2D" w:rsidRPr="005B2BAC" w:rsidRDefault="00244C2D" w:rsidP="001B6D24">
      <w:pPr>
        <w:rPr>
          <w:szCs w:val="28"/>
        </w:rPr>
      </w:pPr>
      <w:r w:rsidRPr="005B2BAC">
        <w:rPr>
          <w:szCs w:val="28"/>
        </w:rPr>
        <w:t>Голова</w:t>
      </w:r>
      <w:r>
        <w:rPr>
          <w:szCs w:val="28"/>
        </w:rPr>
        <w:t xml:space="preserve">                                                                                                 </w:t>
      </w:r>
      <w:r w:rsidRPr="005B2BAC">
        <w:rPr>
          <w:b/>
          <w:szCs w:val="28"/>
        </w:rPr>
        <w:t>В.ДУНАЙЧУК</w:t>
      </w:r>
    </w:p>
    <w:p w:rsidR="00244C2D" w:rsidRDefault="00244C2D" w:rsidP="001B6D24">
      <w:pPr>
        <w:rPr>
          <w:sz w:val="24"/>
        </w:rPr>
      </w:pPr>
    </w:p>
    <w:p w:rsidR="00244C2D" w:rsidRPr="00400AFD" w:rsidRDefault="00244C2D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244C2D" w:rsidRPr="00A05026" w:rsidRDefault="00244C2D" w:rsidP="001B6D24"/>
    <w:sectPr w:rsidR="00244C2D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C2D" w:rsidRDefault="00244C2D" w:rsidP="00D113DB">
      <w:r>
        <w:separator/>
      </w:r>
    </w:p>
  </w:endnote>
  <w:endnote w:type="continuationSeparator" w:id="0">
    <w:p w:rsidR="00244C2D" w:rsidRDefault="00244C2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C2D" w:rsidRDefault="00244C2D" w:rsidP="00D113DB">
      <w:r>
        <w:separator/>
      </w:r>
    </w:p>
  </w:footnote>
  <w:footnote w:type="continuationSeparator" w:id="0">
    <w:p w:rsidR="00244C2D" w:rsidRDefault="00244C2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590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C49E6"/>
    <w:rsid w:val="001D1B08"/>
    <w:rsid w:val="001E514E"/>
    <w:rsid w:val="001F40A7"/>
    <w:rsid w:val="001F55AA"/>
    <w:rsid w:val="001F6014"/>
    <w:rsid w:val="00203A9A"/>
    <w:rsid w:val="00206814"/>
    <w:rsid w:val="00211E7D"/>
    <w:rsid w:val="002223C6"/>
    <w:rsid w:val="00225ACF"/>
    <w:rsid w:val="0022746F"/>
    <w:rsid w:val="00231D11"/>
    <w:rsid w:val="002412D9"/>
    <w:rsid w:val="00241B85"/>
    <w:rsid w:val="00244C2D"/>
    <w:rsid w:val="00255F6B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67753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1A58"/>
    <w:rsid w:val="005065FF"/>
    <w:rsid w:val="005317A2"/>
    <w:rsid w:val="005513FD"/>
    <w:rsid w:val="0056747D"/>
    <w:rsid w:val="00575828"/>
    <w:rsid w:val="005928F1"/>
    <w:rsid w:val="005A71DF"/>
    <w:rsid w:val="005B09AD"/>
    <w:rsid w:val="005B2BAC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06C96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B3718"/>
    <w:rsid w:val="009B6049"/>
    <w:rsid w:val="009C0C0D"/>
    <w:rsid w:val="009C35F0"/>
    <w:rsid w:val="009E7E26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338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F006D"/>
    <w:rsid w:val="00B044C7"/>
    <w:rsid w:val="00B142CC"/>
    <w:rsid w:val="00B169B5"/>
    <w:rsid w:val="00B21186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3078"/>
    <w:rsid w:val="00D143FB"/>
    <w:rsid w:val="00D25A39"/>
    <w:rsid w:val="00D27FC7"/>
    <w:rsid w:val="00D30C09"/>
    <w:rsid w:val="00D3224E"/>
    <w:rsid w:val="00D41EE0"/>
    <w:rsid w:val="00D442A9"/>
    <w:rsid w:val="00D510A8"/>
    <w:rsid w:val="00D5423B"/>
    <w:rsid w:val="00D54294"/>
    <w:rsid w:val="00D63DB7"/>
    <w:rsid w:val="00D90E3F"/>
    <w:rsid w:val="00DB4219"/>
    <w:rsid w:val="00DD6E4A"/>
    <w:rsid w:val="00DE4C21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E50FC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CA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11E7D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CA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31CA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1CA2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5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202</Words>
  <Characters>1153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2017-09-01T06:38:00Z</cp:lastPrinted>
  <dcterms:created xsi:type="dcterms:W3CDTF">2017-09-06T12:43:00Z</dcterms:created>
  <dcterms:modified xsi:type="dcterms:W3CDTF">2017-09-06T12:43:00Z</dcterms:modified>
</cp:coreProperties>
</file>