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A33" w:rsidRPr="00A05026" w:rsidRDefault="00EC0A33" w:rsidP="00F13711">
      <w:pPr>
        <w:jc w:val="center"/>
        <w:rPr>
          <w:snapToGrid w:val="0"/>
          <w:spacing w:val="8"/>
          <w:sz w:val="24"/>
        </w:rPr>
      </w:pPr>
      <w:r w:rsidRPr="00CA21DD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EC0A33" w:rsidRPr="00A05026" w:rsidRDefault="00EC0A33" w:rsidP="004C50C6">
      <w:pPr>
        <w:jc w:val="center"/>
        <w:rPr>
          <w:snapToGrid w:val="0"/>
          <w:spacing w:val="8"/>
          <w:sz w:val="24"/>
        </w:rPr>
      </w:pPr>
    </w:p>
    <w:p w:rsidR="00EC0A33" w:rsidRPr="00A05026" w:rsidRDefault="00EC0A33" w:rsidP="004C50C6">
      <w:pPr>
        <w:pStyle w:val="Heading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EC0A33" w:rsidRPr="00A05026" w:rsidRDefault="00EC0A33" w:rsidP="004C50C6">
      <w:pPr>
        <w:pStyle w:val="Heading3"/>
        <w:rPr>
          <w:sz w:val="28"/>
        </w:rPr>
      </w:pPr>
      <w:r w:rsidRPr="00A05026">
        <w:rPr>
          <w:sz w:val="28"/>
        </w:rPr>
        <w:t>ВОЛИНСЬКОЇ ОБЛАСТІ</w:t>
      </w:r>
    </w:p>
    <w:p w:rsidR="00EC0A33" w:rsidRPr="00A05026" w:rsidRDefault="00EC0A33" w:rsidP="004C50C6">
      <w:pPr>
        <w:jc w:val="center"/>
        <w:rPr>
          <w:b/>
          <w:sz w:val="16"/>
          <w:szCs w:val="16"/>
        </w:rPr>
      </w:pPr>
    </w:p>
    <w:p w:rsidR="00EC0A33" w:rsidRPr="00A05026" w:rsidRDefault="00EC0A33" w:rsidP="004C50C6">
      <w:pPr>
        <w:jc w:val="center"/>
        <w:rPr>
          <w:b/>
          <w:sz w:val="16"/>
          <w:szCs w:val="16"/>
        </w:rPr>
      </w:pPr>
    </w:p>
    <w:p w:rsidR="00EC0A33" w:rsidRPr="00A05026" w:rsidRDefault="00EC0A33" w:rsidP="004C50C6">
      <w:pPr>
        <w:pStyle w:val="Heading1"/>
      </w:pPr>
      <w:r w:rsidRPr="00A05026">
        <w:t>РОЗПОРЯДЖЕННЯ</w:t>
      </w:r>
    </w:p>
    <w:p w:rsidR="00EC0A33" w:rsidRPr="00A05026" w:rsidRDefault="00EC0A33" w:rsidP="004C50C6">
      <w:pPr>
        <w:pStyle w:val="Title"/>
        <w:jc w:val="left"/>
        <w:rPr>
          <w:sz w:val="20"/>
          <w:szCs w:val="20"/>
        </w:rPr>
      </w:pPr>
    </w:p>
    <w:p w:rsidR="00EC0A33" w:rsidRPr="00A05026" w:rsidRDefault="00EC0A33" w:rsidP="004C50C6">
      <w:pPr>
        <w:pStyle w:val="Title"/>
        <w:jc w:val="left"/>
        <w:rPr>
          <w:sz w:val="20"/>
          <w:szCs w:val="20"/>
        </w:rPr>
      </w:pPr>
    </w:p>
    <w:p w:rsidR="00EC0A33" w:rsidRPr="00A05026" w:rsidRDefault="00EC0A33" w:rsidP="004C50C6">
      <w:pPr>
        <w:pStyle w:val="Title"/>
        <w:jc w:val="left"/>
      </w:pPr>
      <w:r>
        <w:rPr>
          <w:szCs w:val="28"/>
        </w:rPr>
        <w:t xml:space="preserve">01 вересня 2017 року    </w:t>
      </w:r>
      <w:r w:rsidRPr="00A05026">
        <w:rPr>
          <w:szCs w:val="28"/>
        </w:rPr>
        <w:t xml:space="preserve">  </w:t>
      </w:r>
      <w:r>
        <w:rPr>
          <w:szCs w:val="28"/>
        </w:rPr>
        <w:t xml:space="preserve">      </w:t>
      </w:r>
      <w:r w:rsidRPr="00A05026">
        <w:t>м.</w:t>
      </w:r>
      <w:r>
        <w:t xml:space="preserve"> Камінь-Каширський</w:t>
      </w:r>
      <w:r>
        <w:tab/>
      </w:r>
      <w:r>
        <w:tab/>
      </w:r>
      <w:r>
        <w:tab/>
        <w:t xml:space="preserve">          </w:t>
      </w:r>
      <w:r w:rsidRPr="00A05026">
        <w:t xml:space="preserve">№ </w:t>
      </w:r>
      <w:r>
        <w:t xml:space="preserve"> 241</w:t>
      </w:r>
    </w:p>
    <w:p w:rsidR="00EC0A33" w:rsidRPr="00A05026" w:rsidRDefault="00EC0A33" w:rsidP="00163BDD">
      <w:pPr>
        <w:jc w:val="both"/>
      </w:pPr>
    </w:p>
    <w:p w:rsidR="00EC0A33" w:rsidRPr="00A05026" w:rsidRDefault="00EC0A33" w:rsidP="00A05026">
      <w:pPr>
        <w:jc w:val="center"/>
      </w:pPr>
    </w:p>
    <w:p w:rsidR="00EC0A33" w:rsidRPr="00A05026" w:rsidRDefault="00EC0A33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гр. </w:t>
      </w:r>
      <w:r>
        <w:rPr>
          <w:szCs w:val="28"/>
        </w:rPr>
        <w:t xml:space="preserve">Мельничуку В.С.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EC0A33" w:rsidRPr="00A05026" w:rsidRDefault="00EC0A33" w:rsidP="00A05026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EC0A33" w:rsidRPr="00A05026" w:rsidRDefault="00EC0A33" w:rsidP="00A05026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частки</w:t>
      </w:r>
      <w:r>
        <w:rPr>
          <w:szCs w:val="28"/>
        </w:rPr>
        <w:t xml:space="preserve"> </w:t>
      </w:r>
      <w:r w:rsidRPr="00A05026">
        <w:rPr>
          <w:szCs w:val="28"/>
        </w:rPr>
        <w:t>(паю)</w:t>
      </w:r>
      <w:r>
        <w:rPr>
          <w:szCs w:val="28"/>
        </w:rPr>
        <w:t xml:space="preserve"> </w:t>
      </w:r>
      <w:r w:rsidRPr="00A05026">
        <w:rPr>
          <w:szCs w:val="28"/>
        </w:rPr>
        <w:t>колишнь</w:t>
      </w:r>
      <w:r>
        <w:rPr>
          <w:szCs w:val="28"/>
        </w:rPr>
        <w:t>ого</w:t>
      </w:r>
    </w:p>
    <w:p w:rsidR="00EC0A33" w:rsidRPr="00A05026" w:rsidRDefault="00EC0A33" w:rsidP="00A05026">
      <w:pPr>
        <w:jc w:val="center"/>
        <w:rPr>
          <w:szCs w:val="28"/>
        </w:rPr>
      </w:pPr>
      <w:r>
        <w:rPr>
          <w:szCs w:val="28"/>
        </w:rPr>
        <w:t xml:space="preserve">КСП ім. Шевченка </w:t>
      </w:r>
      <w:r w:rsidRPr="00A05026">
        <w:rPr>
          <w:szCs w:val="28"/>
        </w:rPr>
        <w:t>в натурі (на  місцевості)</w:t>
      </w:r>
    </w:p>
    <w:p w:rsidR="00EC0A33" w:rsidRPr="00A05026" w:rsidRDefault="00EC0A33" w:rsidP="001B6D24"/>
    <w:p w:rsidR="00EC0A33" w:rsidRPr="00A05026" w:rsidRDefault="00EC0A33" w:rsidP="001B6D24">
      <w:r>
        <w:t xml:space="preserve"> </w:t>
      </w:r>
    </w:p>
    <w:p w:rsidR="00EC0A33" w:rsidRPr="00A05026" w:rsidRDefault="00EC0A33" w:rsidP="00A05026">
      <w:pPr>
        <w:ind w:firstLine="708"/>
        <w:jc w:val="both"/>
      </w:pPr>
      <w:r w:rsidRPr="00A05026">
        <w:t>Розгля</w:t>
      </w:r>
      <w:r>
        <w:t>нувши заяву власника сертифіката</w:t>
      </w:r>
      <w:r w:rsidRPr="00A05026">
        <w:t xml:space="preserve"> на право на земельну частку (пай) </w:t>
      </w:r>
      <w:r w:rsidRPr="00A05026">
        <w:rPr>
          <w:szCs w:val="28"/>
        </w:rPr>
        <w:t>колишнь</w:t>
      </w:r>
      <w:r>
        <w:rPr>
          <w:szCs w:val="28"/>
        </w:rPr>
        <w:t>ого КСП ім.. Шевченка</w:t>
      </w:r>
      <w:r w:rsidRPr="00A05026">
        <w:rPr>
          <w:szCs w:val="28"/>
        </w:rPr>
        <w:t xml:space="preserve"> </w:t>
      </w:r>
      <w:r w:rsidRPr="00A05026">
        <w:t>відповідно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  <w:r>
        <w:t xml:space="preserve"> </w:t>
      </w:r>
    </w:p>
    <w:p w:rsidR="00EC0A33" w:rsidRPr="00A05026" w:rsidRDefault="00EC0A33" w:rsidP="003F60D4">
      <w:pPr>
        <w:tabs>
          <w:tab w:val="left" w:pos="567"/>
        </w:tabs>
        <w:jc w:val="both"/>
      </w:pPr>
      <w:r>
        <w:tab/>
        <w:t xml:space="preserve">1. </w:t>
      </w:r>
      <w:r w:rsidRPr="00A05026">
        <w:t xml:space="preserve">Надати дозвіл  на розроблення технічної документації із землеустрою щодо встановлення меж земельних ділянок частки (паю) </w:t>
      </w:r>
      <w:r>
        <w:rPr>
          <w:szCs w:val="28"/>
        </w:rPr>
        <w:t>колишнього К</w:t>
      </w:r>
      <w:bookmarkStart w:id="0" w:name="_GoBack"/>
      <w:bookmarkEnd w:id="0"/>
      <w:r>
        <w:rPr>
          <w:szCs w:val="28"/>
        </w:rPr>
        <w:t xml:space="preserve">СП ім. Шевченка </w:t>
      </w:r>
      <w:r w:rsidRPr="00A05026">
        <w:t>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Качинської  </w:t>
      </w:r>
      <w:r w:rsidRPr="00A05026">
        <w:t>сільської ради</w:t>
      </w:r>
      <w:r>
        <w:t xml:space="preserve"> громадянину</w:t>
      </w:r>
      <w:r w:rsidRPr="00A05026">
        <w:t>:</w:t>
      </w:r>
    </w:p>
    <w:p w:rsidR="00EC0A33" w:rsidRPr="00A05026" w:rsidRDefault="00EC0A33" w:rsidP="00A05026">
      <w:pPr>
        <w:ind w:firstLine="708"/>
        <w:jc w:val="both"/>
      </w:pPr>
      <w:r w:rsidRPr="00A05026">
        <w:t xml:space="preserve">- </w:t>
      </w:r>
      <w:r>
        <w:t>Мельничуку Віктору Семеновичу, власнику сертифіката</w:t>
      </w:r>
      <w:r w:rsidRPr="00A05026">
        <w:t xml:space="preserve"> на право на земельну частку (пай) серії ВЛ № </w:t>
      </w:r>
      <w:r>
        <w:t>0259547.</w:t>
      </w:r>
    </w:p>
    <w:p w:rsidR="00EC0A33" w:rsidRPr="00A05026" w:rsidRDefault="00EC0A33" w:rsidP="00AC2774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</w:t>
      </w:r>
      <w:r w:rsidRPr="00A05026">
        <w:t>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EC0A33" w:rsidRPr="00A05026" w:rsidRDefault="00EC0A33" w:rsidP="001B6D24"/>
    <w:p w:rsidR="00EC0A33" w:rsidRPr="00A05026" w:rsidRDefault="00EC0A33" w:rsidP="001B6D24"/>
    <w:p w:rsidR="00EC0A33" w:rsidRPr="00A05026" w:rsidRDefault="00EC0A33" w:rsidP="001B6D24"/>
    <w:p w:rsidR="00EC0A33" w:rsidRPr="00A05026" w:rsidRDefault="00EC0A33" w:rsidP="001B6D24"/>
    <w:p w:rsidR="00EC0A33" w:rsidRPr="00A05026" w:rsidRDefault="00EC0A33" w:rsidP="001B6D24"/>
    <w:p w:rsidR="00EC0A33" w:rsidRPr="005B2BAC" w:rsidRDefault="00EC0A33" w:rsidP="001B6D24">
      <w:pPr>
        <w:rPr>
          <w:szCs w:val="28"/>
        </w:rPr>
      </w:pPr>
      <w:r w:rsidRPr="005B2BAC">
        <w:rPr>
          <w:szCs w:val="28"/>
        </w:rPr>
        <w:t>Голова</w:t>
      </w:r>
      <w:r>
        <w:rPr>
          <w:szCs w:val="28"/>
        </w:rPr>
        <w:t xml:space="preserve">                                                                                                 </w:t>
      </w:r>
      <w:r w:rsidRPr="005B2BAC">
        <w:rPr>
          <w:b/>
          <w:szCs w:val="28"/>
        </w:rPr>
        <w:t>В.ДУНАЙЧУК</w:t>
      </w:r>
    </w:p>
    <w:p w:rsidR="00EC0A33" w:rsidRDefault="00EC0A33" w:rsidP="001B6D24">
      <w:pPr>
        <w:rPr>
          <w:sz w:val="24"/>
        </w:rPr>
      </w:pPr>
    </w:p>
    <w:p w:rsidR="00EC0A33" w:rsidRPr="00400AFD" w:rsidRDefault="00EC0A33" w:rsidP="001B6D24">
      <w:pPr>
        <w:rPr>
          <w:sz w:val="24"/>
        </w:rPr>
      </w:pPr>
      <w:r w:rsidRPr="00400AFD">
        <w:rPr>
          <w:sz w:val="24"/>
        </w:rPr>
        <w:t>Нікітчук 23068</w:t>
      </w:r>
    </w:p>
    <w:sectPr w:rsidR="00EC0A33" w:rsidRPr="00400AFD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A33" w:rsidRDefault="00EC0A33" w:rsidP="00D113DB">
      <w:r>
        <w:separator/>
      </w:r>
    </w:p>
  </w:endnote>
  <w:endnote w:type="continuationSeparator" w:id="0">
    <w:p w:rsidR="00EC0A33" w:rsidRDefault="00EC0A33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A33" w:rsidRDefault="00EC0A33" w:rsidP="00D113DB">
      <w:r>
        <w:separator/>
      </w:r>
    </w:p>
  </w:footnote>
  <w:footnote w:type="continuationSeparator" w:id="0">
    <w:p w:rsidR="00EC0A33" w:rsidRDefault="00EC0A33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10BB4"/>
    <w:rsid w:val="00011C08"/>
    <w:rsid w:val="00021F00"/>
    <w:rsid w:val="00022554"/>
    <w:rsid w:val="00026AE3"/>
    <w:rsid w:val="00031CFB"/>
    <w:rsid w:val="00046327"/>
    <w:rsid w:val="000539C8"/>
    <w:rsid w:val="00057720"/>
    <w:rsid w:val="00057FD4"/>
    <w:rsid w:val="00061630"/>
    <w:rsid w:val="00062975"/>
    <w:rsid w:val="00094177"/>
    <w:rsid w:val="0009683A"/>
    <w:rsid w:val="000A4A8C"/>
    <w:rsid w:val="000A66CA"/>
    <w:rsid w:val="000B33A3"/>
    <w:rsid w:val="000D0568"/>
    <w:rsid w:val="000E4464"/>
    <w:rsid w:val="000F20E0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4174A"/>
    <w:rsid w:val="00150DCE"/>
    <w:rsid w:val="00163BDD"/>
    <w:rsid w:val="001754A2"/>
    <w:rsid w:val="00176697"/>
    <w:rsid w:val="00183E3E"/>
    <w:rsid w:val="00197F79"/>
    <w:rsid w:val="001A2FF2"/>
    <w:rsid w:val="001A47AE"/>
    <w:rsid w:val="001A55A3"/>
    <w:rsid w:val="001A7883"/>
    <w:rsid w:val="001B27D9"/>
    <w:rsid w:val="001B6D24"/>
    <w:rsid w:val="001D1B08"/>
    <w:rsid w:val="001E514E"/>
    <w:rsid w:val="001F40A7"/>
    <w:rsid w:val="001F55AA"/>
    <w:rsid w:val="001F6014"/>
    <w:rsid w:val="00203A9A"/>
    <w:rsid w:val="00206814"/>
    <w:rsid w:val="002223C6"/>
    <w:rsid w:val="00225ACF"/>
    <w:rsid w:val="0022746F"/>
    <w:rsid w:val="00231D11"/>
    <w:rsid w:val="002412D9"/>
    <w:rsid w:val="00241B85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C33F5"/>
    <w:rsid w:val="002C4595"/>
    <w:rsid w:val="002D22BC"/>
    <w:rsid w:val="002D37BC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61B5B"/>
    <w:rsid w:val="00361F44"/>
    <w:rsid w:val="0038223E"/>
    <w:rsid w:val="003869D8"/>
    <w:rsid w:val="003A0D83"/>
    <w:rsid w:val="003A4737"/>
    <w:rsid w:val="003B1A50"/>
    <w:rsid w:val="003E7F26"/>
    <w:rsid w:val="003F5C28"/>
    <w:rsid w:val="003F60D4"/>
    <w:rsid w:val="00400AFD"/>
    <w:rsid w:val="00404023"/>
    <w:rsid w:val="00410F37"/>
    <w:rsid w:val="004312D4"/>
    <w:rsid w:val="00456C12"/>
    <w:rsid w:val="004720B5"/>
    <w:rsid w:val="00490A24"/>
    <w:rsid w:val="004A00FE"/>
    <w:rsid w:val="004A6BFA"/>
    <w:rsid w:val="004A772A"/>
    <w:rsid w:val="004C50C6"/>
    <w:rsid w:val="004E1818"/>
    <w:rsid w:val="004E4CA7"/>
    <w:rsid w:val="004E4F92"/>
    <w:rsid w:val="004E5AA1"/>
    <w:rsid w:val="004E78E3"/>
    <w:rsid w:val="005019DB"/>
    <w:rsid w:val="00501A58"/>
    <w:rsid w:val="005065FF"/>
    <w:rsid w:val="005317A2"/>
    <w:rsid w:val="005513FD"/>
    <w:rsid w:val="0056747D"/>
    <w:rsid w:val="00575828"/>
    <w:rsid w:val="005928F1"/>
    <w:rsid w:val="005A3EEA"/>
    <w:rsid w:val="005A71DF"/>
    <w:rsid w:val="005B09AD"/>
    <w:rsid w:val="005B2BAC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1237F"/>
    <w:rsid w:val="00615691"/>
    <w:rsid w:val="006373EB"/>
    <w:rsid w:val="00656B73"/>
    <w:rsid w:val="006738DC"/>
    <w:rsid w:val="006761ED"/>
    <w:rsid w:val="006A33E9"/>
    <w:rsid w:val="006D7147"/>
    <w:rsid w:val="006E13B0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E405B"/>
    <w:rsid w:val="007E61B3"/>
    <w:rsid w:val="007F3E87"/>
    <w:rsid w:val="008057D9"/>
    <w:rsid w:val="00806C40"/>
    <w:rsid w:val="008109A9"/>
    <w:rsid w:val="00834A7C"/>
    <w:rsid w:val="00844C4E"/>
    <w:rsid w:val="00857CB6"/>
    <w:rsid w:val="008610D4"/>
    <w:rsid w:val="00866476"/>
    <w:rsid w:val="00877E46"/>
    <w:rsid w:val="0088149D"/>
    <w:rsid w:val="00892163"/>
    <w:rsid w:val="0089774F"/>
    <w:rsid w:val="00897DA2"/>
    <w:rsid w:val="008A5052"/>
    <w:rsid w:val="008C6AD3"/>
    <w:rsid w:val="008F71B9"/>
    <w:rsid w:val="008F77B9"/>
    <w:rsid w:val="00901791"/>
    <w:rsid w:val="00905A71"/>
    <w:rsid w:val="00910FF2"/>
    <w:rsid w:val="009229F2"/>
    <w:rsid w:val="009236C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B6049"/>
    <w:rsid w:val="009C0C0D"/>
    <w:rsid w:val="009C35F0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30643"/>
    <w:rsid w:val="00A31F38"/>
    <w:rsid w:val="00A344BC"/>
    <w:rsid w:val="00A55151"/>
    <w:rsid w:val="00A65DF3"/>
    <w:rsid w:val="00A672B5"/>
    <w:rsid w:val="00A7518B"/>
    <w:rsid w:val="00A7697D"/>
    <w:rsid w:val="00A95C7A"/>
    <w:rsid w:val="00AA301D"/>
    <w:rsid w:val="00AB4A3A"/>
    <w:rsid w:val="00AC2774"/>
    <w:rsid w:val="00AC45E7"/>
    <w:rsid w:val="00AF006D"/>
    <w:rsid w:val="00B044C7"/>
    <w:rsid w:val="00B142CC"/>
    <w:rsid w:val="00B169B5"/>
    <w:rsid w:val="00B21186"/>
    <w:rsid w:val="00B21D35"/>
    <w:rsid w:val="00B2560E"/>
    <w:rsid w:val="00B43590"/>
    <w:rsid w:val="00B535A8"/>
    <w:rsid w:val="00B67295"/>
    <w:rsid w:val="00B73321"/>
    <w:rsid w:val="00B80CBB"/>
    <w:rsid w:val="00B83396"/>
    <w:rsid w:val="00B869A6"/>
    <w:rsid w:val="00B92097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0529E"/>
    <w:rsid w:val="00C16880"/>
    <w:rsid w:val="00C201F2"/>
    <w:rsid w:val="00C36DE7"/>
    <w:rsid w:val="00C3747A"/>
    <w:rsid w:val="00C54E74"/>
    <w:rsid w:val="00C577D8"/>
    <w:rsid w:val="00C70519"/>
    <w:rsid w:val="00C807FD"/>
    <w:rsid w:val="00C91EF3"/>
    <w:rsid w:val="00CA21DD"/>
    <w:rsid w:val="00CC05B6"/>
    <w:rsid w:val="00CD2B35"/>
    <w:rsid w:val="00CD7B1A"/>
    <w:rsid w:val="00CE0921"/>
    <w:rsid w:val="00CF3303"/>
    <w:rsid w:val="00D02214"/>
    <w:rsid w:val="00D113DB"/>
    <w:rsid w:val="00D13078"/>
    <w:rsid w:val="00D143FB"/>
    <w:rsid w:val="00D25A39"/>
    <w:rsid w:val="00D27FC7"/>
    <w:rsid w:val="00D30C09"/>
    <w:rsid w:val="00D3224E"/>
    <w:rsid w:val="00D41EE0"/>
    <w:rsid w:val="00D442A9"/>
    <w:rsid w:val="00D510A8"/>
    <w:rsid w:val="00D5423B"/>
    <w:rsid w:val="00D54294"/>
    <w:rsid w:val="00D63DB7"/>
    <w:rsid w:val="00D90E3F"/>
    <w:rsid w:val="00DB4219"/>
    <w:rsid w:val="00DD6E4A"/>
    <w:rsid w:val="00DE4C21"/>
    <w:rsid w:val="00E04C17"/>
    <w:rsid w:val="00E1023F"/>
    <w:rsid w:val="00E11DC3"/>
    <w:rsid w:val="00E129B3"/>
    <w:rsid w:val="00E148D0"/>
    <w:rsid w:val="00E16C37"/>
    <w:rsid w:val="00E22F72"/>
    <w:rsid w:val="00E31C9C"/>
    <w:rsid w:val="00E33D5C"/>
    <w:rsid w:val="00E369DD"/>
    <w:rsid w:val="00E378BC"/>
    <w:rsid w:val="00E51DAB"/>
    <w:rsid w:val="00E56753"/>
    <w:rsid w:val="00E90913"/>
    <w:rsid w:val="00E90AF3"/>
    <w:rsid w:val="00E95828"/>
    <w:rsid w:val="00EA199A"/>
    <w:rsid w:val="00EA5574"/>
    <w:rsid w:val="00EB6E39"/>
    <w:rsid w:val="00EC0A33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519C4"/>
    <w:rsid w:val="00F612AE"/>
    <w:rsid w:val="00F62FD7"/>
    <w:rsid w:val="00F64FC8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764E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6647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764E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DE764E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E764E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590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203</Words>
  <Characters>1158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2017-09-01T06:35:00Z</cp:lastPrinted>
  <dcterms:created xsi:type="dcterms:W3CDTF">2017-09-06T11:30:00Z</dcterms:created>
  <dcterms:modified xsi:type="dcterms:W3CDTF">2017-09-06T11:30:00Z</dcterms:modified>
</cp:coreProperties>
</file>