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70" w:rsidRDefault="00130470" w:rsidP="004C50C6">
      <w:pPr>
        <w:jc w:val="center"/>
        <w:rPr>
          <w:snapToGrid w:val="0"/>
          <w:spacing w:val="8"/>
          <w:sz w:val="24"/>
        </w:rPr>
      </w:pPr>
      <w:r w:rsidRPr="00A37CD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130470" w:rsidRDefault="00130470" w:rsidP="004C50C6">
      <w:pPr>
        <w:jc w:val="center"/>
        <w:rPr>
          <w:snapToGrid w:val="0"/>
          <w:spacing w:val="8"/>
          <w:sz w:val="24"/>
        </w:rPr>
      </w:pPr>
    </w:p>
    <w:p w:rsidR="00130470" w:rsidRPr="006A4DE2" w:rsidRDefault="00130470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30470" w:rsidRPr="006A4DE2" w:rsidRDefault="00130470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30470" w:rsidRDefault="00130470" w:rsidP="004C50C6">
      <w:pPr>
        <w:jc w:val="center"/>
        <w:rPr>
          <w:b/>
          <w:sz w:val="16"/>
          <w:szCs w:val="16"/>
        </w:rPr>
      </w:pPr>
    </w:p>
    <w:p w:rsidR="00130470" w:rsidRPr="00C565F1" w:rsidRDefault="00130470" w:rsidP="004C50C6">
      <w:pPr>
        <w:jc w:val="center"/>
        <w:rPr>
          <w:b/>
          <w:sz w:val="16"/>
          <w:szCs w:val="16"/>
        </w:rPr>
      </w:pPr>
    </w:p>
    <w:p w:rsidR="00130470" w:rsidRDefault="00130470" w:rsidP="004C50C6">
      <w:pPr>
        <w:pStyle w:val="Heading1"/>
      </w:pPr>
      <w:r w:rsidRPr="009428E8">
        <w:t>РОЗПОРЯДЖЕННЯ</w:t>
      </w:r>
    </w:p>
    <w:p w:rsidR="00130470" w:rsidRDefault="00130470" w:rsidP="004C50C6">
      <w:pPr>
        <w:pStyle w:val="Title"/>
        <w:jc w:val="left"/>
        <w:rPr>
          <w:sz w:val="20"/>
          <w:szCs w:val="20"/>
        </w:rPr>
      </w:pPr>
    </w:p>
    <w:p w:rsidR="00130470" w:rsidRDefault="00130470" w:rsidP="004C50C6">
      <w:pPr>
        <w:pStyle w:val="Title"/>
        <w:jc w:val="left"/>
        <w:rPr>
          <w:sz w:val="20"/>
          <w:szCs w:val="20"/>
        </w:rPr>
      </w:pPr>
    </w:p>
    <w:p w:rsidR="00130470" w:rsidRDefault="00130470" w:rsidP="000A64BB">
      <w:pPr>
        <w:pStyle w:val="Title"/>
        <w:jc w:val="left"/>
      </w:pPr>
      <w:r>
        <w:rPr>
          <w:szCs w:val="28"/>
        </w:rPr>
        <w:t xml:space="preserve">27 червня 2017 року              </w:t>
      </w:r>
      <w:r>
        <w:t>м.Камінь-Каширський</w:t>
      </w:r>
      <w:r>
        <w:tab/>
      </w:r>
      <w:r>
        <w:tab/>
        <w:t xml:space="preserve">                       № 185</w:t>
      </w:r>
    </w:p>
    <w:p w:rsidR="00130470" w:rsidRDefault="00130470" w:rsidP="000A64BB">
      <w:pPr>
        <w:pStyle w:val="Title"/>
        <w:jc w:val="left"/>
      </w:pPr>
    </w:p>
    <w:p w:rsidR="00130470" w:rsidRDefault="00130470" w:rsidP="00163BDD">
      <w:pPr>
        <w:jc w:val="both"/>
      </w:pPr>
    </w:p>
    <w:p w:rsidR="00130470" w:rsidRPr="00575828" w:rsidRDefault="00130470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130470" w:rsidRPr="00575828" w:rsidRDefault="00130470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130470" w:rsidRDefault="00130470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ок (паїв) колишньої</w:t>
      </w:r>
    </w:p>
    <w:p w:rsidR="00130470" w:rsidRDefault="00130470" w:rsidP="006C72BD">
      <w:pPr>
        <w:jc w:val="center"/>
        <w:rPr>
          <w:szCs w:val="28"/>
        </w:rPr>
      </w:pPr>
      <w:r>
        <w:rPr>
          <w:szCs w:val="28"/>
        </w:rPr>
        <w:t xml:space="preserve">агрофірми «Осівецька» в натурі (на </w:t>
      </w:r>
      <w:r w:rsidRPr="00575828">
        <w:rPr>
          <w:szCs w:val="28"/>
        </w:rPr>
        <w:t>місцевості)</w:t>
      </w:r>
    </w:p>
    <w:p w:rsidR="00130470" w:rsidRPr="00575828" w:rsidRDefault="00130470" w:rsidP="006C72BD">
      <w:pPr>
        <w:jc w:val="center"/>
        <w:rPr>
          <w:szCs w:val="28"/>
        </w:rPr>
      </w:pPr>
    </w:p>
    <w:p w:rsidR="00130470" w:rsidRPr="00AC4C9D" w:rsidRDefault="00130470" w:rsidP="001B6D24">
      <w:pPr>
        <w:rPr>
          <w:lang w:val="ru-RU"/>
        </w:rPr>
      </w:pPr>
    </w:p>
    <w:p w:rsidR="00130470" w:rsidRDefault="00130470" w:rsidP="006C72BD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>
        <w:rPr>
          <w:szCs w:val="28"/>
        </w:rPr>
        <w:t>колишньої агрофірми «Осівецька»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130470" w:rsidRDefault="00130470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часток (паїв) </w:t>
      </w:r>
      <w:r>
        <w:rPr>
          <w:szCs w:val="28"/>
        </w:rPr>
        <w:t>колишньої агрофірми «Осівецька»</w:t>
      </w:r>
      <w:r>
        <w:t xml:space="preserve"> в натурі (на місцевості) за межами населеного пункту на території Камінь-Каширської міської ради громадянам:</w:t>
      </w:r>
    </w:p>
    <w:p w:rsidR="00130470" w:rsidRDefault="00130470" w:rsidP="009F3763">
      <w:pPr>
        <w:tabs>
          <w:tab w:val="left" w:pos="567"/>
        </w:tabs>
        <w:jc w:val="both"/>
      </w:pPr>
      <w:r>
        <w:tab/>
        <w:t>- Гунчику Роману Петровичу</w:t>
      </w:r>
      <w:r>
        <w:rPr>
          <w:lang w:val="ru-RU"/>
        </w:rPr>
        <w:t xml:space="preserve"> </w:t>
      </w:r>
      <w:r>
        <w:t xml:space="preserve"> власнику сертифіката на право  на 1/4 земельної частки (паю) серії ВЛ № 0256373;</w:t>
      </w:r>
    </w:p>
    <w:p w:rsidR="00130470" w:rsidRPr="00AC4C9D" w:rsidRDefault="00130470" w:rsidP="00CE6792">
      <w:pPr>
        <w:tabs>
          <w:tab w:val="left" w:pos="567"/>
        </w:tabs>
        <w:jc w:val="both"/>
      </w:pPr>
      <w:r>
        <w:tab/>
        <w:t>- Голімбієвській Людмилі Петрівні власнику сертифіката на право на 1/4 земельної частки  (паю) серії ВЛ № 0256373.</w:t>
      </w:r>
    </w:p>
    <w:p w:rsidR="00130470" w:rsidRDefault="00130470" w:rsidP="006C72BD">
      <w:pPr>
        <w:ind w:firstLine="708"/>
        <w:jc w:val="both"/>
      </w:pPr>
      <w:r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130470" w:rsidRDefault="00130470" w:rsidP="001B6D24"/>
    <w:p w:rsidR="00130470" w:rsidRDefault="00130470" w:rsidP="001B6D24"/>
    <w:p w:rsidR="00130470" w:rsidRDefault="00130470" w:rsidP="001B6D24"/>
    <w:p w:rsidR="00130470" w:rsidRDefault="00130470" w:rsidP="00213D28">
      <w:r>
        <w:t xml:space="preserve">Голова                                                                                           </w:t>
      </w:r>
      <w:r>
        <w:rPr>
          <w:b/>
        </w:rPr>
        <w:t xml:space="preserve"> В.ДУНАЙЧУК</w:t>
      </w:r>
    </w:p>
    <w:p w:rsidR="00130470" w:rsidRDefault="00130470" w:rsidP="00AC33BB"/>
    <w:p w:rsidR="00130470" w:rsidRDefault="00130470" w:rsidP="00CE6792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130470" w:rsidSect="002B1B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470" w:rsidRDefault="00130470" w:rsidP="00D113DB">
      <w:r>
        <w:separator/>
      </w:r>
    </w:p>
  </w:endnote>
  <w:endnote w:type="continuationSeparator" w:id="0">
    <w:p w:rsidR="00130470" w:rsidRDefault="00130470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470" w:rsidRDefault="00130470" w:rsidP="00D113DB">
      <w:r>
        <w:separator/>
      </w:r>
    </w:p>
  </w:footnote>
  <w:footnote w:type="continuationSeparator" w:id="0">
    <w:p w:rsidR="00130470" w:rsidRDefault="00130470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3F0D"/>
    <w:rsid w:val="00126C58"/>
    <w:rsid w:val="00130470"/>
    <w:rsid w:val="001400C1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3D28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647CE"/>
    <w:rsid w:val="003869D8"/>
    <w:rsid w:val="003A0D83"/>
    <w:rsid w:val="003A4737"/>
    <w:rsid w:val="003B3ACB"/>
    <w:rsid w:val="003C67B2"/>
    <w:rsid w:val="003E7F26"/>
    <w:rsid w:val="003F60D4"/>
    <w:rsid w:val="003F7F2B"/>
    <w:rsid w:val="00404023"/>
    <w:rsid w:val="00410F37"/>
    <w:rsid w:val="00414467"/>
    <w:rsid w:val="00417C1E"/>
    <w:rsid w:val="004312D4"/>
    <w:rsid w:val="00443E4B"/>
    <w:rsid w:val="004511F1"/>
    <w:rsid w:val="00456C12"/>
    <w:rsid w:val="004720B5"/>
    <w:rsid w:val="004A00FE"/>
    <w:rsid w:val="004A6BFA"/>
    <w:rsid w:val="004A772A"/>
    <w:rsid w:val="004B00C5"/>
    <w:rsid w:val="004C50C6"/>
    <w:rsid w:val="005019DB"/>
    <w:rsid w:val="00506500"/>
    <w:rsid w:val="0056747D"/>
    <w:rsid w:val="00575828"/>
    <w:rsid w:val="005928F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614568"/>
    <w:rsid w:val="00614E83"/>
    <w:rsid w:val="00615691"/>
    <w:rsid w:val="006373EB"/>
    <w:rsid w:val="0065328A"/>
    <w:rsid w:val="00656B73"/>
    <w:rsid w:val="00665C0C"/>
    <w:rsid w:val="006738DC"/>
    <w:rsid w:val="006A2A6C"/>
    <w:rsid w:val="006A33E9"/>
    <w:rsid w:val="006A4DE2"/>
    <w:rsid w:val="006C72BD"/>
    <w:rsid w:val="006D7147"/>
    <w:rsid w:val="007029B2"/>
    <w:rsid w:val="007037A2"/>
    <w:rsid w:val="00713443"/>
    <w:rsid w:val="00716819"/>
    <w:rsid w:val="0072117A"/>
    <w:rsid w:val="007338E4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C2093"/>
    <w:rsid w:val="008C568B"/>
    <w:rsid w:val="008F77B9"/>
    <w:rsid w:val="00910FF2"/>
    <w:rsid w:val="00916043"/>
    <w:rsid w:val="0092747E"/>
    <w:rsid w:val="00937C7C"/>
    <w:rsid w:val="009428E8"/>
    <w:rsid w:val="009514F8"/>
    <w:rsid w:val="00952DB7"/>
    <w:rsid w:val="0096215E"/>
    <w:rsid w:val="00963C13"/>
    <w:rsid w:val="0096563E"/>
    <w:rsid w:val="009723D1"/>
    <w:rsid w:val="009754B7"/>
    <w:rsid w:val="00991541"/>
    <w:rsid w:val="009A2F92"/>
    <w:rsid w:val="009B29E6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2460D"/>
    <w:rsid w:val="00A30643"/>
    <w:rsid w:val="00A31F38"/>
    <w:rsid w:val="00A344BC"/>
    <w:rsid w:val="00A37CD5"/>
    <w:rsid w:val="00A40D14"/>
    <w:rsid w:val="00A6668A"/>
    <w:rsid w:val="00A672B5"/>
    <w:rsid w:val="00A7697D"/>
    <w:rsid w:val="00A838A7"/>
    <w:rsid w:val="00A95239"/>
    <w:rsid w:val="00A97E53"/>
    <w:rsid w:val="00AA301D"/>
    <w:rsid w:val="00AC33BB"/>
    <w:rsid w:val="00AC46C1"/>
    <w:rsid w:val="00AC4C9D"/>
    <w:rsid w:val="00AD4317"/>
    <w:rsid w:val="00B044C7"/>
    <w:rsid w:val="00B142CC"/>
    <w:rsid w:val="00B169B5"/>
    <w:rsid w:val="00B346FF"/>
    <w:rsid w:val="00B43590"/>
    <w:rsid w:val="00B535A8"/>
    <w:rsid w:val="00B644FA"/>
    <w:rsid w:val="00B83396"/>
    <w:rsid w:val="00B92097"/>
    <w:rsid w:val="00BA5BB5"/>
    <w:rsid w:val="00BB200E"/>
    <w:rsid w:val="00BB2A2B"/>
    <w:rsid w:val="00BC7F7B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96E2E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30C09"/>
    <w:rsid w:val="00D510A8"/>
    <w:rsid w:val="00D5423B"/>
    <w:rsid w:val="00D87DA2"/>
    <w:rsid w:val="00D90E3F"/>
    <w:rsid w:val="00D96462"/>
    <w:rsid w:val="00DB4219"/>
    <w:rsid w:val="00DD0438"/>
    <w:rsid w:val="00DD4D17"/>
    <w:rsid w:val="00DD5492"/>
    <w:rsid w:val="00DD6E4A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938"/>
    <w:rsid w:val="00F83EE9"/>
    <w:rsid w:val="00F93275"/>
    <w:rsid w:val="00FA4A4C"/>
    <w:rsid w:val="00FA53BF"/>
    <w:rsid w:val="00FB3242"/>
    <w:rsid w:val="00FB5848"/>
    <w:rsid w:val="00FB5ED7"/>
    <w:rsid w:val="00FC67FF"/>
    <w:rsid w:val="00FF026E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221</Words>
  <Characters>1265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3</cp:revision>
  <cp:lastPrinted>2017-06-27T08:26:00Z</cp:lastPrinted>
  <dcterms:created xsi:type="dcterms:W3CDTF">2017-07-03T08:10:00Z</dcterms:created>
  <dcterms:modified xsi:type="dcterms:W3CDTF">2017-12-14T13:56:00Z</dcterms:modified>
</cp:coreProperties>
</file>