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1C" w:rsidRPr="00A05026" w:rsidRDefault="00E41D1C" w:rsidP="00F13711">
      <w:pPr>
        <w:jc w:val="center"/>
        <w:rPr>
          <w:snapToGrid w:val="0"/>
          <w:spacing w:val="8"/>
          <w:sz w:val="24"/>
        </w:rPr>
      </w:pPr>
      <w:r w:rsidRPr="0090454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E41D1C" w:rsidRPr="00A05026" w:rsidRDefault="00E41D1C" w:rsidP="004C50C6">
      <w:pPr>
        <w:jc w:val="center"/>
        <w:rPr>
          <w:snapToGrid w:val="0"/>
          <w:spacing w:val="8"/>
          <w:sz w:val="24"/>
        </w:rPr>
      </w:pPr>
    </w:p>
    <w:p w:rsidR="00E41D1C" w:rsidRPr="00A05026" w:rsidRDefault="00E41D1C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E41D1C" w:rsidRPr="00A05026" w:rsidRDefault="00E41D1C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E41D1C" w:rsidRPr="00A05026" w:rsidRDefault="00E41D1C" w:rsidP="004C50C6">
      <w:pPr>
        <w:jc w:val="center"/>
        <w:rPr>
          <w:b/>
          <w:sz w:val="16"/>
          <w:szCs w:val="16"/>
        </w:rPr>
      </w:pPr>
    </w:p>
    <w:p w:rsidR="00E41D1C" w:rsidRPr="00A05026" w:rsidRDefault="00E41D1C" w:rsidP="004C50C6">
      <w:pPr>
        <w:jc w:val="center"/>
        <w:rPr>
          <w:b/>
          <w:sz w:val="16"/>
          <w:szCs w:val="16"/>
        </w:rPr>
      </w:pPr>
    </w:p>
    <w:p w:rsidR="00E41D1C" w:rsidRPr="00A05026" w:rsidRDefault="00E41D1C" w:rsidP="004C50C6">
      <w:pPr>
        <w:pStyle w:val="Heading1"/>
      </w:pPr>
      <w:r w:rsidRPr="00A05026">
        <w:t>РОЗПОРЯДЖЕННЯ</w:t>
      </w:r>
    </w:p>
    <w:p w:rsidR="00E41D1C" w:rsidRPr="00A05026" w:rsidRDefault="00E41D1C" w:rsidP="004C50C6">
      <w:pPr>
        <w:pStyle w:val="Title"/>
        <w:jc w:val="left"/>
        <w:rPr>
          <w:sz w:val="20"/>
          <w:szCs w:val="20"/>
        </w:rPr>
      </w:pPr>
    </w:p>
    <w:p w:rsidR="00E41D1C" w:rsidRPr="00A05026" w:rsidRDefault="00E41D1C" w:rsidP="004C50C6">
      <w:pPr>
        <w:pStyle w:val="Title"/>
        <w:jc w:val="left"/>
        <w:rPr>
          <w:sz w:val="20"/>
          <w:szCs w:val="20"/>
        </w:rPr>
      </w:pPr>
    </w:p>
    <w:p w:rsidR="00E41D1C" w:rsidRPr="00A05026" w:rsidRDefault="00E41D1C" w:rsidP="004C50C6">
      <w:pPr>
        <w:pStyle w:val="Title"/>
        <w:jc w:val="left"/>
      </w:pPr>
      <w:r>
        <w:rPr>
          <w:szCs w:val="28"/>
        </w:rPr>
        <w:t xml:space="preserve">21 червня 2017 року  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№ 180</w:t>
      </w:r>
    </w:p>
    <w:p w:rsidR="00E41D1C" w:rsidRPr="00A05026" w:rsidRDefault="00E41D1C" w:rsidP="00163BDD">
      <w:pPr>
        <w:jc w:val="both"/>
      </w:pPr>
    </w:p>
    <w:p w:rsidR="00E41D1C" w:rsidRPr="00A05026" w:rsidRDefault="00E41D1C" w:rsidP="00A05026">
      <w:pPr>
        <w:jc w:val="center"/>
      </w:pPr>
    </w:p>
    <w:p w:rsidR="00E41D1C" w:rsidRPr="00A05026" w:rsidRDefault="00E41D1C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</w:t>
      </w:r>
      <w:r>
        <w:rPr>
          <w:szCs w:val="28"/>
        </w:rPr>
        <w:t xml:space="preserve">гр. Солов’янчик М.Д.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E41D1C" w:rsidRPr="00A05026" w:rsidRDefault="00E41D1C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E41D1C" w:rsidRPr="00A05026" w:rsidRDefault="00E41D1C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E41D1C" w:rsidRPr="00A05026" w:rsidRDefault="00E41D1C" w:rsidP="00A05026">
      <w:pPr>
        <w:jc w:val="center"/>
        <w:rPr>
          <w:szCs w:val="28"/>
        </w:rPr>
      </w:pPr>
      <w:r>
        <w:t xml:space="preserve">КСП </w:t>
      </w:r>
      <w:r>
        <w:rPr>
          <w:szCs w:val="28"/>
        </w:rPr>
        <w:t xml:space="preserve">ім.Коніщука </w:t>
      </w:r>
      <w:r w:rsidRPr="00A05026">
        <w:rPr>
          <w:szCs w:val="28"/>
        </w:rPr>
        <w:t>в натурі (на  місцевості)</w:t>
      </w:r>
    </w:p>
    <w:p w:rsidR="00E41D1C" w:rsidRPr="00A05026" w:rsidRDefault="00E41D1C" w:rsidP="001B6D24"/>
    <w:p w:rsidR="00E41D1C" w:rsidRPr="00A05026" w:rsidRDefault="00E41D1C" w:rsidP="001B6D24">
      <w:r>
        <w:t xml:space="preserve"> </w:t>
      </w:r>
    </w:p>
    <w:p w:rsidR="00E41D1C" w:rsidRPr="00A05026" w:rsidRDefault="00E41D1C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 xml:space="preserve">ого </w:t>
      </w:r>
      <w:r>
        <w:t xml:space="preserve">КСП </w:t>
      </w:r>
      <w:r>
        <w:rPr>
          <w:szCs w:val="28"/>
        </w:rPr>
        <w:t xml:space="preserve">ім.Коніщука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E41D1C" w:rsidRPr="00A05026" w:rsidRDefault="00E41D1C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>Надати дозвіл  на розроблення технічної документації із землеустрою щодо</w:t>
      </w:r>
      <w:r>
        <w:t xml:space="preserve"> </w:t>
      </w:r>
      <w:r w:rsidRPr="00A05026">
        <w:t xml:space="preserve"> встановлення</w:t>
      </w:r>
      <w:r>
        <w:t xml:space="preserve">  </w:t>
      </w:r>
      <w:r w:rsidRPr="00A05026">
        <w:t xml:space="preserve">меж </w:t>
      </w:r>
      <w:r>
        <w:t xml:space="preserve"> </w:t>
      </w:r>
      <w:r w:rsidRPr="00A05026">
        <w:t>земельних</w:t>
      </w:r>
      <w:r>
        <w:t xml:space="preserve"> </w:t>
      </w:r>
      <w:r w:rsidRPr="00A05026">
        <w:t xml:space="preserve"> ділянок</w:t>
      </w:r>
      <w:r>
        <w:t xml:space="preserve"> </w:t>
      </w:r>
      <w:r w:rsidRPr="00A05026">
        <w:t xml:space="preserve"> частки</w:t>
      </w:r>
      <w:r>
        <w:t xml:space="preserve"> </w:t>
      </w:r>
      <w:r w:rsidRPr="00A05026">
        <w:t xml:space="preserve"> (паю)</w:t>
      </w:r>
      <w:r>
        <w:t xml:space="preserve"> </w:t>
      </w:r>
      <w:r w:rsidRPr="00A05026">
        <w:t xml:space="preserve"> </w:t>
      </w:r>
      <w:r>
        <w:rPr>
          <w:szCs w:val="28"/>
        </w:rPr>
        <w:t xml:space="preserve">колишнього      </w:t>
      </w:r>
      <w:r>
        <w:t xml:space="preserve">КСП </w:t>
      </w:r>
      <w:r>
        <w:rPr>
          <w:szCs w:val="28"/>
        </w:rPr>
        <w:t xml:space="preserve">ім.Коніщука 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 Новочервищанської  </w:t>
      </w:r>
      <w:r w:rsidRPr="00A05026">
        <w:t>сільської ради громадян</w:t>
      </w:r>
      <w:r>
        <w:t>ці</w:t>
      </w:r>
      <w:r w:rsidRPr="00A05026">
        <w:t>:</w:t>
      </w:r>
    </w:p>
    <w:p w:rsidR="00E41D1C" w:rsidRPr="00A05026" w:rsidRDefault="00E41D1C" w:rsidP="00A05026">
      <w:pPr>
        <w:ind w:firstLine="708"/>
        <w:jc w:val="both"/>
      </w:pPr>
      <w:r w:rsidRPr="00A05026">
        <w:t xml:space="preserve">- </w:t>
      </w:r>
      <w:r>
        <w:t>Солов’янчик Марії Денисівні, власнику сертифіката</w:t>
      </w:r>
      <w:r w:rsidRPr="00A05026">
        <w:t xml:space="preserve"> на право на земельну частку (пай) серії </w:t>
      </w:r>
      <w:r>
        <w:t>ВЛ № 0181678.</w:t>
      </w:r>
    </w:p>
    <w:p w:rsidR="00E41D1C" w:rsidRPr="00A05026" w:rsidRDefault="00E41D1C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E41D1C" w:rsidRPr="00A05026" w:rsidRDefault="00E41D1C" w:rsidP="001B6D24"/>
    <w:p w:rsidR="00E41D1C" w:rsidRPr="00A05026" w:rsidRDefault="00E41D1C" w:rsidP="001B6D24"/>
    <w:p w:rsidR="00E41D1C" w:rsidRPr="00A05026" w:rsidRDefault="00E41D1C" w:rsidP="001B6D24"/>
    <w:p w:rsidR="00E41D1C" w:rsidRPr="00A05026" w:rsidRDefault="00E41D1C" w:rsidP="001B6D24"/>
    <w:p w:rsidR="00E41D1C" w:rsidRPr="00A05026" w:rsidRDefault="00E41D1C" w:rsidP="001B6D24"/>
    <w:p w:rsidR="00E41D1C" w:rsidRPr="00A05026" w:rsidRDefault="00E41D1C" w:rsidP="001B6D24">
      <w:r>
        <w:t>Голова</w:t>
      </w:r>
      <w:r w:rsidRPr="00A05026">
        <w:t xml:space="preserve">                                                         </w:t>
      </w:r>
      <w:r>
        <w:t xml:space="preserve">  </w:t>
      </w:r>
      <w:r>
        <w:rPr>
          <w:b/>
        </w:rPr>
        <w:t xml:space="preserve">                                В.ДУНАЙЧУК</w:t>
      </w:r>
    </w:p>
    <w:p w:rsidR="00E41D1C" w:rsidRPr="00A05026" w:rsidRDefault="00E41D1C" w:rsidP="001B6D24"/>
    <w:p w:rsidR="00E41D1C" w:rsidRPr="00400AFD" w:rsidRDefault="00E41D1C" w:rsidP="001B6D24">
      <w:pPr>
        <w:rPr>
          <w:sz w:val="24"/>
        </w:rPr>
      </w:pPr>
      <w:r>
        <w:rPr>
          <w:sz w:val="24"/>
        </w:rPr>
        <w:t>Нікітчук 23068</w:t>
      </w:r>
    </w:p>
    <w:sectPr w:rsidR="00E41D1C" w:rsidRPr="00400AFD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D1C" w:rsidRDefault="00E41D1C" w:rsidP="00D113DB">
      <w:r>
        <w:separator/>
      </w:r>
    </w:p>
  </w:endnote>
  <w:endnote w:type="continuationSeparator" w:id="0">
    <w:p w:rsidR="00E41D1C" w:rsidRDefault="00E41D1C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D1C" w:rsidRDefault="00E41D1C" w:rsidP="00D113DB">
      <w:r>
        <w:separator/>
      </w:r>
    </w:p>
  </w:footnote>
  <w:footnote w:type="continuationSeparator" w:id="0">
    <w:p w:rsidR="00E41D1C" w:rsidRDefault="00E41D1C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4C8"/>
    <w:multiLevelType w:val="hybridMultilevel"/>
    <w:tmpl w:val="9CE4405A"/>
    <w:lvl w:ilvl="0" w:tplc="3CC4B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17536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53A00"/>
    <w:rsid w:val="00163BDD"/>
    <w:rsid w:val="00170F87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3068"/>
    <w:rsid w:val="001B6D24"/>
    <w:rsid w:val="001D1B08"/>
    <w:rsid w:val="001D1CCF"/>
    <w:rsid w:val="001E514E"/>
    <w:rsid w:val="001F55AA"/>
    <w:rsid w:val="001F6014"/>
    <w:rsid w:val="00203A9A"/>
    <w:rsid w:val="00206814"/>
    <w:rsid w:val="002223C6"/>
    <w:rsid w:val="00225ACF"/>
    <w:rsid w:val="0022746F"/>
    <w:rsid w:val="002304B6"/>
    <w:rsid w:val="00231D11"/>
    <w:rsid w:val="00237A2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4C11"/>
    <w:rsid w:val="002A54C5"/>
    <w:rsid w:val="002A5849"/>
    <w:rsid w:val="002B02FC"/>
    <w:rsid w:val="002C33F5"/>
    <w:rsid w:val="002C4595"/>
    <w:rsid w:val="002D22BC"/>
    <w:rsid w:val="002D37BC"/>
    <w:rsid w:val="002D758A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07D94"/>
    <w:rsid w:val="00410F37"/>
    <w:rsid w:val="004312D4"/>
    <w:rsid w:val="00456C12"/>
    <w:rsid w:val="00463C29"/>
    <w:rsid w:val="004720B5"/>
    <w:rsid w:val="00483CC1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E7D37"/>
    <w:rsid w:val="005F345D"/>
    <w:rsid w:val="005F609B"/>
    <w:rsid w:val="00600096"/>
    <w:rsid w:val="006122A3"/>
    <w:rsid w:val="0061237F"/>
    <w:rsid w:val="00615691"/>
    <w:rsid w:val="006373EB"/>
    <w:rsid w:val="00656B73"/>
    <w:rsid w:val="00662CB7"/>
    <w:rsid w:val="006738DC"/>
    <w:rsid w:val="006761ED"/>
    <w:rsid w:val="006A1F66"/>
    <w:rsid w:val="006A33E9"/>
    <w:rsid w:val="006D7147"/>
    <w:rsid w:val="006E13B0"/>
    <w:rsid w:val="007029B2"/>
    <w:rsid w:val="007037A2"/>
    <w:rsid w:val="00710E51"/>
    <w:rsid w:val="00713443"/>
    <w:rsid w:val="007146A2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86A7C"/>
    <w:rsid w:val="0079445D"/>
    <w:rsid w:val="00797978"/>
    <w:rsid w:val="007A1A71"/>
    <w:rsid w:val="007B63B8"/>
    <w:rsid w:val="007C32F9"/>
    <w:rsid w:val="007D1273"/>
    <w:rsid w:val="007E405B"/>
    <w:rsid w:val="007E61B3"/>
    <w:rsid w:val="007E73CF"/>
    <w:rsid w:val="007F1B7C"/>
    <w:rsid w:val="007F3E87"/>
    <w:rsid w:val="008057D9"/>
    <w:rsid w:val="00806C40"/>
    <w:rsid w:val="008109A9"/>
    <w:rsid w:val="00833098"/>
    <w:rsid w:val="00834A7C"/>
    <w:rsid w:val="00844C4E"/>
    <w:rsid w:val="00857CB6"/>
    <w:rsid w:val="008610D4"/>
    <w:rsid w:val="00865215"/>
    <w:rsid w:val="00877E46"/>
    <w:rsid w:val="0088149D"/>
    <w:rsid w:val="00883B85"/>
    <w:rsid w:val="00892163"/>
    <w:rsid w:val="0089774F"/>
    <w:rsid w:val="00897DA2"/>
    <w:rsid w:val="008A3D82"/>
    <w:rsid w:val="008A5052"/>
    <w:rsid w:val="008C6AD3"/>
    <w:rsid w:val="008E6E2F"/>
    <w:rsid w:val="008F71B9"/>
    <w:rsid w:val="008F77B9"/>
    <w:rsid w:val="00901791"/>
    <w:rsid w:val="0090454B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D06CB"/>
    <w:rsid w:val="009D7B8C"/>
    <w:rsid w:val="009E16AF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34F07"/>
    <w:rsid w:val="00A36321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AD100E"/>
    <w:rsid w:val="00AE0A48"/>
    <w:rsid w:val="00B044C7"/>
    <w:rsid w:val="00B142CC"/>
    <w:rsid w:val="00B169B5"/>
    <w:rsid w:val="00B21D35"/>
    <w:rsid w:val="00B2560E"/>
    <w:rsid w:val="00B361E9"/>
    <w:rsid w:val="00B43590"/>
    <w:rsid w:val="00B45B55"/>
    <w:rsid w:val="00B535A8"/>
    <w:rsid w:val="00B6308A"/>
    <w:rsid w:val="00B67295"/>
    <w:rsid w:val="00B73321"/>
    <w:rsid w:val="00B8063A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16E56"/>
    <w:rsid w:val="00C201F2"/>
    <w:rsid w:val="00C36DE7"/>
    <w:rsid w:val="00C3747A"/>
    <w:rsid w:val="00C402C4"/>
    <w:rsid w:val="00C54E74"/>
    <w:rsid w:val="00C577D8"/>
    <w:rsid w:val="00C643E8"/>
    <w:rsid w:val="00C70519"/>
    <w:rsid w:val="00C807FD"/>
    <w:rsid w:val="00C91EF3"/>
    <w:rsid w:val="00CC05B6"/>
    <w:rsid w:val="00CC6C54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09FF"/>
    <w:rsid w:val="00E31C9C"/>
    <w:rsid w:val="00E33D5C"/>
    <w:rsid w:val="00E369DD"/>
    <w:rsid w:val="00E378BC"/>
    <w:rsid w:val="00E41D1C"/>
    <w:rsid w:val="00E51DAB"/>
    <w:rsid w:val="00E56753"/>
    <w:rsid w:val="00E86F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D280D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0290"/>
    <w:rsid w:val="00F612AE"/>
    <w:rsid w:val="00F64FC8"/>
    <w:rsid w:val="00F72FFB"/>
    <w:rsid w:val="00F75AD7"/>
    <w:rsid w:val="00F83EE9"/>
    <w:rsid w:val="00F93275"/>
    <w:rsid w:val="00FA0203"/>
    <w:rsid w:val="00FA53BF"/>
    <w:rsid w:val="00FB50BA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36DA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758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36DA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9736DA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DA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5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204</Words>
  <Characters>1166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2017-06-21T12:13:00Z</cp:lastPrinted>
  <dcterms:created xsi:type="dcterms:W3CDTF">2017-07-03T06:56:00Z</dcterms:created>
  <dcterms:modified xsi:type="dcterms:W3CDTF">2017-07-03T06:56:00Z</dcterms:modified>
</cp:coreProperties>
</file>