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36" w:rsidRPr="00A05026" w:rsidRDefault="00DF0836" w:rsidP="00F13711">
      <w:pPr>
        <w:jc w:val="center"/>
        <w:rPr>
          <w:snapToGrid w:val="0"/>
          <w:spacing w:val="8"/>
          <w:sz w:val="24"/>
        </w:rPr>
      </w:pPr>
      <w:r w:rsidRPr="001A19B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DF0836" w:rsidRPr="00A05026" w:rsidRDefault="00DF0836" w:rsidP="004C50C6">
      <w:pPr>
        <w:jc w:val="center"/>
        <w:rPr>
          <w:snapToGrid w:val="0"/>
          <w:spacing w:val="8"/>
          <w:sz w:val="24"/>
        </w:rPr>
      </w:pPr>
    </w:p>
    <w:p w:rsidR="00DF0836" w:rsidRPr="00A05026" w:rsidRDefault="00DF0836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DF0836" w:rsidRPr="00A05026" w:rsidRDefault="00DF0836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DF0836" w:rsidRPr="00A05026" w:rsidRDefault="00DF0836" w:rsidP="004C50C6">
      <w:pPr>
        <w:jc w:val="center"/>
        <w:rPr>
          <w:b/>
          <w:sz w:val="16"/>
          <w:szCs w:val="16"/>
        </w:rPr>
      </w:pPr>
    </w:p>
    <w:p w:rsidR="00DF0836" w:rsidRPr="00A05026" w:rsidRDefault="00DF0836" w:rsidP="004C50C6">
      <w:pPr>
        <w:jc w:val="center"/>
        <w:rPr>
          <w:b/>
          <w:sz w:val="16"/>
          <w:szCs w:val="16"/>
        </w:rPr>
      </w:pPr>
    </w:p>
    <w:p w:rsidR="00DF0836" w:rsidRPr="00A05026" w:rsidRDefault="00DF0836" w:rsidP="004C50C6">
      <w:pPr>
        <w:pStyle w:val="Heading1"/>
      </w:pPr>
      <w:r w:rsidRPr="00A05026">
        <w:t>РОЗПОРЯДЖЕННЯ</w:t>
      </w:r>
    </w:p>
    <w:p w:rsidR="00DF0836" w:rsidRPr="00A05026" w:rsidRDefault="00DF0836" w:rsidP="004C50C6">
      <w:pPr>
        <w:pStyle w:val="Title"/>
        <w:jc w:val="left"/>
        <w:rPr>
          <w:sz w:val="20"/>
          <w:szCs w:val="20"/>
        </w:rPr>
      </w:pPr>
    </w:p>
    <w:p w:rsidR="00DF0836" w:rsidRPr="00A05026" w:rsidRDefault="00DF0836" w:rsidP="004C50C6">
      <w:pPr>
        <w:pStyle w:val="Title"/>
        <w:jc w:val="left"/>
        <w:rPr>
          <w:sz w:val="20"/>
          <w:szCs w:val="20"/>
        </w:rPr>
      </w:pPr>
    </w:p>
    <w:p w:rsidR="00DF0836" w:rsidRPr="00A05026" w:rsidRDefault="00DF0836" w:rsidP="004C50C6">
      <w:pPr>
        <w:pStyle w:val="Title"/>
        <w:jc w:val="left"/>
      </w:pPr>
      <w:r>
        <w:rPr>
          <w:szCs w:val="28"/>
        </w:rPr>
        <w:t xml:space="preserve">06 червня 2017 року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166</w:t>
      </w:r>
    </w:p>
    <w:p w:rsidR="00DF0836" w:rsidRPr="00A05026" w:rsidRDefault="00DF0836" w:rsidP="00163BDD">
      <w:pPr>
        <w:jc w:val="both"/>
      </w:pPr>
    </w:p>
    <w:p w:rsidR="00DF0836" w:rsidRPr="00A05026" w:rsidRDefault="00DF0836" w:rsidP="00A05026">
      <w:pPr>
        <w:jc w:val="center"/>
      </w:pPr>
    </w:p>
    <w:p w:rsidR="00DF0836" w:rsidRPr="00A05026" w:rsidRDefault="00DF0836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Ющику О.П.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DF0836" w:rsidRPr="00A05026" w:rsidRDefault="00DF0836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DF0836" w:rsidRPr="00A05026" w:rsidRDefault="00DF0836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DF0836" w:rsidRPr="00A05026" w:rsidRDefault="00DF0836" w:rsidP="00A05026">
      <w:pPr>
        <w:jc w:val="center"/>
        <w:rPr>
          <w:szCs w:val="28"/>
        </w:rPr>
      </w:pPr>
      <w:r>
        <w:rPr>
          <w:szCs w:val="28"/>
        </w:rPr>
        <w:t xml:space="preserve">АСГ </w:t>
      </w:r>
      <w:r w:rsidRPr="00A05026">
        <w:rPr>
          <w:szCs w:val="28"/>
        </w:rPr>
        <w:t>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DF0836" w:rsidRPr="00A05026" w:rsidRDefault="00DF0836" w:rsidP="001B6D24"/>
    <w:p w:rsidR="00DF0836" w:rsidRPr="00A05026" w:rsidRDefault="00DF0836" w:rsidP="001B6D24">
      <w:r>
        <w:t xml:space="preserve"> </w:t>
      </w:r>
    </w:p>
    <w:p w:rsidR="00DF0836" w:rsidRPr="00A05026" w:rsidRDefault="00DF0836" w:rsidP="00A05026">
      <w:pPr>
        <w:ind w:firstLine="708"/>
        <w:jc w:val="both"/>
      </w:pPr>
      <w:r w:rsidRPr="00A05026">
        <w:t>Розгля</w:t>
      </w:r>
      <w:r>
        <w:t>нувши заяву власника сертифікатів на право на земельні частки (паї</w:t>
      </w:r>
      <w:r w:rsidRPr="00A05026">
        <w:t>)</w:t>
      </w:r>
      <w:r>
        <w:t xml:space="preserve"> </w:t>
      </w:r>
      <w:r w:rsidRPr="00A05026"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 АСГ</w:t>
      </w:r>
      <w:r w:rsidRPr="00A05026">
        <w:rPr>
          <w:szCs w:val="28"/>
        </w:rPr>
        <w:t xml:space="preserve"> «</w:t>
      </w:r>
      <w:r>
        <w:rPr>
          <w:szCs w:val="28"/>
        </w:rPr>
        <w:t>Правда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DF0836" w:rsidRPr="00A05026" w:rsidRDefault="00DF0836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встановлення меж земельних ділянок част</w:t>
      </w:r>
      <w:r>
        <w:t>о</w:t>
      </w:r>
      <w:r w:rsidRPr="00A05026">
        <w:t>к</w:t>
      </w:r>
      <w:r>
        <w:t xml:space="preserve"> (паїв</w:t>
      </w:r>
      <w:r w:rsidRPr="00A05026">
        <w:t xml:space="preserve">) </w:t>
      </w:r>
      <w:r>
        <w:rPr>
          <w:szCs w:val="28"/>
        </w:rPr>
        <w:t>колишньої АСГ</w:t>
      </w:r>
      <w:r w:rsidRPr="00A05026">
        <w:rPr>
          <w:szCs w:val="28"/>
        </w:rPr>
        <w:t xml:space="preserve"> 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Пнівненської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DF0836" w:rsidRPr="00A05026" w:rsidRDefault="00DF0836" w:rsidP="00A05026">
      <w:pPr>
        <w:ind w:firstLine="708"/>
        <w:jc w:val="both"/>
      </w:pPr>
      <w:r w:rsidRPr="00A05026">
        <w:t xml:space="preserve">- </w:t>
      </w:r>
      <w:r>
        <w:t>Ющику Олександру Панасовичу, власнику сертифікатів</w:t>
      </w:r>
      <w:r w:rsidRPr="00A05026">
        <w:t xml:space="preserve"> на право на земельну частку (пай) серії ВЛ № </w:t>
      </w:r>
      <w:r>
        <w:t>0238134, ВЛ № 0238133.</w:t>
      </w:r>
    </w:p>
    <w:p w:rsidR="00DF0836" w:rsidRPr="00A05026" w:rsidRDefault="00DF0836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DF0836" w:rsidRPr="00A05026" w:rsidRDefault="00DF0836" w:rsidP="001B6D24"/>
    <w:p w:rsidR="00DF0836" w:rsidRPr="00A05026" w:rsidRDefault="00DF0836" w:rsidP="001B6D24"/>
    <w:p w:rsidR="00DF0836" w:rsidRPr="00A05026" w:rsidRDefault="00DF0836" w:rsidP="001B6D24"/>
    <w:p w:rsidR="00DF0836" w:rsidRPr="00A05026" w:rsidRDefault="00DF0836" w:rsidP="001B6D24"/>
    <w:p w:rsidR="00DF0836" w:rsidRPr="00A05026" w:rsidRDefault="00DF0836" w:rsidP="001B6D24"/>
    <w:p w:rsidR="00DF0836" w:rsidRDefault="00DF0836" w:rsidP="001B6D24">
      <w:r>
        <w:t xml:space="preserve">Перший заступник голови                                                            </w:t>
      </w:r>
      <w:r>
        <w:rPr>
          <w:b/>
        </w:rPr>
        <w:t>О.</w:t>
      </w:r>
      <w:r w:rsidRPr="000B6B7B">
        <w:rPr>
          <w:b/>
        </w:rPr>
        <w:t>МИХАЛІК</w:t>
      </w:r>
    </w:p>
    <w:p w:rsidR="00DF0836" w:rsidRPr="00A05026" w:rsidRDefault="00DF0836" w:rsidP="001B6D24"/>
    <w:p w:rsidR="00DF0836" w:rsidRPr="00400AFD" w:rsidRDefault="00DF0836" w:rsidP="001B6D24">
      <w:pPr>
        <w:rPr>
          <w:sz w:val="24"/>
        </w:rPr>
      </w:pPr>
      <w:r>
        <w:rPr>
          <w:sz w:val="24"/>
        </w:rPr>
        <w:t xml:space="preserve">Мартинюк </w:t>
      </w:r>
      <w:r w:rsidRPr="00400AFD">
        <w:rPr>
          <w:sz w:val="24"/>
        </w:rPr>
        <w:t xml:space="preserve"> 23068</w:t>
      </w:r>
    </w:p>
    <w:sectPr w:rsidR="00DF0836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836" w:rsidRDefault="00DF0836" w:rsidP="00D113DB">
      <w:r>
        <w:separator/>
      </w:r>
    </w:p>
  </w:endnote>
  <w:endnote w:type="continuationSeparator" w:id="0">
    <w:p w:rsidR="00DF0836" w:rsidRDefault="00DF0836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836" w:rsidRDefault="00DF0836" w:rsidP="00D113DB">
      <w:r>
        <w:separator/>
      </w:r>
    </w:p>
  </w:footnote>
  <w:footnote w:type="continuationSeparator" w:id="0">
    <w:p w:rsidR="00DF0836" w:rsidRDefault="00DF0836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B6B7B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19B6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53CB2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56F4"/>
    <w:rsid w:val="004312D4"/>
    <w:rsid w:val="00456C12"/>
    <w:rsid w:val="004720B5"/>
    <w:rsid w:val="004830A4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77B4F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568E3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3535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232F"/>
    <w:rsid w:val="00AA301D"/>
    <w:rsid w:val="00AC2774"/>
    <w:rsid w:val="00AC45E7"/>
    <w:rsid w:val="00B044C7"/>
    <w:rsid w:val="00B142CC"/>
    <w:rsid w:val="00B169B5"/>
    <w:rsid w:val="00B21D35"/>
    <w:rsid w:val="00B2560E"/>
    <w:rsid w:val="00B274C0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BF44DA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DF0836"/>
    <w:rsid w:val="00DF5A99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040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E7EF4"/>
    <w:rsid w:val="00EF0A5F"/>
    <w:rsid w:val="00EF3DF5"/>
    <w:rsid w:val="00EF6312"/>
    <w:rsid w:val="00F062A2"/>
    <w:rsid w:val="00F11F5E"/>
    <w:rsid w:val="00F1208B"/>
    <w:rsid w:val="00F121B8"/>
    <w:rsid w:val="00F13711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A6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121B8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A6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272A62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72A62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4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199</Words>
  <Characters>1138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2017-06-09T07:18:00Z</cp:lastPrinted>
  <dcterms:created xsi:type="dcterms:W3CDTF">2017-06-14T08:29:00Z</dcterms:created>
  <dcterms:modified xsi:type="dcterms:W3CDTF">2017-06-14T08:29:00Z</dcterms:modified>
</cp:coreProperties>
</file>