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FC6" w:rsidRPr="00A05026" w:rsidRDefault="00A37FC6" w:rsidP="00F13711">
      <w:pPr>
        <w:jc w:val="center"/>
        <w:rPr>
          <w:snapToGrid w:val="0"/>
          <w:spacing w:val="8"/>
          <w:sz w:val="24"/>
        </w:rPr>
      </w:pPr>
      <w:r w:rsidRPr="006A68F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A37FC6" w:rsidRPr="00A05026" w:rsidRDefault="00A37FC6" w:rsidP="004C50C6">
      <w:pPr>
        <w:jc w:val="center"/>
        <w:rPr>
          <w:snapToGrid w:val="0"/>
          <w:spacing w:val="8"/>
          <w:sz w:val="24"/>
        </w:rPr>
      </w:pPr>
    </w:p>
    <w:p w:rsidR="00A37FC6" w:rsidRPr="00A05026" w:rsidRDefault="00A37FC6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A37FC6" w:rsidRPr="00A05026" w:rsidRDefault="00A37FC6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A37FC6" w:rsidRPr="00A05026" w:rsidRDefault="00A37FC6" w:rsidP="004C50C6">
      <w:pPr>
        <w:jc w:val="center"/>
        <w:rPr>
          <w:b/>
          <w:sz w:val="16"/>
          <w:szCs w:val="16"/>
        </w:rPr>
      </w:pPr>
    </w:p>
    <w:p w:rsidR="00A37FC6" w:rsidRPr="00A05026" w:rsidRDefault="00A37FC6" w:rsidP="004C50C6">
      <w:pPr>
        <w:jc w:val="center"/>
        <w:rPr>
          <w:b/>
          <w:sz w:val="16"/>
          <w:szCs w:val="16"/>
        </w:rPr>
      </w:pPr>
    </w:p>
    <w:p w:rsidR="00A37FC6" w:rsidRPr="00A05026" w:rsidRDefault="00A37FC6" w:rsidP="004C50C6">
      <w:pPr>
        <w:pStyle w:val="Heading1"/>
      </w:pPr>
      <w:r w:rsidRPr="00A05026">
        <w:t>РОЗПОРЯДЖЕННЯ</w:t>
      </w:r>
    </w:p>
    <w:p w:rsidR="00A37FC6" w:rsidRPr="00A05026" w:rsidRDefault="00A37FC6" w:rsidP="004C50C6">
      <w:pPr>
        <w:pStyle w:val="Title"/>
        <w:jc w:val="left"/>
        <w:rPr>
          <w:sz w:val="20"/>
          <w:szCs w:val="20"/>
        </w:rPr>
      </w:pPr>
    </w:p>
    <w:p w:rsidR="00A37FC6" w:rsidRPr="00A05026" w:rsidRDefault="00A37FC6" w:rsidP="004C50C6">
      <w:pPr>
        <w:pStyle w:val="Title"/>
        <w:jc w:val="left"/>
        <w:rPr>
          <w:sz w:val="20"/>
          <w:szCs w:val="20"/>
        </w:rPr>
      </w:pPr>
    </w:p>
    <w:p w:rsidR="00A37FC6" w:rsidRPr="00A05026" w:rsidRDefault="00A37FC6" w:rsidP="004C50C6">
      <w:pPr>
        <w:pStyle w:val="Title"/>
        <w:jc w:val="left"/>
      </w:pPr>
      <w:r>
        <w:rPr>
          <w:szCs w:val="28"/>
        </w:rPr>
        <w:t xml:space="preserve">24 травня 2017 року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№  155</w:t>
      </w:r>
    </w:p>
    <w:p w:rsidR="00A37FC6" w:rsidRPr="00A05026" w:rsidRDefault="00A37FC6" w:rsidP="00163BDD">
      <w:pPr>
        <w:jc w:val="both"/>
      </w:pPr>
    </w:p>
    <w:p w:rsidR="00A37FC6" w:rsidRPr="00A05026" w:rsidRDefault="00A37FC6" w:rsidP="00A05026">
      <w:pPr>
        <w:jc w:val="center"/>
      </w:pPr>
    </w:p>
    <w:p w:rsidR="00A37FC6" w:rsidRPr="00A05026" w:rsidRDefault="00A37FC6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Цигальнюк І.О.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A37FC6" w:rsidRPr="00A05026" w:rsidRDefault="00A37FC6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A37FC6" w:rsidRPr="00A05026" w:rsidRDefault="00A37FC6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</w:p>
    <w:p w:rsidR="00A37FC6" w:rsidRPr="00A05026" w:rsidRDefault="00A37FC6" w:rsidP="00A05026">
      <w:pPr>
        <w:jc w:val="center"/>
        <w:rPr>
          <w:szCs w:val="28"/>
        </w:rPr>
      </w:pPr>
      <w:r>
        <w:rPr>
          <w:szCs w:val="28"/>
        </w:rPr>
        <w:t xml:space="preserve">агрофірми </w:t>
      </w:r>
      <w:r w:rsidRPr="00A05026">
        <w:rPr>
          <w:szCs w:val="28"/>
        </w:rPr>
        <w:t>«</w:t>
      </w:r>
      <w:r>
        <w:rPr>
          <w:szCs w:val="28"/>
        </w:rPr>
        <w:t>Залісся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A37FC6" w:rsidRPr="00A05026" w:rsidRDefault="00A37FC6" w:rsidP="001B6D24"/>
    <w:p w:rsidR="00A37FC6" w:rsidRPr="00A05026" w:rsidRDefault="00A37FC6" w:rsidP="001B6D24">
      <w:r>
        <w:t xml:space="preserve"> </w:t>
      </w:r>
    </w:p>
    <w:p w:rsidR="00A37FC6" w:rsidRPr="00A05026" w:rsidRDefault="00A37FC6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ої  агрофірми </w:t>
      </w:r>
      <w:r w:rsidRPr="00A05026">
        <w:rPr>
          <w:szCs w:val="28"/>
        </w:rPr>
        <w:t xml:space="preserve"> «</w:t>
      </w:r>
      <w:r>
        <w:rPr>
          <w:szCs w:val="28"/>
        </w:rPr>
        <w:t>Залісся</w:t>
      </w:r>
      <w:r w:rsidRPr="00A05026">
        <w:rPr>
          <w:szCs w:val="28"/>
        </w:rPr>
        <w:t xml:space="preserve">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A37FC6" w:rsidRPr="00A05026" w:rsidRDefault="00A37FC6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колишньої агрофірми </w:t>
      </w:r>
      <w:r w:rsidRPr="00A05026">
        <w:rPr>
          <w:szCs w:val="28"/>
        </w:rPr>
        <w:t>«</w:t>
      </w:r>
      <w:r>
        <w:rPr>
          <w:szCs w:val="28"/>
        </w:rPr>
        <w:t>Залісся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Заліської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A37FC6" w:rsidRPr="00A05026" w:rsidRDefault="00A37FC6" w:rsidP="00A05026">
      <w:pPr>
        <w:ind w:firstLine="708"/>
        <w:jc w:val="both"/>
      </w:pPr>
      <w:r w:rsidRPr="00A05026">
        <w:t xml:space="preserve">- </w:t>
      </w:r>
      <w:r>
        <w:t>Цигальнюк Ілоні Олександрівні, власнику сертифіката</w:t>
      </w:r>
      <w:r w:rsidRPr="00A05026">
        <w:t xml:space="preserve"> на право на земельну частку (пай) серії ВЛ № </w:t>
      </w:r>
      <w:r>
        <w:t>017390.</w:t>
      </w:r>
    </w:p>
    <w:p w:rsidR="00A37FC6" w:rsidRPr="00A05026" w:rsidRDefault="00A37FC6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A37FC6" w:rsidRPr="00A05026" w:rsidRDefault="00A37FC6" w:rsidP="001B6D24"/>
    <w:p w:rsidR="00A37FC6" w:rsidRPr="00A05026" w:rsidRDefault="00A37FC6" w:rsidP="001B6D24"/>
    <w:p w:rsidR="00A37FC6" w:rsidRPr="00A05026" w:rsidRDefault="00A37FC6" w:rsidP="001B6D24"/>
    <w:p w:rsidR="00A37FC6" w:rsidRPr="00A05026" w:rsidRDefault="00A37FC6" w:rsidP="001B6D24"/>
    <w:p w:rsidR="00A37FC6" w:rsidRPr="00A05026" w:rsidRDefault="00A37FC6" w:rsidP="001B6D24"/>
    <w:p w:rsidR="00A37FC6" w:rsidRPr="00A05026" w:rsidRDefault="00A37FC6" w:rsidP="001B6D24">
      <w:r>
        <w:t>Голова</w:t>
      </w:r>
      <w:r w:rsidRPr="00A05026">
        <w:t xml:space="preserve">                                                         </w:t>
      </w:r>
      <w:r>
        <w:t xml:space="preserve">  </w:t>
      </w:r>
      <w:r>
        <w:rPr>
          <w:b/>
        </w:rPr>
        <w:t xml:space="preserve">                                 В.ДУНАЙЧУК</w:t>
      </w:r>
    </w:p>
    <w:p w:rsidR="00A37FC6" w:rsidRPr="00A05026" w:rsidRDefault="00A37FC6" w:rsidP="001B6D24"/>
    <w:p w:rsidR="00A37FC6" w:rsidRPr="00400AFD" w:rsidRDefault="00A37FC6" w:rsidP="001B6D24">
      <w:pPr>
        <w:rPr>
          <w:sz w:val="24"/>
        </w:rPr>
      </w:pPr>
      <w:r>
        <w:rPr>
          <w:sz w:val="24"/>
        </w:rPr>
        <w:t xml:space="preserve">Мартинюк </w:t>
      </w:r>
      <w:r w:rsidRPr="00400AFD">
        <w:rPr>
          <w:sz w:val="24"/>
        </w:rPr>
        <w:t xml:space="preserve"> 23068</w:t>
      </w:r>
    </w:p>
    <w:sectPr w:rsidR="00A37FC6" w:rsidRPr="00400AFD" w:rsidSect="00A746EC">
      <w:pgSz w:w="11906" w:h="16838"/>
      <w:pgMar w:top="28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FC6" w:rsidRDefault="00A37FC6" w:rsidP="00D113DB">
      <w:r>
        <w:separator/>
      </w:r>
    </w:p>
  </w:endnote>
  <w:endnote w:type="continuationSeparator" w:id="0">
    <w:p w:rsidR="00A37FC6" w:rsidRDefault="00A37FC6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FC6" w:rsidRDefault="00A37FC6" w:rsidP="00D113DB">
      <w:r>
        <w:separator/>
      </w:r>
    </w:p>
  </w:footnote>
  <w:footnote w:type="continuationSeparator" w:id="0">
    <w:p w:rsidR="00A37FC6" w:rsidRDefault="00A37FC6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E047A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514E7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C730F"/>
    <w:rsid w:val="003E7F26"/>
    <w:rsid w:val="003F5C28"/>
    <w:rsid w:val="003F60D4"/>
    <w:rsid w:val="00400AFD"/>
    <w:rsid w:val="00404023"/>
    <w:rsid w:val="00410F37"/>
    <w:rsid w:val="004312D4"/>
    <w:rsid w:val="00444715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10805"/>
    <w:rsid w:val="005317A2"/>
    <w:rsid w:val="00545DFF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21E3A"/>
    <w:rsid w:val="006373EB"/>
    <w:rsid w:val="00656B73"/>
    <w:rsid w:val="006738DC"/>
    <w:rsid w:val="006761ED"/>
    <w:rsid w:val="006A33E9"/>
    <w:rsid w:val="006A68F6"/>
    <w:rsid w:val="006D7147"/>
    <w:rsid w:val="006E13B0"/>
    <w:rsid w:val="007029B2"/>
    <w:rsid w:val="007037A2"/>
    <w:rsid w:val="00710E51"/>
    <w:rsid w:val="00713443"/>
    <w:rsid w:val="0072117A"/>
    <w:rsid w:val="0072381A"/>
    <w:rsid w:val="00725736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D1273"/>
    <w:rsid w:val="007E405B"/>
    <w:rsid w:val="007E61B3"/>
    <w:rsid w:val="007F39BD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07F68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13C5E"/>
    <w:rsid w:val="00A30643"/>
    <w:rsid w:val="00A31F38"/>
    <w:rsid w:val="00A344BC"/>
    <w:rsid w:val="00A37FC6"/>
    <w:rsid w:val="00A40B98"/>
    <w:rsid w:val="00A55151"/>
    <w:rsid w:val="00A65DF3"/>
    <w:rsid w:val="00A672B5"/>
    <w:rsid w:val="00A746EC"/>
    <w:rsid w:val="00A7518B"/>
    <w:rsid w:val="00A7697D"/>
    <w:rsid w:val="00A94956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3583E"/>
    <w:rsid w:val="00B43590"/>
    <w:rsid w:val="00B50C23"/>
    <w:rsid w:val="00B535A8"/>
    <w:rsid w:val="00B67295"/>
    <w:rsid w:val="00B71A48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6266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C71D5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67C"/>
    <w:rsid w:val="00E33D5C"/>
    <w:rsid w:val="00E369DD"/>
    <w:rsid w:val="00E378BC"/>
    <w:rsid w:val="00E464DE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35825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0CD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2573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0CD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540CDB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40CDB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65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202</Words>
  <Characters>1155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2017-05-25T08:40:00Z</cp:lastPrinted>
  <dcterms:created xsi:type="dcterms:W3CDTF">2017-05-29T06:46:00Z</dcterms:created>
  <dcterms:modified xsi:type="dcterms:W3CDTF">2017-05-29T06:46:00Z</dcterms:modified>
</cp:coreProperties>
</file>