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14" w:rsidRPr="00A05026" w:rsidRDefault="00286314" w:rsidP="00F13711">
      <w:pPr>
        <w:jc w:val="center"/>
        <w:rPr>
          <w:snapToGrid w:val="0"/>
          <w:spacing w:val="8"/>
          <w:sz w:val="24"/>
        </w:rPr>
      </w:pPr>
      <w:r w:rsidRPr="00C152D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286314" w:rsidRPr="00A05026" w:rsidRDefault="00286314" w:rsidP="004C50C6">
      <w:pPr>
        <w:jc w:val="center"/>
        <w:rPr>
          <w:snapToGrid w:val="0"/>
          <w:spacing w:val="8"/>
          <w:sz w:val="24"/>
        </w:rPr>
      </w:pPr>
    </w:p>
    <w:p w:rsidR="00286314" w:rsidRPr="00A05026" w:rsidRDefault="00286314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286314" w:rsidRPr="00A05026" w:rsidRDefault="00286314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286314" w:rsidRPr="00A05026" w:rsidRDefault="00286314" w:rsidP="004C50C6">
      <w:pPr>
        <w:jc w:val="center"/>
        <w:rPr>
          <w:b/>
          <w:sz w:val="16"/>
          <w:szCs w:val="16"/>
        </w:rPr>
      </w:pPr>
    </w:p>
    <w:p w:rsidR="00286314" w:rsidRPr="00A05026" w:rsidRDefault="00286314" w:rsidP="004C50C6">
      <w:pPr>
        <w:jc w:val="center"/>
        <w:rPr>
          <w:b/>
          <w:sz w:val="16"/>
          <w:szCs w:val="16"/>
        </w:rPr>
      </w:pPr>
    </w:p>
    <w:p w:rsidR="00286314" w:rsidRPr="00A05026" w:rsidRDefault="00286314" w:rsidP="004C50C6">
      <w:pPr>
        <w:pStyle w:val="Heading1"/>
      </w:pPr>
      <w:r w:rsidRPr="00A05026">
        <w:t>РОЗПОРЯДЖЕННЯ</w:t>
      </w:r>
    </w:p>
    <w:p w:rsidR="00286314" w:rsidRPr="00A05026" w:rsidRDefault="00286314" w:rsidP="004C50C6">
      <w:pPr>
        <w:pStyle w:val="Title"/>
        <w:jc w:val="left"/>
        <w:rPr>
          <w:sz w:val="20"/>
          <w:szCs w:val="20"/>
        </w:rPr>
      </w:pPr>
    </w:p>
    <w:p w:rsidR="00286314" w:rsidRPr="00A05026" w:rsidRDefault="00286314" w:rsidP="004C50C6">
      <w:pPr>
        <w:pStyle w:val="Title"/>
        <w:jc w:val="left"/>
        <w:rPr>
          <w:sz w:val="20"/>
          <w:szCs w:val="20"/>
        </w:rPr>
      </w:pPr>
    </w:p>
    <w:p w:rsidR="00286314" w:rsidRPr="00A05026" w:rsidRDefault="00286314" w:rsidP="004C50C6">
      <w:pPr>
        <w:pStyle w:val="Title"/>
        <w:jc w:val="left"/>
      </w:pPr>
      <w:r>
        <w:rPr>
          <w:szCs w:val="28"/>
        </w:rPr>
        <w:t xml:space="preserve">25 квітня 2017 року 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№ 127</w:t>
      </w:r>
    </w:p>
    <w:p w:rsidR="00286314" w:rsidRPr="00A05026" w:rsidRDefault="00286314" w:rsidP="00163BDD">
      <w:pPr>
        <w:jc w:val="both"/>
      </w:pPr>
    </w:p>
    <w:p w:rsidR="00286314" w:rsidRPr="00A05026" w:rsidRDefault="00286314" w:rsidP="00A05026">
      <w:pPr>
        <w:jc w:val="center"/>
      </w:pPr>
    </w:p>
    <w:p w:rsidR="00286314" w:rsidRPr="00A05026" w:rsidRDefault="00286314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Карпук А.Ю.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286314" w:rsidRPr="00A05026" w:rsidRDefault="00286314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286314" w:rsidRPr="00A05026" w:rsidRDefault="00286314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ої</w:t>
      </w:r>
    </w:p>
    <w:p w:rsidR="00286314" w:rsidRPr="00A05026" w:rsidRDefault="00286314" w:rsidP="00A05026">
      <w:pPr>
        <w:jc w:val="center"/>
        <w:rPr>
          <w:szCs w:val="28"/>
        </w:rPr>
      </w:pPr>
      <w:r>
        <w:rPr>
          <w:szCs w:val="28"/>
        </w:rPr>
        <w:t xml:space="preserve">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286314" w:rsidRPr="00A05026" w:rsidRDefault="00286314" w:rsidP="001B6D24"/>
    <w:p w:rsidR="00286314" w:rsidRPr="00A05026" w:rsidRDefault="00286314" w:rsidP="001B6D24">
      <w:r>
        <w:t xml:space="preserve"> </w:t>
      </w:r>
    </w:p>
    <w:p w:rsidR="00286314" w:rsidRPr="00A05026" w:rsidRDefault="00286314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ої  агрофірми </w:t>
      </w:r>
      <w:r w:rsidRPr="00A05026">
        <w:rPr>
          <w:szCs w:val="28"/>
        </w:rPr>
        <w:t xml:space="preserve"> «</w:t>
      </w:r>
      <w:r>
        <w:rPr>
          <w:szCs w:val="28"/>
        </w:rPr>
        <w:t>Залісся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286314" w:rsidRPr="00A05026" w:rsidRDefault="00286314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колишньої агрофірми </w:t>
      </w:r>
      <w:r w:rsidRPr="00A05026">
        <w:rPr>
          <w:szCs w:val="28"/>
        </w:rPr>
        <w:t>«</w:t>
      </w:r>
      <w:r>
        <w:rPr>
          <w:szCs w:val="28"/>
        </w:rPr>
        <w:t>Залісся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Заліської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286314" w:rsidRPr="00A05026" w:rsidRDefault="00286314" w:rsidP="00A05026">
      <w:pPr>
        <w:ind w:firstLine="708"/>
        <w:jc w:val="both"/>
      </w:pPr>
      <w:r w:rsidRPr="00A05026">
        <w:t xml:space="preserve">- </w:t>
      </w:r>
      <w:r>
        <w:t>Карпук Анастасії Юхимівні, власнику сертифіката</w:t>
      </w:r>
      <w:r w:rsidRPr="00A05026">
        <w:t xml:space="preserve"> на право на земельну частку (пай) серії ВЛ № </w:t>
      </w:r>
      <w:r>
        <w:t>017289.</w:t>
      </w:r>
    </w:p>
    <w:p w:rsidR="00286314" w:rsidRPr="00A05026" w:rsidRDefault="00286314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286314" w:rsidRPr="00A05026" w:rsidRDefault="00286314" w:rsidP="001B6D24"/>
    <w:p w:rsidR="00286314" w:rsidRPr="00A05026" w:rsidRDefault="00286314" w:rsidP="001B6D24"/>
    <w:p w:rsidR="00286314" w:rsidRPr="00A05026" w:rsidRDefault="00286314" w:rsidP="001B6D24"/>
    <w:p w:rsidR="00286314" w:rsidRPr="00A05026" w:rsidRDefault="00286314" w:rsidP="001B6D24"/>
    <w:p w:rsidR="00286314" w:rsidRPr="00A05026" w:rsidRDefault="00286314" w:rsidP="001B6D24"/>
    <w:p w:rsidR="00286314" w:rsidRPr="00A05026" w:rsidRDefault="00286314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В.ДУНАЙЧУК</w:t>
      </w:r>
    </w:p>
    <w:p w:rsidR="00286314" w:rsidRPr="00A05026" w:rsidRDefault="00286314" w:rsidP="001B6D24"/>
    <w:p w:rsidR="00286314" w:rsidRPr="00400AFD" w:rsidRDefault="00286314" w:rsidP="001B6D24">
      <w:pPr>
        <w:rPr>
          <w:sz w:val="24"/>
        </w:rPr>
      </w:pPr>
      <w:r>
        <w:rPr>
          <w:sz w:val="24"/>
        </w:rPr>
        <w:t xml:space="preserve">Мартинюк </w:t>
      </w:r>
      <w:r w:rsidRPr="00400AFD">
        <w:rPr>
          <w:sz w:val="24"/>
        </w:rPr>
        <w:t xml:space="preserve"> 23068</w:t>
      </w:r>
    </w:p>
    <w:sectPr w:rsidR="00286314" w:rsidRPr="00400AFD" w:rsidSect="00A746EC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314" w:rsidRDefault="00286314" w:rsidP="00D113DB">
      <w:r>
        <w:separator/>
      </w:r>
    </w:p>
  </w:endnote>
  <w:endnote w:type="continuationSeparator" w:id="0">
    <w:p w:rsidR="00286314" w:rsidRDefault="00286314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314" w:rsidRDefault="00286314" w:rsidP="00D113DB">
      <w:r>
        <w:separator/>
      </w:r>
    </w:p>
  </w:footnote>
  <w:footnote w:type="continuationSeparator" w:id="0">
    <w:p w:rsidR="00286314" w:rsidRDefault="00286314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E047A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514E7"/>
    <w:rsid w:val="00267C30"/>
    <w:rsid w:val="00270690"/>
    <w:rsid w:val="00274858"/>
    <w:rsid w:val="00280879"/>
    <w:rsid w:val="002827F5"/>
    <w:rsid w:val="00286314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641F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44715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45DFF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21E3A"/>
    <w:rsid w:val="006373EB"/>
    <w:rsid w:val="00656B73"/>
    <w:rsid w:val="006738DC"/>
    <w:rsid w:val="006761ED"/>
    <w:rsid w:val="006A33E9"/>
    <w:rsid w:val="006A3669"/>
    <w:rsid w:val="006D7147"/>
    <w:rsid w:val="006E13B0"/>
    <w:rsid w:val="007029B2"/>
    <w:rsid w:val="007037A2"/>
    <w:rsid w:val="00710E51"/>
    <w:rsid w:val="00713443"/>
    <w:rsid w:val="0072117A"/>
    <w:rsid w:val="0072381A"/>
    <w:rsid w:val="00725736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46EC"/>
    <w:rsid w:val="00A7518B"/>
    <w:rsid w:val="00A7697D"/>
    <w:rsid w:val="00A94956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476FF"/>
    <w:rsid w:val="00B50C23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52D8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626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E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2573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E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54E4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54E4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35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200</Words>
  <Characters>1144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2017-04-24T08:55:00Z</cp:lastPrinted>
  <dcterms:created xsi:type="dcterms:W3CDTF">2017-04-28T12:57:00Z</dcterms:created>
  <dcterms:modified xsi:type="dcterms:W3CDTF">2017-04-28T12:57:00Z</dcterms:modified>
</cp:coreProperties>
</file>