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6E3" w:rsidRPr="00A05026" w:rsidRDefault="00EB16E3" w:rsidP="00F13711">
      <w:pPr>
        <w:jc w:val="center"/>
        <w:rPr>
          <w:snapToGrid w:val="0"/>
          <w:spacing w:val="8"/>
          <w:sz w:val="24"/>
        </w:rPr>
      </w:pPr>
      <w:r w:rsidRPr="00145388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EB16E3" w:rsidRPr="00A05026" w:rsidRDefault="00EB16E3" w:rsidP="004C50C6">
      <w:pPr>
        <w:jc w:val="center"/>
        <w:rPr>
          <w:snapToGrid w:val="0"/>
          <w:spacing w:val="8"/>
          <w:sz w:val="24"/>
        </w:rPr>
      </w:pPr>
    </w:p>
    <w:p w:rsidR="00EB16E3" w:rsidRPr="00A05026" w:rsidRDefault="00EB16E3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EB16E3" w:rsidRPr="00A05026" w:rsidRDefault="00EB16E3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EB16E3" w:rsidRPr="00A05026" w:rsidRDefault="00EB16E3" w:rsidP="004C50C6">
      <w:pPr>
        <w:jc w:val="center"/>
        <w:rPr>
          <w:b/>
          <w:sz w:val="16"/>
          <w:szCs w:val="16"/>
        </w:rPr>
      </w:pPr>
    </w:p>
    <w:p w:rsidR="00EB16E3" w:rsidRPr="00A05026" w:rsidRDefault="00EB16E3" w:rsidP="004C50C6">
      <w:pPr>
        <w:jc w:val="center"/>
        <w:rPr>
          <w:b/>
          <w:sz w:val="16"/>
          <w:szCs w:val="16"/>
        </w:rPr>
      </w:pPr>
    </w:p>
    <w:p w:rsidR="00EB16E3" w:rsidRPr="00A05026" w:rsidRDefault="00EB16E3" w:rsidP="004C50C6">
      <w:pPr>
        <w:pStyle w:val="Heading1"/>
      </w:pPr>
      <w:r w:rsidRPr="00A05026">
        <w:t>РОЗПОРЯДЖЕННЯ</w:t>
      </w:r>
    </w:p>
    <w:p w:rsidR="00EB16E3" w:rsidRPr="00A05026" w:rsidRDefault="00EB16E3" w:rsidP="004C50C6">
      <w:pPr>
        <w:pStyle w:val="Title"/>
        <w:jc w:val="left"/>
        <w:rPr>
          <w:sz w:val="20"/>
          <w:szCs w:val="20"/>
        </w:rPr>
      </w:pPr>
    </w:p>
    <w:p w:rsidR="00EB16E3" w:rsidRPr="00A05026" w:rsidRDefault="00EB16E3" w:rsidP="004C50C6">
      <w:pPr>
        <w:pStyle w:val="Title"/>
        <w:jc w:val="left"/>
        <w:rPr>
          <w:sz w:val="20"/>
          <w:szCs w:val="20"/>
        </w:rPr>
      </w:pPr>
    </w:p>
    <w:p w:rsidR="00EB16E3" w:rsidRPr="00A05026" w:rsidRDefault="00EB16E3" w:rsidP="004C50C6">
      <w:pPr>
        <w:pStyle w:val="Title"/>
        <w:jc w:val="left"/>
      </w:pPr>
      <w:r>
        <w:rPr>
          <w:szCs w:val="28"/>
        </w:rPr>
        <w:t xml:space="preserve">25 квітня 2017 року  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  <w:t xml:space="preserve">                       № 125</w:t>
      </w:r>
    </w:p>
    <w:p w:rsidR="00EB16E3" w:rsidRPr="00A05026" w:rsidRDefault="00EB16E3" w:rsidP="00163BDD">
      <w:pPr>
        <w:jc w:val="both"/>
      </w:pPr>
    </w:p>
    <w:p w:rsidR="00EB16E3" w:rsidRPr="00A05026" w:rsidRDefault="00EB16E3" w:rsidP="00A05026">
      <w:pPr>
        <w:jc w:val="center"/>
      </w:pPr>
    </w:p>
    <w:p w:rsidR="00EB16E3" w:rsidRPr="00A05026" w:rsidRDefault="00EB16E3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Фурдику А.М.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EB16E3" w:rsidRPr="00A05026" w:rsidRDefault="00EB16E3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EB16E3" w:rsidRDefault="00EB16E3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EB16E3" w:rsidRPr="00A05026" w:rsidRDefault="00EB16E3" w:rsidP="00EF63C7">
      <w:pPr>
        <w:jc w:val="center"/>
        <w:rPr>
          <w:szCs w:val="28"/>
        </w:rPr>
      </w:pPr>
      <w:r>
        <w:rPr>
          <w:szCs w:val="28"/>
        </w:rPr>
        <w:t xml:space="preserve">КСП «Видертське» </w:t>
      </w:r>
      <w:r w:rsidRPr="00A05026">
        <w:rPr>
          <w:szCs w:val="28"/>
        </w:rPr>
        <w:t>в натурі (на  місцевості)</w:t>
      </w:r>
    </w:p>
    <w:p w:rsidR="00EB16E3" w:rsidRPr="00A05026" w:rsidRDefault="00EB16E3" w:rsidP="001B6D24"/>
    <w:p w:rsidR="00EB16E3" w:rsidRPr="00A05026" w:rsidRDefault="00EB16E3" w:rsidP="001B6D24">
      <w:r>
        <w:t xml:space="preserve"> </w:t>
      </w:r>
    </w:p>
    <w:p w:rsidR="00EB16E3" w:rsidRPr="00EF63C7" w:rsidRDefault="00EB16E3" w:rsidP="00EF63C7">
      <w:pPr>
        <w:jc w:val="both"/>
        <w:rPr>
          <w:szCs w:val="28"/>
        </w:rPr>
      </w:pPr>
      <w:r>
        <w:t xml:space="preserve">        </w:t>
      </w: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 xml:space="preserve">ого КСП «Видертське»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EB16E3" w:rsidRPr="00A05026" w:rsidRDefault="00EB16E3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колишнього КСП </w:t>
      </w:r>
      <w:r w:rsidRPr="00A05026">
        <w:rPr>
          <w:szCs w:val="28"/>
        </w:rPr>
        <w:t>«</w:t>
      </w:r>
      <w:r>
        <w:rPr>
          <w:szCs w:val="28"/>
        </w:rPr>
        <w:t>Видертське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Видертської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EB16E3" w:rsidRPr="00A05026" w:rsidRDefault="00EB16E3" w:rsidP="00A05026">
      <w:pPr>
        <w:ind w:firstLine="708"/>
        <w:jc w:val="both"/>
      </w:pPr>
      <w:r w:rsidRPr="00A05026">
        <w:t xml:space="preserve">- </w:t>
      </w:r>
      <w:r>
        <w:t>Фурдику Анатолію Михайловичу, власнику сертифіката</w:t>
      </w:r>
      <w:r w:rsidRPr="00A05026">
        <w:t xml:space="preserve"> на право на земельну частку (пай) серії ВЛ № </w:t>
      </w:r>
      <w:r>
        <w:t>0105954.</w:t>
      </w:r>
    </w:p>
    <w:p w:rsidR="00EB16E3" w:rsidRPr="00A05026" w:rsidRDefault="00EB16E3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EB16E3" w:rsidRPr="00A05026" w:rsidRDefault="00EB16E3" w:rsidP="001B6D24"/>
    <w:p w:rsidR="00EB16E3" w:rsidRPr="00A05026" w:rsidRDefault="00EB16E3" w:rsidP="001B6D24"/>
    <w:p w:rsidR="00EB16E3" w:rsidRPr="00A05026" w:rsidRDefault="00EB16E3" w:rsidP="001B6D24"/>
    <w:p w:rsidR="00EB16E3" w:rsidRPr="00A05026" w:rsidRDefault="00EB16E3" w:rsidP="001B6D24"/>
    <w:p w:rsidR="00EB16E3" w:rsidRPr="00A05026" w:rsidRDefault="00EB16E3" w:rsidP="001B6D24"/>
    <w:p w:rsidR="00EB16E3" w:rsidRPr="00A05026" w:rsidRDefault="00EB16E3" w:rsidP="001B6D24">
      <w:r>
        <w:t xml:space="preserve">Голова                                                                                           </w:t>
      </w:r>
      <w:r w:rsidRPr="00D330E7">
        <w:rPr>
          <w:b/>
        </w:rPr>
        <w:t xml:space="preserve"> В.ДУНАЙЧУК</w:t>
      </w:r>
    </w:p>
    <w:p w:rsidR="00EB16E3" w:rsidRPr="00A05026" w:rsidRDefault="00EB16E3" w:rsidP="001B6D24"/>
    <w:p w:rsidR="00EB16E3" w:rsidRPr="00400AFD" w:rsidRDefault="00EB16E3" w:rsidP="001B6D24">
      <w:pPr>
        <w:rPr>
          <w:sz w:val="24"/>
        </w:rPr>
      </w:pPr>
      <w:r>
        <w:rPr>
          <w:sz w:val="24"/>
        </w:rPr>
        <w:t xml:space="preserve">Мартинюк </w:t>
      </w:r>
      <w:r w:rsidRPr="00400AFD">
        <w:rPr>
          <w:sz w:val="24"/>
        </w:rPr>
        <w:t xml:space="preserve"> 23068</w:t>
      </w:r>
    </w:p>
    <w:sectPr w:rsidR="00EB16E3" w:rsidRPr="00400AFD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6E3" w:rsidRDefault="00EB16E3" w:rsidP="00D113DB">
      <w:r>
        <w:separator/>
      </w:r>
    </w:p>
  </w:endnote>
  <w:endnote w:type="continuationSeparator" w:id="0">
    <w:p w:rsidR="00EB16E3" w:rsidRDefault="00EB16E3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6E3" w:rsidRDefault="00EB16E3" w:rsidP="00D113DB">
      <w:r>
        <w:separator/>
      </w:r>
    </w:p>
  </w:footnote>
  <w:footnote w:type="continuationSeparator" w:id="0">
    <w:p w:rsidR="00EB16E3" w:rsidRDefault="00EB16E3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02816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45388"/>
    <w:rsid w:val="001465AA"/>
    <w:rsid w:val="00150DCE"/>
    <w:rsid w:val="00163BDD"/>
    <w:rsid w:val="001754A2"/>
    <w:rsid w:val="00176697"/>
    <w:rsid w:val="00183E3E"/>
    <w:rsid w:val="00197F79"/>
    <w:rsid w:val="001A2FF2"/>
    <w:rsid w:val="001A47AE"/>
    <w:rsid w:val="001A4E15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12416"/>
    <w:rsid w:val="002223C6"/>
    <w:rsid w:val="00225ACF"/>
    <w:rsid w:val="0022746F"/>
    <w:rsid w:val="002412D9"/>
    <w:rsid w:val="00241954"/>
    <w:rsid w:val="00241B85"/>
    <w:rsid w:val="00267C30"/>
    <w:rsid w:val="00270690"/>
    <w:rsid w:val="00274858"/>
    <w:rsid w:val="00280879"/>
    <w:rsid w:val="002827F5"/>
    <w:rsid w:val="00286F58"/>
    <w:rsid w:val="002A409D"/>
    <w:rsid w:val="002A4B0D"/>
    <w:rsid w:val="002A4BC3"/>
    <w:rsid w:val="002A5849"/>
    <w:rsid w:val="002C33F5"/>
    <w:rsid w:val="002C4595"/>
    <w:rsid w:val="002D22BC"/>
    <w:rsid w:val="002D37BC"/>
    <w:rsid w:val="002D6AEB"/>
    <w:rsid w:val="002E0180"/>
    <w:rsid w:val="002E3BA1"/>
    <w:rsid w:val="002F0344"/>
    <w:rsid w:val="002F3CF1"/>
    <w:rsid w:val="00302869"/>
    <w:rsid w:val="00313C1D"/>
    <w:rsid w:val="00314FF4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B1A50"/>
    <w:rsid w:val="003B7EA3"/>
    <w:rsid w:val="003E5F1F"/>
    <w:rsid w:val="003E7F26"/>
    <w:rsid w:val="003F5C28"/>
    <w:rsid w:val="003F60D4"/>
    <w:rsid w:val="00400AFD"/>
    <w:rsid w:val="00404023"/>
    <w:rsid w:val="00410F37"/>
    <w:rsid w:val="0041361B"/>
    <w:rsid w:val="004312D4"/>
    <w:rsid w:val="00456C12"/>
    <w:rsid w:val="004720B5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1C7E"/>
    <w:rsid w:val="007F3E87"/>
    <w:rsid w:val="008057D9"/>
    <w:rsid w:val="008066D2"/>
    <w:rsid w:val="00806C40"/>
    <w:rsid w:val="008109A9"/>
    <w:rsid w:val="00822B0C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17A8E"/>
    <w:rsid w:val="00A30643"/>
    <w:rsid w:val="00A31F38"/>
    <w:rsid w:val="00A344BC"/>
    <w:rsid w:val="00A36C3E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32C8C"/>
    <w:rsid w:val="00B43590"/>
    <w:rsid w:val="00B535A8"/>
    <w:rsid w:val="00B548DA"/>
    <w:rsid w:val="00B67295"/>
    <w:rsid w:val="00B73321"/>
    <w:rsid w:val="00B83396"/>
    <w:rsid w:val="00B869A6"/>
    <w:rsid w:val="00B92097"/>
    <w:rsid w:val="00B95553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1369"/>
    <w:rsid w:val="00D25A39"/>
    <w:rsid w:val="00D30C09"/>
    <w:rsid w:val="00D3224E"/>
    <w:rsid w:val="00D330E7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72018"/>
    <w:rsid w:val="00E90913"/>
    <w:rsid w:val="00E90AF3"/>
    <w:rsid w:val="00E95828"/>
    <w:rsid w:val="00EA199A"/>
    <w:rsid w:val="00EA5574"/>
    <w:rsid w:val="00EB16E3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EF63C7"/>
    <w:rsid w:val="00F062A2"/>
    <w:rsid w:val="00F11F5E"/>
    <w:rsid w:val="00F1208B"/>
    <w:rsid w:val="00F13711"/>
    <w:rsid w:val="00F41ED7"/>
    <w:rsid w:val="00F519C4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2EBD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2EBD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2EBD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832EBD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32EBD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22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205</Words>
  <Characters>1169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2017-04-24T09:25:00Z</cp:lastPrinted>
  <dcterms:created xsi:type="dcterms:W3CDTF">2017-04-28T12:09:00Z</dcterms:created>
  <dcterms:modified xsi:type="dcterms:W3CDTF">2017-04-28T12:09:00Z</dcterms:modified>
</cp:coreProperties>
</file>