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72E" w:rsidRPr="00A05026" w:rsidRDefault="005F572E" w:rsidP="00F13711">
      <w:pPr>
        <w:jc w:val="center"/>
        <w:rPr>
          <w:snapToGrid w:val="0"/>
          <w:spacing w:val="8"/>
          <w:sz w:val="24"/>
        </w:rPr>
      </w:pPr>
      <w:r w:rsidRPr="007A548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5F572E" w:rsidRPr="00A05026" w:rsidRDefault="005F572E" w:rsidP="004C50C6">
      <w:pPr>
        <w:jc w:val="center"/>
        <w:rPr>
          <w:snapToGrid w:val="0"/>
          <w:spacing w:val="8"/>
          <w:sz w:val="24"/>
        </w:rPr>
      </w:pPr>
    </w:p>
    <w:p w:rsidR="005F572E" w:rsidRPr="00A05026" w:rsidRDefault="005F572E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5F572E" w:rsidRPr="00A05026" w:rsidRDefault="005F572E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5F572E" w:rsidRPr="00A05026" w:rsidRDefault="005F572E" w:rsidP="004C50C6">
      <w:pPr>
        <w:jc w:val="center"/>
        <w:rPr>
          <w:b/>
          <w:sz w:val="16"/>
          <w:szCs w:val="16"/>
        </w:rPr>
      </w:pPr>
    </w:p>
    <w:p w:rsidR="005F572E" w:rsidRPr="00A05026" w:rsidRDefault="005F572E" w:rsidP="004C50C6">
      <w:pPr>
        <w:jc w:val="center"/>
        <w:rPr>
          <w:b/>
          <w:sz w:val="16"/>
          <w:szCs w:val="16"/>
        </w:rPr>
      </w:pPr>
    </w:p>
    <w:p w:rsidR="005F572E" w:rsidRPr="00A05026" w:rsidRDefault="005F572E" w:rsidP="004C50C6">
      <w:pPr>
        <w:pStyle w:val="Heading1"/>
      </w:pPr>
      <w:r w:rsidRPr="00A05026">
        <w:t>РОЗПОРЯДЖЕННЯ</w:t>
      </w:r>
    </w:p>
    <w:p w:rsidR="005F572E" w:rsidRPr="00A05026" w:rsidRDefault="005F572E" w:rsidP="004C50C6">
      <w:pPr>
        <w:pStyle w:val="Title"/>
        <w:jc w:val="left"/>
        <w:rPr>
          <w:sz w:val="20"/>
          <w:szCs w:val="20"/>
        </w:rPr>
      </w:pPr>
    </w:p>
    <w:p w:rsidR="005F572E" w:rsidRPr="00A05026" w:rsidRDefault="005F572E" w:rsidP="004C50C6">
      <w:pPr>
        <w:pStyle w:val="Title"/>
        <w:jc w:val="left"/>
        <w:rPr>
          <w:sz w:val="20"/>
          <w:szCs w:val="20"/>
        </w:rPr>
      </w:pPr>
    </w:p>
    <w:p w:rsidR="005F572E" w:rsidRPr="00A05026" w:rsidRDefault="005F572E" w:rsidP="004C50C6">
      <w:pPr>
        <w:pStyle w:val="Title"/>
        <w:jc w:val="left"/>
      </w:pPr>
      <w:r>
        <w:rPr>
          <w:szCs w:val="28"/>
        </w:rPr>
        <w:t xml:space="preserve">25 квітня 2017 року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№ 124</w:t>
      </w:r>
    </w:p>
    <w:p w:rsidR="005F572E" w:rsidRPr="00A05026" w:rsidRDefault="005F572E" w:rsidP="00163BDD">
      <w:pPr>
        <w:jc w:val="both"/>
      </w:pPr>
    </w:p>
    <w:p w:rsidR="005F572E" w:rsidRPr="00A05026" w:rsidRDefault="005F572E" w:rsidP="00A05026">
      <w:pPr>
        <w:jc w:val="center"/>
      </w:pPr>
    </w:p>
    <w:p w:rsidR="005F572E" w:rsidRPr="00A05026" w:rsidRDefault="005F572E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</w:t>
      </w:r>
      <w:r>
        <w:rPr>
          <w:szCs w:val="28"/>
        </w:rPr>
        <w:t xml:space="preserve">гр. Яцуку П.І.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5F572E" w:rsidRPr="00A05026" w:rsidRDefault="005F572E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5F572E" w:rsidRPr="00A05026" w:rsidRDefault="005F572E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5F572E" w:rsidRPr="00A05026" w:rsidRDefault="005F572E" w:rsidP="00A05026">
      <w:pPr>
        <w:jc w:val="center"/>
        <w:rPr>
          <w:szCs w:val="28"/>
        </w:rPr>
      </w:pPr>
      <w:r>
        <w:t xml:space="preserve">КСП </w:t>
      </w:r>
      <w:r>
        <w:rPr>
          <w:szCs w:val="28"/>
        </w:rPr>
        <w:t xml:space="preserve">ім.Коніщука </w:t>
      </w:r>
      <w:r w:rsidRPr="00A05026">
        <w:rPr>
          <w:szCs w:val="28"/>
        </w:rPr>
        <w:t>в натурі (на  місцевості)</w:t>
      </w:r>
    </w:p>
    <w:p w:rsidR="005F572E" w:rsidRPr="00A05026" w:rsidRDefault="005F572E" w:rsidP="001B6D24"/>
    <w:p w:rsidR="005F572E" w:rsidRPr="00A05026" w:rsidRDefault="005F572E" w:rsidP="001B6D24">
      <w:r>
        <w:t xml:space="preserve"> </w:t>
      </w:r>
    </w:p>
    <w:p w:rsidR="005F572E" w:rsidRPr="00A05026" w:rsidRDefault="005F572E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ого </w:t>
      </w:r>
      <w:r>
        <w:t xml:space="preserve">КСП </w:t>
      </w:r>
      <w:r>
        <w:rPr>
          <w:szCs w:val="28"/>
        </w:rPr>
        <w:t xml:space="preserve">ім.Коніщука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5F572E" w:rsidRPr="00A05026" w:rsidRDefault="005F572E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>Надати дозвіл  на розроблення технічної документації із землеустрою щодо</w:t>
      </w:r>
      <w:r>
        <w:t xml:space="preserve"> </w:t>
      </w:r>
      <w:r w:rsidRPr="00A05026">
        <w:t xml:space="preserve"> встановлення</w:t>
      </w:r>
      <w:r>
        <w:t xml:space="preserve">  </w:t>
      </w:r>
      <w:r w:rsidRPr="00A05026">
        <w:t xml:space="preserve">меж </w:t>
      </w:r>
      <w:r>
        <w:t xml:space="preserve"> </w:t>
      </w:r>
      <w:r w:rsidRPr="00A05026">
        <w:t>земельних</w:t>
      </w:r>
      <w:r>
        <w:t xml:space="preserve"> </w:t>
      </w:r>
      <w:r w:rsidRPr="00A05026">
        <w:t xml:space="preserve"> ділянок</w:t>
      </w:r>
      <w:r>
        <w:t xml:space="preserve"> </w:t>
      </w:r>
      <w:r w:rsidRPr="00A05026">
        <w:t xml:space="preserve"> частки</w:t>
      </w:r>
      <w:r>
        <w:t xml:space="preserve"> </w:t>
      </w:r>
      <w:r w:rsidRPr="00A05026">
        <w:t xml:space="preserve"> (паю)</w:t>
      </w:r>
      <w:r>
        <w:t xml:space="preserve"> </w:t>
      </w:r>
      <w:r w:rsidRPr="00A05026">
        <w:t xml:space="preserve"> </w:t>
      </w:r>
      <w:r>
        <w:rPr>
          <w:szCs w:val="28"/>
        </w:rPr>
        <w:t xml:space="preserve">колишнього      </w:t>
      </w:r>
      <w:r>
        <w:t xml:space="preserve">КСП </w:t>
      </w:r>
      <w:r>
        <w:rPr>
          <w:szCs w:val="28"/>
        </w:rPr>
        <w:t xml:space="preserve">ім.Коніщука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 Новочервищанської 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5F572E" w:rsidRPr="00A05026" w:rsidRDefault="005F572E" w:rsidP="00A05026">
      <w:pPr>
        <w:ind w:firstLine="708"/>
        <w:jc w:val="both"/>
      </w:pPr>
      <w:r w:rsidRPr="00A05026">
        <w:t xml:space="preserve">- </w:t>
      </w:r>
      <w:r>
        <w:t>Яцуку Петру Івановичу, власнику сертифіката</w:t>
      </w:r>
      <w:r w:rsidRPr="00A05026">
        <w:t xml:space="preserve"> на право на земельну частку (пай) серії </w:t>
      </w:r>
      <w:r>
        <w:t>ВЛ № 0181660.</w:t>
      </w:r>
    </w:p>
    <w:p w:rsidR="005F572E" w:rsidRPr="00A05026" w:rsidRDefault="005F572E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5F572E" w:rsidRPr="00A05026" w:rsidRDefault="005F572E" w:rsidP="001B6D24"/>
    <w:p w:rsidR="005F572E" w:rsidRPr="00A05026" w:rsidRDefault="005F572E" w:rsidP="001B6D24"/>
    <w:p w:rsidR="005F572E" w:rsidRPr="00A05026" w:rsidRDefault="005F572E" w:rsidP="001B6D24"/>
    <w:p w:rsidR="005F572E" w:rsidRPr="00A05026" w:rsidRDefault="005F572E" w:rsidP="001B6D24"/>
    <w:p w:rsidR="005F572E" w:rsidRPr="00A05026" w:rsidRDefault="005F572E" w:rsidP="001B6D24"/>
    <w:p w:rsidR="005F572E" w:rsidRPr="00A05026" w:rsidRDefault="005F572E" w:rsidP="001B6D24">
      <w:r>
        <w:t>Голова</w:t>
      </w:r>
      <w:r w:rsidRPr="00A05026">
        <w:t xml:space="preserve">                                                         </w:t>
      </w:r>
      <w:r>
        <w:t xml:space="preserve">  </w:t>
      </w:r>
      <w:r>
        <w:rPr>
          <w:b/>
        </w:rPr>
        <w:t xml:space="preserve">                                В.ДУНАЙЧУК</w:t>
      </w:r>
    </w:p>
    <w:p w:rsidR="005F572E" w:rsidRPr="00A05026" w:rsidRDefault="005F572E" w:rsidP="001B6D24"/>
    <w:p w:rsidR="005F572E" w:rsidRDefault="005F572E" w:rsidP="002D758A">
      <w:pPr>
        <w:rPr>
          <w:rFonts w:eastAsia="Times New Roman"/>
          <w:b/>
          <w:sz w:val="24"/>
        </w:rPr>
      </w:pPr>
      <w:r>
        <w:t>Мартинюк 23068</w:t>
      </w:r>
    </w:p>
    <w:sectPr w:rsidR="005F572E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72E" w:rsidRDefault="005F572E" w:rsidP="00D113DB">
      <w:r>
        <w:separator/>
      </w:r>
    </w:p>
  </w:endnote>
  <w:endnote w:type="continuationSeparator" w:id="0">
    <w:p w:rsidR="005F572E" w:rsidRDefault="005F572E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72E" w:rsidRDefault="005F572E" w:rsidP="00D113DB">
      <w:r>
        <w:separator/>
      </w:r>
    </w:p>
  </w:footnote>
  <w:footnote w:type="continuationSeparator" w:id="0">
    <w:p w:rsidR="005F572E" w:rsidRDefault="005F572E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17536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93B"/>
    <w:rsid w:val="00103A1E"/>
    <w:rsid w:val="00103D00"/>
    <w:rsid w:val="0010420A"/>
    <w:rsid w:val="00106185"/>
    <w:rsid w:val="001112AB"/>
    <w:rsid w:val="00115DDC"/>
    <w:rsid w:val="00116840"/>
    <w:rsid w:val="00116FC1"/>
    <w:rsid w:val="001233C6"/>
    <w:rsid w:val="00126C58"/>
    <w:rsid w:val="0014174A"/>
    <w:rsid w:val="00150DCE"/>
    <w:rsid w:val="00153A00"/>
    <w:rsid w:val="00163BDD"/>
    <w:rsid w:val="00170F87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D1CCF"/>
    <w:rsid w:val="001E514E"/>
    <w:rsid w:val="001F55AA"/>
    <w:rsid w:val="001F6014"/>
    <w:rsid w:val="00203A9A"/>
    <w:rsid w:val="00206814"/>
    <w:rsid w:val="002223C6"/>
    <w:rsid w:val="00225ACF"/>
    <w:rsid w:val="0022746F"/>
    <w:rsid w:val="002304B6"/>
    <w:rsid w:val="00231D11"/>
    <w:rsid w:val="00237A2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4C11"/>
    <w:rsid w:val="002A5849"/>
    <w:rsid w:val="002B02FC"/>
    <w:rsid w:val="002C33F5"/>
    <w:rsid w:val="002C4595"/>
    <w:rsid w:val="002D22BC"/>
    <w:rsid w:val="002D37BC"/>
    <w:rsid w:val="002D758A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07D94"/>
    <w:rsid w:val="00410F37"/>
    <w:rsid w:val="004312D4"/>
    <w:rsid w:val="00456C12"/>
    <w:rsid w:val="00463C29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E7D37"/>
    <w:rsid w:val="005F345D"/>
    <w:rsid w:val="005F572E"/>
    <w:rsid w:val="005F609B"/>
    <w:rsid w:val="00600096"/>
    <w:rsid w:val="006122A3"/>
    <w:rsid w:val="0061237F"/>
    <w:rsid w:val="00615691"/>
    <w:rsid w:val="006373EB"/>
    <w:rsid w:val="00656B73"/>
    <w:rsid w:val="006738DC"/>
    <w:rsid w:val="006761ED"/>
    <w:rsid w:val="006A1719"/>
    <w:rsid w:val="006A1F66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86A7C"/>
    <w:rsid w:val="0079445D"/>
    <w:rsid w:val="00797978"/>
    <w:rsid w:val="007A1A71"/>
    <w:rsid w:val="007A548E"/>
    <w:rsid w:val="007B63B8"/>
    <w:rsid w:val="007C32F9"/>
    <w:rsid w:val="007D1273"/>
    <w:rsid w:val="007E405B"/>
    <w:rsid w:val="007E61B3"/>
    <w:rsid w:val="007E73CF"/>
    <w:rsid w:val="007F1B7C"/>
    <w:rsid w:val="007F3E87"/>
    <w:rsid w:val="008057D9"/>
    <w:rsid w:val="00806C40"/>
    <w:rsid w:val="008109A9"/>
    <w:rsid w:val="00833098"/>
    <w:rsid w:val="00834A7C"/>
    <w:rsid w:val="00844C4E"/>
    <w:rsid w:val="00857CB6"/>
    <w:rsid w:val="008610D4"/>
    <w:rsid w:val="00865215"/>
    <w:rsid w:val="00877E46"/>
    <w:rsid w:val="0088149D"/>
    <w:rsid w:val="00883B85"/>
    <w:rsid w:val="00892163"/>
    <w:rsid w:val="0089774F"/>
    <w:rsid w:val="00897DA2"/>
    <w:rsid w:val="008A3D82"/>
    <w:rsid w:val="008A5052"/>
    <w:rsid w:val="008C6AD3"/>
    <w:rsid w:val="008E6E2F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D06CB"/>
    <w:rsid w:val="009D3846"/>
    <w:rsid w:val="009D7B8C"/>
    <w:rsid w:val="009E16AF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34F07"/>
    <w:rsid w:val="00A36321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AD100E"/>
    <w:rsid w:val="00AE0A48"/>
    <w:rsid w:val="00B044C7"/>
    <w:rsid w:val="00B142CC"/>
    <w:rsid w:val="00B169B5"/>
    <w:rsid w:val="00B21D35"/>
    <w:rsid w:val="00B2560E"/>
    <w:rsid w:val="00B361E9"/>
    <w:rsid w:val="00B43590"/>
    <w:rsid w:val="00B45B55"/>
    <w:rsid w:val="00B535A8"/>
    <w:rsid w:val="00B6308A"/>
    <w:rsid w:val="00B67295"/>
    <w:rsid w:val="00B73321"/>
    <w:rsid w:val="00B8063A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16E56"/>
    <w:rsid w:val="00C201F2"/>
    <w:rsid w:val="00C36DE7"/>
    <w:rsid w:val="00C3747A"/>
    <w:rsid w:val="00C402C4"/>
    <w:rsid w:val="00C54E74"/>
    <w:rsid w:val="00C577D8"/>
    <w:rsid w:val="00C643E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0290"/>
    <w:rsid w:val="00F612AE"/>
    <w:rsid w:val="00F64FC8"/>
    <w:rsid w:val="00F72FFB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6BF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758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36BF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AD36BF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D36BF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73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202</Words>
  <Characters>1154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2017-04-24T08:49:00Z</cp:lastPrinted>
  <dcterms:created xsi:type="dcterms:W3CDTF">2017-04-28T12:04:00Z</dcterms:created>
  <dcterms:modified xsi:type="dcterms:W3CDTF">2017-04-28T12:04:00Z</dcterms:modified>
</cp:coreProperties>
</file>