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5CF" w:rsidRDefault="007C55CF" w:rsidP="004C50C6">
      <w:pPr>
        <w:jc w:val="center"/>
        <w:rPr>
          <w:snapToGrid w:val="0"/>
          <w:spacing w:val="8"/>
          <w:sz w:val="24"/>
        </w:rPr>
      </w:pPr>
      <w:r w:rsidRPr="006C22F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5" o:title=""/>
          </v:shape>
        </w:pict>
      </w:r>
    </w:p>
    <w:p w:rsidR="007C55CF" w:rsidRDefault="007C55CF" w:rsidP="004C50C6">
      <w:pPr>
        <w:spacing w:line="360" w:lineRule="auto"/>
        <w:rPr>
          <w:spacing w:val="8"/>
          <w:sz w:val="12"/>
          <w:szCs w:val="20"/>
        </w:rPr>
      </w:pPr>
    </w:p>
    <w:p w:rsidR="007C55CF" w:rsidRPr="006A4DE2" w:rsidRDefault="007C55CF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7C55CF" w:rsidRPr="006A4DE2" w:rsidRDefault="007C55CF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7C55CF" w:rsidRDefault="007C55CF" w:rsidP="004C50C6">
      <w:pPr>
        <w:jc w:val="center"/>
        <w:rPr>
          <w:b/>
          <w:sz w:val="16"/>
          <w:szCs w:val="16"/>
        </w:rPr>
      </w:pPr>
    </w:p>
    <w:p w:rsidR="007C55CF" w:rsidRPr="00C565F1" w:rsidRDefault="007C55CF" w:rsidP="004C50C6">
      <w:pPr>
        <w:jc w:val="center"/>
        <w:rPr>
          <w:b/>
          <w:sz w:val="16"/>
          <w:szCs w:val="16"/>
        </w:rPr>
      </w:pPr>
    </w:p>
    <w:p w:rsidR="007C55CF" w:rsidRDefault="007C55CF" w:rsidP="004C50C6">
      <w:pPr>
        <w:pStyle w:val="Heading1"/>
      </w:pPr>
      <w:r w:rsidRPr="009428E8">
        <w:t>РОЗПОРЯДЖЕННЯ</w:t>
      </w:r>
    </w:p>
    <w:p w:rsidR="007C55CF" w:rsidRDefault="007C55CF" w:rsidP="004C50C6">
      <w:pPr>
        <w:pStyle w:val="Title"/>
        <w:jc w:val="left"/>
        <w:rPr>
          <w:sz w:val="20"/>
          <w:szCs w:val="20"/>
        </w:rPr>
      </w:pPr>
    </w:p>
    <w:p w:rsidR="007C55CF" w:rsidRDefault="007C55CF" w:rsidP="004C50C6">
      <w:pPr>
        <w:pStyle w:val="Title"/>
        <w:jc w:val="left"/>
        <w:rPr>
          <w:sz w:val="20"/>
          <w:szCs w:val="20"/>
        </w:rPr>
      </w:pPr>
    </w:p>
    <w:p w:rsidR="007C55CF" w:rsidRDefault="007C55CF" w:rsidP="004C50C6">
      <w:pPr>
        <w:pStyle w:val="Title"/>
        <w:jc w:val="left"/>
      </w:pPr>
      <w:r>
        <w:rPr>
          <w:szCs w:val="28"/>
        </w:rPr>
        <w:t xml:space="preserve">18 лютого 2016 року 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>№ 47</w:t>
      </w:r>
    </w:p>
    <w:p w:rsidR="007C55CF" w:rsidRDefault="007C55CF" w:rsidP="00163BDD">
      <w:pPr>
        <w:jc w:val="both"/>
      </w:pPr>
    </w:p>
    <w:p w:rsidR="007C55CF" w:rsidRDefault="007C55CF" w:rsidP="00163BDD">
      <w:pPr>
        <w:jc w:val="both"/>
      </w:pPr>
    </w:p>
    <w:p w:rsidR="007C55CF" w:rsidRPr="00575828" w:rsidRDefault="007C55CF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гр. </w:t>
      </w:r>
      <w:r>
        <w:rPr>
          <w:szCs w:val="28"/>
        </w:rPr>
        <w:t xml:space="preserve">Чураку В.І. </w:t>
      </w:r>
      <w:r w:rsidRPr="00575828">
        <w:rPr>
          <w:szCs w:val="28"/>
        </w:rPr>
        <w:t xml:space="preserve">дозволу на розроблення </w:t>
      </w:r>
    </w:p>
    <w:p w:rsidR="007C55CF" w:rsidRPr="00575828" w:rsidRDefault="007C55CF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7C55CF" w:rsidRDefault="007C55CF" w:rsidP="00575828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 xml:space="preserve">  </w:t>
      </w:r>
      <w:r w:rsidRPr="00575828">
        <w:rPr>
          <w:szCs w:val="28"/>
        </w:rPr>
        <w:t>земельних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 ділянок 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частки 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(паю) </w:t>
      </w:r>
      <w:r>
        <w:rPr>
          <w:szCs w:val="28"/>
        </w:rPr>
        <w:t xml:space="preserve">  </w:t>
      </w:r>
      <w:r w:rsidRPr="00575828">
        <w:rPr>
          <w:szCs w:val="28"/>
        </w:rPr>
        <w:t>колишньо</w:t>
      </w:r>
      <w:r>
        <w:rPr>
          <w:szCs w:val="28"/>
        </w:rPr>
        <w:t>ї</w:t>
      </w:r>
    </w:p>
    <w:p w:rsidR="007C55CF" w:rsidRPr="00575828" w:rsidRDefault="007C55CF" w:rsidP="00575828">
      <w:pPr>
        <w:rPr>
          <w:szCs w:val="28"/>
        </w:rPr>
      </w:pPr>
      <w:r>
        <w:rPr>
          <w:szCs w:val="28"/>
        </w:rPr>
        <w:t xml:space="preserve">                  агрофірми</w:t>
      </w:r>
      <w:r w:rsidRPr="00575828">
        <w:rPr>
          <w:szCs w:val="28"/>
        </w:rPr>
        <w:t xml:space="preserve"> „</w:t>
      </w:r>
      <w:r>
        <w:rPr>
          <w:szCs w:val="28"/>
        </w:rPr>
        <w:t>Осівецька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7C55CF" w:rsidRDefault="007C55CF" w:rsidP="00575828"/>
    <w:p w:rsidR="007C55CF" w:rsidRDefault="007C55CF" w:rsidP="001B6D24"/>
    <w:p w:rsidR="007C55CF" w:rsidRDefault="007C55CF" w:rsidP="00197F79">
      <w:pPr>
        <w:jc w:val="both"/>
      </w:pPr>
      <w:r>
        <w:t xml:space="preserve">          Розглянувши заяву гр. </w:t>
      </w:r>
      <w:r>
        <w:rPr>
          <w:szCs w:val="28"/>
        </w:rPr>
        <w:t>Чурака В.І.</w:t>
      </w:r>
      <w:r>
        <w:t xml:space="preserve"> про надання дозволу на розроблення технічної документації із землеустрою щодо встановлення меж земельних ділянок частки (паю) в натурі (на місцевості) ,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   </w:t>
      </w:r>
    </w:p>
    <w:p w:rsidR="007C55CF" w:rsidRDefault="007C55CF" w:rsidP="00197F79">
      <w:pPr>
        <w:jc w:val="both"/>
      </w:pPr>
      <w:r>
        <w:t xml:space="preserve">         1.Надати дозвіл гр. Чураку Віктору Івановичу власнику сертифіката серії     РН № 068624 на право на земельну частку(пай) </w:t>
      </w:r>
      <w:r>
        <w:rPr>
          <w:szCs w:val="28"/>
        </w:rPr>
        <w:t>колишньої                                         агрофірми</w:t>
      </w:r>
      <w:r w:rsidRPr="00575828">
        <w:rPr>
          <w:szCs w:val="28"/>
        </w:rPr>
        <w:t xml:space="preserve"> „</w:t>
      </w:r>
      <w:r>
        <w:rPr>
          <w:szCs w:val="28"/>
        </w:rPr>
        <w:t>Осівецька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>
        <w:t>на розроблення технічної документації із землеустрою  щодо встановлення меж земельних ділянок частки (паю) в натурі (на місцевості) за межами населеного пункту на території Осівцівської сільської ради.</w:t>
      </w:r>
    </w:p>
    <w:p w:rsidR="007C55CF" w:rsidRDefault="007C55CF" w:rsidP="00E03341">
      <w:pPr>
        <w:tabs>
          <w:tab w:val="left" w:pos="567"/>
        </w:tabs>
        <w:jc w:val="both"/>
      </w:pPr>
      <w:r>
        <w:t xml:space="preserve">         2.Технічну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7C55CF" w:rsidRDefault="007C55CF" w:rsidP="001B6D24">
      <w:r>
        <w:t xml:space="preserve">         </w:t>
      </w:r>
    </w:p>
    <w:p w:rsidR="007C55CF" w:rsidRDefault="007C55CF" w:rsidP="001B6D24"/>
    <w:p w:rsidR="007C55CF" w:rsidRDefault="007C55CF" w:rsidP="001B6D24"/>
    <w:p w:rsidR="007C55CF" w:rsidRDefault="007C55CF" w:rsidP="001B6D24">
      <w:r>
        <w:t xml:space="preserve">Голова                                                                                         </w:t>
      </w:r>
      <w:r>
        <w:rPr>
          <w:b/>
        </w:rPr>
        <w:t>В.ДУНАЙЧУК</w:t>
      </w:r>
      <w:r w:rsidRPr="00E04C17">
        <w:rPr>
          <w:b/>
        </w:rPr>
        <w:t xml:space="preserve"> </w:t>
      </w:r>
    </w:p>
    <w:p w:rsidR="007C55CF" w:rsidRPr="00E04C17" w:rsidRDefault="007C55CF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7C55CF" w:rsidRPr="006F0C1B" w:rsidRDefault="007C55CF" w:rsidP="001B6D24">
      <w:pPr>
        <w:rPr>
          <w:sz w:val="22"/>
          <w:szCs w:val="22"/>
        </w:rPr>
      </w:pPr>
      <w:r w:rsidRPr="006F0C1B">
        <w:rPr>
          <w:sz w:val="22"/>
          <w:szCs w:val="22"/>
        </w:rPr>
        <w:t>Сус  22368</w:t>
      </w:r>
    </w:p>
    <w:p w:rsidR="007C55CF" w:rsidRDefault="007C55CF" w:rsidP="001B6D24"/>
    <w:p w:rsidR="007C55CF" w:rsidRDefault="007C55CF" w:rsidP="001B6D24"/>
    <w:p w:rsidR="007C55CF" w:rsidRDefault="007C55CF" w:rsidP="001B6D24"/>
    <w:p w:rsidR="007C55CF" w:rsidRDefault="007C55CF" w:rsidP="001B6D24"/>
    <w:p w:rsidR="007C55CF" w:rsidRDefault="007C55CF" w:rsidP="001B6D24"/>
    <w:p w:rsidR="007C55CF" w:rsidRDefault="007C55CF" w:rsidP="001B6D24"/>
    <w:p w:rsidR="007C55CF" w:rsidRDefault="007C55CF" w:rsidP="001B6D24"/>
    <w:p w:rsidR="007C55CF" w:rsidRDefault="007C55CF" w:rsidP="001B6D24">
      <w:pPr>
        <w:rPr>
          <w:i/>
          <w:szCs w:val="28"/>
        </w:rPr>
      </w:pPr>
    </w:p>
    <w:p w:rsidR="007C55CF" w:rsidRDefault="007C55CF" w:rsidP="001B6D24">
      <w:pPr>
        <w:rPr>
          <w:i/>
          <w:szCs w:val="28"/>
        </w:rPr>
      </w:pPr>
    </w:p>
    <w:p w:rsidR="007C55CF" w:rsidRDefault="007C55CF" w:rsidP="001B6D24">
      <w:pPr>
        <w:rPr>
          <w:i/>
          <w:szCs w:val="28"/>
        </w:rPr>
      </w:pPr>
    </w:p>
    <w:p w:rsidR="007C55CF" w:rsidRDefault="007C55CF" w:rsidP="001A47AE">
      <w:pPr>
        <w:jc w:val="center"/>
        <w:rPr>
          <w:i/>
          <w:szCs w:val="28"/>
        </w:rPr>
      </w:pPr>
    </w:p>
    <w:sectPr w:rsidR="007C55CF" w:rsidSect="0088149D">
      <w:pgSz w:w="11906" w:h="16838"/>
      <w:pgMar w:top="397" w:right="567" w:bottom="567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1906"/>
    <w:rsid w:val="00046327"/>
    <w:rsid w:val="00061630"/>
    <w:rsid w:val="0006172C"/>
    <w:rsid w:val="00062975"/>
    <w:rsid w:val="0007379C"/>
    <w:rsid w:val="00095E4A"/>
    <w:rsid w:val="000A4A8C"/>
    <w:rsid w:val="000A66CA"/>
    <w:rsid w:val="000B33A3"/>
    <w:rsid w:val="000D15C3"/>
    <w:rsid w:val="000D2E21"/>
    <w:rsid w:val="000F293B"/>
    <w:rsid w:val="000F5991"/>
    <w:rsid w:val="00106185"/>
    <w:rsid w:val="001112AB"/>
    <w:rsid w:val="00116FC1"/>
    <w:rsid w:val="001233C6"/>
    <w:rsid w:val="00126C58"/>
    <w:rsid w:val="00163BDD"/>
    <w:rsid w:val="001754A2"/>
    <w:rsid w:val="00197F79"/>
    <w:rsid w:val="001A2FF2"/>
    <w:rsid w:val="001A47AE"/>
    <w:rsid w:val="001A55A3"/>
    <w:rsid w:val="001A7883"/>
    <w:rsid w:val="001B27D9"/>
    <w:rsid w:val="001B4BE8"/>
    <w:rsid w:val="001B6D24"/>
    <w:rsid w:val="001F55AA"/>
    <w:rsid w:val="001F6014"/>
    <w:rsid w:val="00206814"/>
    <w:rsid w:val="00225ACF"/>
    <w:rsid w:val="0022746F"/>
    <w:rsid w:val="00253319"/>
    <w:rsid w:val="00267C30"/>
    <w:rsid w:val="00270690"/>
    <w:rsid w:val="00280879"/>
    <w:rsid w:val="002827F5"/>
    <w:rsid w:val="002A4B0D"/>
    <w:rsid w:val="002A5849"/>
    <w:rsid w:val="002C33F5"/>
    <w:rsid w:val="002E3BA1"/>
    <w:rsid w:val="002F0344"/>
    <w:rsid w:val="00302869"/>
    <w:rsid w:val="00306D33"/>
    <w:rsid w:val="00307B70"/>
    <w:rsid w:val="00317988"/>
    <w:rsid w:val="0032639B"/>
    <w:rsid w:val="00361B5B"/>
    <w:rsid w:val="003869D8"/>
    <w:rsid w:val="003A4737"/>
    <w:rsid w:val="003C0AE3"/>
    <w:rsid w:val="003E7F26"/>
    <w:rsid w:val="00404023"/>
    <w:rsid w:val="00410F37"/>
    <w:rsid w:val="004312D4"/>
    <w:rsid w:val="00431D9C"/>
    <w:rsid w:val="00456C12"/>
    <w:rsid w:val="004720B5"/>
    <w:rsid w:val="00497702"/>
    <w:rsid w:val="004A6BFA"/>
    <w:rsid w:val="004A772A"/>
    <w:rsid w:val="004C50C6"/>
    <w:rsid w:val="004F0972"/>
    <w:rsid w:val="005019DB"/>
    <w:rsid w:val="00522858"/>
    <w:rsid w:val="0056747D"/>
    <w:rsid w:val="00575828"/>
    <w:rsid w:val="005928F1"/>
    <w:rsid w:val="005A71DF"/>
    <w:rsid w:val="005B09AD"/>
    <w:rsid w:val="005C178A"/>
    <w:rsid w:val="005C1B3E"/>
    <w:rsid w:val="005C4B7B"/>
    <w:rsid w:val="005E2C54"/>
    <w:rsid w:val="00615691"/>
    <w:rsid w:val="006373EB"/>
    <w:rsid w:val="006611C5"/>
    <w:rsid w:val="006738DC"/>
    <w:rsid w:val="00674D77"/>
    <w:rsid w:val="006A33E9"/>
    <w:rsid w:val="006A4DE2"/>
    <w:rsid w:val="006A5292"/>
    <w:rsid w:val="006C22F7"/>
    <w:rsid w:val="006D7147"/>
    <w:rsid w:val="006F0C1B"/>
    <w:rsid w:val="007029B2"/>
    <w:rsid w:val="007037A2"/>
    <w:rsid w:val="00713443"/>
    <w:rsid w:val="00714352"/>
    <w:rsid w:val="0072117A"/>
    <w:rsid w:val="00733EBD"/>
    <w:rsid w:val="00734695"/>
    <w:rsid w:val="00735620"/>
    <w:rsid w:val="00746268"/>
    <w:rsid w:val="0075721F"/>
    <w:rsid w:val="007616F4"/>
    <w:rsid w:val="007641DC"/>
    <w:rsid w:val="00773500"/>
    <w:rsid w:val="00774168"/>
    <w:rsid w:val="007767C8"/>
    <w:rsid w:val="00797978"/>
    <w:rsid w:val="007B63B8"/>
    <w:rsid w:val="007C55CF"/>
    <w:rsid w:val="007D0FFA"/>
    <w:rsid w:val="007E405B"/>
    <w:rsid w:val="00804287"/>
    <w:rsid w:val="008057D9"/>
    <w:rsid w:val="00806C40"/>
    <w:rsid w:val="008109A9"/>
    <w:rsid w:val="00853EEC"/>
    <w:rsid w:val="00857CB6"/>
    <w:rsid w:val="00877E46"/>
    <w:rsid w:val="0088149D"/>
    <w:rsid w:val="00887A85"/>
    <w:rsid w:val="00892163"/>
    <w:rsid w:val="0089774F"/>
    <w:rsid w:val="00897DA2"/>
    <w:rsid w:val="008F77B9"/>
    <w:rsid w:val="00910FF2"/>
    <w:rsid w:val="00937C7C"/>
    <w:rsid w:val="009428E8"/>
    <w:rsid w:val="009514F8"/>
    <w:rsid w:val="00952829"/>
    <w:rsid w:val="0096215E"/>
    <w:rsid w:val="00963C13"/>
    <w:rsid w:val="009723D1"/>
    <w:rsid w:val="0097295D"/>
    <w:rsid w:val="009754B7"/>
    <w:rsid w:val="009A2F92"/>
    <w:rsid w:val="009C35F0"/>
    <w:rsid w:val="009F14FE"/>
    <w:rsid w:val="009F3D57"/>
    <w:rsid w:val="00A030D4"/>
    <w:rsid w:val="00A065AB"/>
    <w:rsid w:val="00A07F9B"/>
    <w:rsid w:val="00A30643"/>
    <w:rsid w:val="00A344BC"/>
    <w:rsid w:val="00A46820"/>
    <w:rsid w:val="00A672B5"/>
    <w:rsid w:val="00A747BD"/>
    <w:rsid w:val="00A7697D"/>
    <w:rsid w:val="00AA301D"/>
    <w:rsid w:val="00AA4D9D"/>
    <w:rsid w:val="00AA79E8"/>
    <w:rsid w:val="00AD29E7"/>
    <w:rsid w:val="00B044C7"/>
    <w:rsid w:val="00B142CC"/>
    <w:rsid w:val="00B169B5"/>
    <w:rsid w:val="00B43590"/>
    <w:rsid w:val="00B535A8"/>
    <w:rsid w:val="00B6368A"/>
    <w:rsid w:val="00B92097"/>
    <w:rsid w:val="00BA5BB5"/>
    <w:rsid w:val="00BA7483"/>
    <w:rsid w:val="00BB200E"/>
    <w:rsid w:val="00BB204D"/>
    <w:rsid w:val="00BD1FAA"/>
    <w:rsid w:val="00BE72E5"/>
    <w:rsid w:val="00BE75D4"/>
    <w:rsid w:val="00C04497"/>
    <w:rsid w:val="00C201F2"/>
    <w:rsid w:val="00C36DE7"/>
    <w:rsid w:val="00C3747A"/>
    <w:rsid w:val="00C54E74"/>
    <w:rsid w:val="00C556DB"/>
    <w:rsid w:val="00C565F1"/>
    <w:rsid w:val="00C577D8"/>
    <w:rsid w:val="00C70519"/>
    <w:rsid w:val="00CC05B6"/>
    <w:rsid w:val="00CD7B1A"/>
    <w:rsid w:val="00CE0921"/>
    <w:rsid w:val="00CF3303"/>
    <w:rsid w:val="00D02214"/>
    <w:rsid w:val="00D25A39"/>
    <w:rsid w:val="00D30C09"/>
    <w:rsid w:val="00D343E9"/>
    <w:rsid w:val="00D510A8"/>
    <w:rsid w:val="00D5423B"/>
    <w:rsid w:val="00D90E3F"/>
    <w:rsid w:val="00DB4219"/>
    <w:rsid w:val="00DC14FE"/>
    <w:rsid w:val="00DD6E4A"/>
    <w:rsid w:val="00E03341"/>
    <w:rsid w:val="00E04C17"/>
    <w:rsid w:val="00E148D0"/>
    <w:rsid w:val="00E16C37"/>
    <w:rsid w:val="00E31C9C"/>
    <w:rsid w:val="00E369DD"/>
    <w:rsid w:val="00E51DAB"/>
    <w:rsid w:val="00E53B9B"/>
    <w:rsid w:val="00E90913"/>
    <w:rsid w:val="00E95828"/>
    <w:rsid w:val="00E964C1"/>
    <w:rsid w:val="00EA199A"/>
    <w:rsid w:val="00EA5574"/>
    <w:rsid w:val="00EB6E39"/>
    <w:rsid w:val="00EC719A"/>
    <w:rsid w:val="00EE3B0D"/>
    <w:rsid w:val="00EE3D96"/>
    <w:rsid w:val="00EF0A5F"/>
    <w:rsid w:val="00F062A2"/>
    <w:rsid w:val="00F10574"/>
    <w:rsid w:val="00F1208B"/>
    <w:rsid w:val="00F519C4"/>
    <w:rsid w:val="00F64FC8"/>
    <w:rsid w:val="00F75AD7"/>
    <w:rsid w:val="00F83EE9"/>
    <w:rsid w:val="00F93275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1A8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1A85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1A8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9F1A85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1A85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253319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25331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83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2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256</Words>
  <Characters>1464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2016-02-18T06:07:00Z</cp:lastPrinted>
  <dcterms:created xsi:type="dcterms:W3CDTF">2016-02-22T14:38:00Z</dcterms:created>
  <dcterms:modified xsi:type="dcterms:W3CDTF">2016-02-22T14:38:00Z</dcterms:modified>
</cp:coreProperties>
</file>