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44" w:rsidRDefault="00860544" w:rsidP="00B75CCA">
      <w:pPr>
        <w:jc w:val="center"/>
        <w:rPr>
          <w:snapToGrid w:val="0"/>
          <w:spacing w:val="8"/>
          <w:sz w:val="24"/>
        </w:rPr>
      </w:pPr>
      <w:r w:rsidRPr="002C332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2pt;visibility:visible" filled="t" fillcolor="silver">
            <v:imagedata r:id="rId7" o:title=""/>
          </v:shape>
        </w:pict>
      </w:r>
    </w:p>
    <w:p w:rsidR="00860544" w:rsidRDefault="00860544" w:rsidP="002A4A36">
      <w:pPr>
        <w:spacing w:line="360" w:lineRule="auto"/>
        <w:rPr>
          <w:spacing w:val="8"/>
          <w:sz w:val="12"/>
          <w:szCs w:val="20"/>
        </w:rPr>
      </w:pPr>
    </w:p>
    <w:p w:rsidR="00860544" w:rsidRPr="006A4DE2" w:rsidRDefault="00860544" w:rsidP="002A4A36">
      <w:pPr>
        <w:pStyle w:val="Heading2"/>
        <w:rPr>
          <w:b/>
          <w:lang w:val="ru-RU"/>
        </w:rPr>
      </w:pPr>
      <w:r w:rsidRPr="006A4DE2">
        <w:rPr>
          <w:b/>
        </w:rPr>
        <w:t>КАМІНЬ-КАШИРСЬКА  РАЙОННА ДЕРЖАВНА АДМІНІСТРАЦІЯ</w:t>
      </w:r>
    </w:p>
    <w:p w:rsidR="00860544" w:rsidRPr="006A4DE2" w:rsidRDefault="00860544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60544" w:rsidRDefault="00860544" w:rsidP="002A4A36">
      <w:pPr>
        <w:jc w:val="center"/>
        <w:rPr>
          <w:b/>
          <w:sz w:val="16"/>
          <w:szCs w:val="16"/>
        </w:rPr>
      </w:pPr>
    </w:p>
    <w:p w:rsidR="00860544" w:rsidRPr="00C565F1" w:rsidRDefault="00860544" w:rsidP="002A4A36">
      <w:pPr>
        <w:jc w:val="center"/>
        <w:rPr>
          <w:b/>
          <w:sz w:val="16"/>
          <w:szCs w:val="16"/>
        </w:rPr>
      </w:pPr>
    </w:p>
    <w:p w:rsidR="00860544" w:rsidRDefault="00860544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60544" w:rsidRDefault="00860544" w:rsidP="00BE11DE">
      <w:pPr>
        <w:pStyle w:val="Title"/>
        <w:jc w:val="left"/>
        <w:rPr>
          <w:sz w:val="20"/>
          <w:szCs w:val="20"/>
        </w:rPr>
      </w:pPr>
    </w:p>
    <w:p w:rsidR="00860544" w:rsidRDefault="00860544" w:rsidP="00BE11DE">
      <w:pPr>
        <w:pStyle w:val="Title"/>
        <w:jc w:val="left"/>
        <w:rPr>
          <w:sz w:val="20"/>
          <w:szCs w:val="20"/>
        </w:rPr>
      </w:pPr>
    </w:p>
    <w:p w:rsidR="00860544" w:rsidRDefault="00860544" w:rsidP="00BE11DE">
      <w:pPr>
        <w:pStyle w:val="Title"/>
        <w:jc w:val="left"/>
      </w:pPr>
      <w:r>
        <w:rPr>
          <w:szCs w:val="28"/>
        </w:rPr>
        <w:t xml:space="preserve">18 лютого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46</w:t>
      </w:r>
    </w:p>
    <w:p w:rsidR="00860544" w:rsidRDefault="00860544" w:rsidP="002A4A36">
      <w:pPr>
        <w:pStyle w:val="Title"/>
        <w:jc w:val="left"/>
      </w:pPr>
      <w:r>
        <w:t xml:space="preserve">           </w:t>
      </w:r>
    </w:p>
    <w:p w:rsidR="00860544" w:rsidRDefault="00860544" w:rsidP="008533AB">
      <w:r>
        <w:t xml:space="preserve">                     Про   затвердження   технічної   документації   із</w:t>
      </w:r>
    </w:p>
    <w:p w:rsidR="00860544" w:rsidRDefault="00860544" w:rsidP="008533AB">
      <w:r>
        <w:t xml:space="preserve">                     землеустрою щодо встановлення меж земельних  </w:t>
      </w:r>
    </w:p>
    <w:p w:rsidR="00860544" w:rsidRDefault="00860544" w:rsidP="008533AB">
      <w:r>
        <w:t xml:space="preserve">                     ділянок часток (паїв) колишньої агрофірми </w:t>
      </w:r>
    </w:p>
    <w:p w:rsidR="00860544" w:rsidRDefault="00860544" w:rsidP="008533AB">
      <w:r>
        <w:t xml:space="preserve">                     “Камінь-Каширський” в натурі (на  місцевості)  </w:t>
      </w:r>
    </w:p>
    <w:p w:rsidR="00860544" w:rsidRDefault="00860544" w:rsidP="00E41E7E">
      <w:r>
        <w:t xml:space="preserve">                     </w:t>
      </w:r>
    </w:p>
    <w:p w:rsidR="00860544" w:rsidRDefault="00860544" w:rsidP="00587C46">
      <w:pPr>
        <w:ind w:firstLine="708"/>
        <w:jc w:val="both"/>
      </w:pPr>
      <w:r>
        <w:t>Розглянувши заяву гр. Домарецького В.П.</w:t>
      </w:r>
      <w:r w:rsidRPr="00587C46">
        <w:t xml:space="preserve"> </w:t>
      </w:r>
      <w:r>
        <w:t>про затвердження технічної документації із землеустрою щодо встановлення меж земельних ділянок часток (паїв) колишньої агрофірми “Камінь-Каширський”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860544" w:rsidRPr="00E234EA" w:rsidRDefault="00860544" w:rsidP="00587C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колишньої агрофірми                                                   “Камінь-Каширський”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громадянину Домарецькому Володимиру Павловичу.</w:t>
      </w:r>
    </w:p>
    <w:p w:rsidR="00860544" w:rsidRDefault="00860544" w:rsidP="008A359F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Камінь-Каширської міської ради в розмірі частки (паю) </w:t>
      </w:r>
      <w:r>
        <w:t>колишньої агрофірми “Камінь-Каширський”</w:t>
      </w:r>
      <w:r>
        <w:rPr>
          <w:szCs w:val="28"/>
        </w:rPr>
        <w:t xml:space="preserve"> громадянину </w:t>
      </w:r>
      <w:r>
        <w:t>Домарецькому Володимиру Павловичу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 “Камінь-Каширський”</w:t>
      </w:r>
      <w:r>
        <w:rPr>
          <w:szCs w:val="28"/>
        </w:rPr>
        <w:t xml:space="preserve">, кадастровий номер зареєстрованої земельної ділянки: 0721410100:04:000:0046 площею </w:t>
      </w:r>
      <w:smartTag w:uri="urn:schemas-microsoft-com:office:smarttags" w:element="metricconverter">
        <w:smartTagPr>
          <w:attr w:name="ProductID" w:val="3,0000 га"/>
        </w:smartTagPr>
        <w:r>
          <w:rPr>
            <w:szCs w:val="28"/>
          </w:rPr>
          <w:t>3,0000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860544" w:rsidRDefault="00860544" w:rsidP="008A359F">
      <w:pPr>
        <w:ind w:firstLine="708"/>
        <w:jc w:val="both"/>
      </w:pPr>
      <w:r>
        <w:t xml:space="preserve">3. Громадянину Домарецькому Володимиру Павловичу право приватної власності на вищевказані земельні ділянки зареєструвати у встановленому законом  порядку. </w:t>
      </w:r>
    </w:p>
    <w:p w:rsidR="00860544" w:rsidRDefault="00860544" w:rsidP="003D1234">
      <w:pPr>
        <w:ind w:firstLine="708"/>
        <w:jc w:val="both"/>
        <w:rPr>
          <w:sz w:val="24"/>
          <w:szCs w:val="20"/>
        </w:rPr>
      </w:pPr>
      <w:r>
        <w:t>4. Відділу Держгеокадастру у Камінь-Каширському районі та Камінь-Каширській міській раді внести відповідні зміни в земельно-облікові документи.</w:t>
      </w:r>
    </w:p>
    <w:p w:rsidR="00860544" w:rsidRDefault="00860544" w:rsidP="00E41E7E">
      <w:pPr>
        <w:jc w:val="both"/>
        <w:rPr>
          <w:sz w:val="24"/>
          <w:szCs w:val="20"/>
        </w:rPr>
      </w:pPr>
    </w:p>
    <w:p w:rsidR="00860544" w:rsidRDefault="00860544" w:rsidP="00E41E7E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860544" w:rsidRPr="006879AF" w:rsidRDefault="00860544" w:rsidP="00E41E7E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860544" w:rsidRDefault="00860544" w:rsidP="008A359F">
      <w:pPr>
        <w:rPr>
          <w:i/>
          <w:szCs w:val="28"/>
        </w:rPr>
      </w:pPr>
    </w:p>
    <w:p w:rsidR="00860544" w:rsidRDefault="00860544" w:rsidP="008A359F">
      <w:pPr>
        <w:rPr>
          <w:i/>
          <w:szCs w:val="28"/>
        </w:rPr>
      </w:pPr>
    </w:p>
    <w:p w:rsidR="00860544" w:rsidRDefault="00860544" w:rsidP="008A359F">
      <w:pPr>
        <w:rPr>
          <w:i/>
          <w:szCs w:val="28"/>
        </w:rPr>
      </w:pPr>
    </w:p>
    <w:p w:rsidR="00860544" w:rsidRDefault="00860544" w:rsidP="008A359F">
      <w:pPr>
        <w:rPr>
          <w:i/>
          <w:szCs w:val="28"/>
        </w:rPr>
      </w:pPr>
    </w:p>
    <w:sectPr w:rsidR="00860544" w:rsidSect="0037657B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44" w:rsidRDefault="00860544" w:rsidP="00E328CF">
      <w:r>
        <w:separator/>
      </w:r>
    </w:p>
  </w:endnote>
  <w:endnote w:type="continuationSeparator" w:id="0">
    <w:p w:rsidR="00860544" w:rsidRDefault="00860544" w:rsidP="00E32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44" w:rsidRDefault="00860544" w:rsidP="00E328CF">
      <w:r>
        <w:separator/>
      </w:r>
    </w:p>
  </w:footnote>
  <w:footnote w:type="continuationSeparator" w:id="0">
    <w:p w:rsidR="00860544" w:rsidRDefault="00860544" w:rsidP="00E32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5341F"/>
    <w:rsid w:val="00053787"/>
    <w:rsid w:val="0006389F"/>
    <w:rsid w:val="00065308"/>
    <w:rsid w:val="000700A8"/>
    <w:rsid w:val="0008339E"/>
    <w:rsid w:val="000A73EA"/>
    <w:rsid w:val="000B3C80"/>
    <w:rsid w:val="000B7F86"/>
    <w:rsid w:val="000D1129"/>
    <w:rsid w:val="000E3606"/>
    <w:rsid w:val="000E73D7"/>
    <w:rsid w:val="00111F30"/>
    <w:rsid w:val="0011349E"/>
    <w:rsid w:val="00126975"/>
    <w:rsid w:val="001476C7"/>
    <w:rsid w:val="001536A6"/>
    <w:rsid w:val="00167FB5"/>
    <w:rsid w:val="001756BB"/>
    <w:rsid w:val="00190F37"/>
    <w:rsid w:val="001B0C91"/>
    <w:rsid w:val="001B6C00"/>
    <w:rsid w:val="001C5DEA"/>
    <w:rsid w:val="001D13A5"/>
    <w:rsid w:val="001E3DD1"/>
    <w:rsid w:val="001F166C"/>
    <w:rsid w:val="001F50EC"/>
    <w:rsid w:val="002014CB"/>
    <w:rsid w:val="00206D91"/>
    <w:rsid w:val="002236E9"/>
    <w:rsid w:val="00223BF0"/>
    <w:rsid w:val="0023070F"/>
    <w:rsid w:val="00230A79"/>
    <w:rsid w:val="00245178"/>
    <w:rsid w:val="002627C2"/>
    <w:rsid w:val="00265506"/>
    <w:rsid w:val="002707CB"/>
    <w:rsid w:val="0027210F"/>
    <w:rsid w:val="00276A00"/>
    <w:rsid w:val="0027750E"/>
    <w:rsid w:val="00292077"/>
    <w:rsid w:val="002A4A36"/>
    <w:rsid w:val="002C3327"/>
    <w:rsid w:val="002D4D33"/>
    <w:rsid w:val="002F063E"/>
    <w:rsid w:val="002F6E86"/>
    <w:rsid w:val="002F7443"/>
    <w:rsid w:val="00312E35"/>
    <w:rsid w:val="003309F6"/>
    <w:rsid w:val="00334748"/>
    <w:rsid w:val="00342A07"/>
    <w:rsid w:val="00342B99"/>
    <w:rsid w:val="00355720"/>
    <w:rsid w:val="003669E4"/>
    <w:rsid w:val="00370F93"/>
    <w:rsid w:val="00372BEF"/>
    <w:rsid w:val="00373C55"/>
    <w:rsid w:val="0037657B"/>
    <w:rsid w:val="003942DD"/>
    <w:rsid w:val="00394DD1"/>
    <w:rsid w:val="003D1234"/>
    <w:rsid w:val="003D1657"/>
    <w:rsid w:val="003E4775"/>
    <w:rsid w:val="00414BC5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B0384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07E6F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C6B6A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4536"/>
    <w:rsid w:val="006B611C"/>
    <w:rsid w:val="006C2538"/>
    <w:rsid w:val="006C5593"/>
    <w:rsid w:val="006C5AAB"/>
    <w:rsid w:val="006C6151"/>
    <w:rsid w:val="006D144E"/>
    <w:rsid w:val="006D41B8"/>
    <w:rsid w:val="006E3993"/>
    <w:rsid w:val="006E3BFB"/>
    <w:rsid w:val="006E6056"/>
    <w:rsid w:val="006F5A74"/>
    <w:rsid w:val="00713CE2"/>
    <w:rsid w:val="007267C3"/>
    <w:rsid w:val="00735C46"/>
    <w:rsid w:val="00740C98"/>
    <w:rsid w:val="00741A1E"/>
    <w:rsid w:val="00741E1A"/>
    <w:rsid w:val="00743A41"/>
    <w:rsid w:val="00746ECF"/>
    <w:rsid w:val="00747DD4"/>
    <w:rsid w:val="00755209"/>
    <w:rsid w:val="00756C69"/>
    <w:rsid w:val="00764860"/>
    <w:rsid w:val="0077163B"/>
    <w:rsid w:val="0077505A"/>
    <w:rsid w:val="007758B0"/>
    <w:rsid w:val="0078108D"/>
    <w:rsid w:val="007952F8"/>
    <w:rsid w:val="007A7BA2"/>
    <w:rsid w:val="007B0700"/>
    <w:rsid w:val="007B7A27"/>
    <w:rsid w:val="007C73A0"/>
    <w:rsid w:val="007D240E"/>
    <w:rsid w:val="007D6637"/>
    <w:rsid w:val="007E47FC"/>
    <w:rsid w:val="007E73EF"/>
    <w:rsid w:val="007F21E4"/>
    <w:rsid w:val="007F5C9A"/>
    <w:rsid w:val="0081705E"/>
    <w:rsid w:val="008414BE"/>
    <w:rsid w:val="00847E31"/>
    <w:rsid w:val="00850732"/>
    <w:rsid w:val="008533AB"/>
    <w:rsid w:val="00860544"/>
    <w:rsid w:val="008659A7"/>
    <w:rsid w:val="008745F7"/>
    <w:rsid w:val="00877488"/>
    <w:rsid w:val="00880610"/>
    <w:rsid w:val="00882F9D"/>
    <w:rsid w:val="008A359F"/>
    <w:rsid w:val="008A528A"/>
    <w:rsid w:val="008B2134"/>
    <w:rsid w:val="008B569F"/>
    <w:rsid w:val="008C2A5D"/>
    <w:rsid w:val="008D109E"/>
    <w:rsid w:val="008D7C1F"/>
    <w:rsid w:val="008D7E82"/>
    <w:rsid w:val="009023AB"/>
    <w:rsid w:val="0090684C"/>
    <w:rsid w:val="009108E0"/>
    <w:rsid w:val="00921072"/>
    <w:rsid w:val="009418AA"/>
    <w:rsid w:val="009428E8"/>
    <w:rsid w:val="00943453"/>
    <w:rsid w:val="00954B23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62AF"/>
    <w:rsid w:val="009E4071"/>
    <w:rsid w:val="00A00310"/>
    <w:rsid w:val="00A0644B"/>
    <w:rsid w:val="00A30A6E"/>
    <w:rsid w:val="00A357BD"/>
    <w:rsid w:val="00A3786B"/>
    <w:rsid w:val="00A40EB9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B05126"/>
    <w:rsid w:val="00B14484"/>
    <w:rsid w:val="00B24881"/>
    <w:rsid w:val="00B40AC9"/>
    <w:rsid w:val="00B41580"/>
    <w:rsid w:val="00B55F4E"/>
    <w:rsid w:val="00B56CD3"/>
    <w:rsid w:val="00B57697"/>
    <w:rsid w:val="00B6139C"/>
    <w:rsid w:val="00B61D49"/>
    <w:rsid w:val="00B6535F"/>
    <w:rsid w:val="00B661DE"/>
    <w:rsid w:val="00B75CCA"/>
    <w:rsid w:val="00B76105"/>
    <w:rsid w:val="00B82684"/>
    <w:rsid w:val="00B833D0"/>
    <w:rsid w:val="00B90684"/>
    <w:rsid w:val="00B91D99"/>
    <w:rsid w:val="00B94C5B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01B2D"/>
    <w:rsid w:val="00C1568A"/>
    <w:rsid w:val="00C41FEA"/>
    <w:rsid w:val="00C447B1"/>
    <w:rsid w:val="00C51646"/>
    <w:rsid w:val="00C526D5"/>
    <w:rsid w:val="00C565F1"/>
    <w:rsid w:val="00C57215"/>
    <w:rsid w:val="00C801C4"/>
    <w:rsid w:val="00C858D8"/>
    <w:rsid w:val="00C87E9F"/>
    <w:rsid w:val="00C90F7C"/>
    <w:rsid w:val="00C91C87"/>
    <w:rsid w:val="00C93246"/>
    <w:rsid w:val="00CA3FE0"/>
    <w:rsid w:val="00CB13B9"/>
    <w:rsid w:val="00CC3E3D"/>
    <w:rsid w:val="00CC4AB4"/>
    <w:rsid w:val="00CC7B31"/>
    <w:rsid w:val="00CD0DE8"/>
    <w:rsid w:val="00CD7767"/>
    <w:rsid w:val="00CE4D9D"/>
    <w:rsid w:val="00CE627C"/>
    <w:rsid w:val="00CE641E"/>
    <w:rsid w:val="00D064A3"/>
    <w:rsid w:val="00D1352E"/>
    <w:rsid w:val="00D238A3"/>
    <w:rsid w:val="00D367C0"/>
    <w:rsid w:val="00D405BC"/>
    <w:rsid w:val="00D50ADF"/>
    <w:rsid w:val="00D64C96"/>
    <w:rsid w:val="00D9141B"/>
    <w:rsid w:val="00DA1C05"/>
    <w:rsid w:val="00DB43EA"/>
    <w:rsid w:val="00DD0E04"/>
    <w:rsid w:val="00DE1174"/>
    <w:rsid w:val="00DE53B6"/>
    <w:rsid w:val="00E04F77"/>
    <w:rsid w:val="00E1056F"/>
    <w:rsid w:val="00E22955"/>
    <w:rsid w:val="00E234EA"/>
    <w:rsid w:val="00E328CF"/>
    <w:rsid w:val="00E339AD"/>
    <w:rsid w:val="00E41E7E"/>
    <w:rsid w:val="00E63B0F"/>
    <w:rsid w:val="00E81B1C"/>
    <w:rsid w:val="00EA15E8"/>
    <w:rsid w:val="00EA4C17"/>
    <w:rsid w:val="00EA5867"/>
    <w:rsid w:val="00EC10A1"/>
    <w:rsid w:val="00ED058D"/>
    <w:rsid w:val="00ED4F2B"/>
    <w:rsid w:val="00EE58D0"/>
    <w:rsid w:val="00EE65BB"/>
    <w:rsid w:val="00F04CE2"/>
    <w:rsid w:val="00F079CC"/>
    <w:rsid w:val="00F1099E"/>
    <w:rsid w:val="00F22B17"/>
    <w:rsid w:val="00F36B46"/>
    <w:rsid w:val="00F46F0C"/>
    <w:rsid w:val="00F627F2"/>
    <w:rsid w:val="00F70C80"/>
    <w:rsid w:val="00F7517F"/>
    <w:rsid w:val="00FB6ACF"/>
    <w:rsid w:val="00FD2F1A"/>
    <w:rsid w:val="00FE5A48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F3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F3D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F3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F3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F3D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37F3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37F3D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Header">
    <w:name w:val="header"/>
    <w:basedOn w:val="Normal"/>
    <w:link w:val="HeaderChar"/>
    <w:uiPriority w:val="99"/>
    <w:rsid w:val="00E328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28CF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E328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28CF"/>
    <w:rPr>
      <w:rFonts w:cs="Times New Roman"/>
      <w:sz w:val="24"/>
      <w:szCs w:val="24"/>
      <w:lang w:val="uk-UA"/>
    </w:rPr>
  </w:style>
  <w:style w:type="paragraph" w:styleId="NormalWeb">
    <w:name w:val="Normal (Web)"/>
    <w:basedOn w:val="Normal"/>
    <w:uiPriority w:val="99"/>
    <w:rsid w:val="00B75CCA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B75C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348</Words>
  <Characters>1990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2016-02-18T06:18:00Z</cp:lastPrinted>
  <dcterms:created xsi:type="dcterms:W3CDTF">2016-02-22T14:20:00Z</dcterms:created>
  <dcterms:modified xsi:type="dcterms:W3CDTF">2016-02-22T14:20:00Z</dcterms:modified>
</cp:coreProperties>
</file>