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318" w:rsidRDefault="00454318" w:rsidP="004C50C6">
      <w:pPr>
        <w:jc w:val="center"/>
        <w:rPr>
          <w:snapToGrid w:val="0"/>
          <w:spacing w:val="8"/>
          <w:sz w:val="24"/>
        </w:rPr>
      </w:pPr>
      <w:r w:rsidRPr="004155C5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454318" w:rsidRDefault="00454318" w:rsidP="004C50C6">
      <w:pPr>
        <w:jc w:val="center"/>
        <w:rPr>
          <w:snapToGrid w:val="0"/>
          <w:spacing w:val="8"/>
          <w:sz w:val="24"/>
        </w:rPr>
      </w:pPr>
    </w:p>
    <w:p w:rsidR="00454318" w:rsidRPr="006A4DE2" w:rsidRDefault="00454318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454318" w:rsidRPr="006A4DE2" w:rsidRDefault="00454318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454318" w:rsidRDefault="00454318" w:rsidP="004C50C6">
      <w:pPr>
        <w:jc w:val="center"/>
        <w:rPr>
          <w:b/>
          <w:sz w:val="16"/>
          <w:szCs w:val="16"/>
        </w:rPr>
      </w:pPr>
    </w:p>
    <w:p w:rsidR="00454318" w:rsidRPr="00C565F1" w:rsidRDefault="00454318" w:rsidP="004C50C6">
      <w:pPr>
        <w:jc w:val="center"/>
        <w:rPr>
          <w:b/>
          <w:sz w:val="16"/>
          <w:szCs w:val="16"/>
        </w:rPr>
      </w:pPr>
    </w:p>
    <w:p w:rsidR="00454318" w:rsidRDefault="00454318" w:rsidP="004C50C6">
      <w:pPr>
        <w:pStyle w:val="Heading1"/>
      </w:pPr>
      <w:r w:rsidRPr="009428E8">
        <w:t>РОЗПОРЯДЖЕННЯ</w:t>
      </w:r>
    </w:p>
    <w:p w:rsidR="00454318" w:rsidRDefault="00454318" w:rsidP="004C50C6">
      <w:pPr>
        <w:pStyle w:val="Title"/>
        <w:jc w:val="left"/>
        <w:rPr>
          <w:sz w:val="20"/>
          <w:szCs w:val="20"/>
        </w:rPr>
      </w:pPr>
    </w:p>
    <w:p w:rsidR="00454318" w:rsidRDefault="00454318" w:rsidP="004C50C6">
      <w:pPr>
        <w:pStyle w:val="Title"/>
        <w:jc w:val="left"/>
        <w:rPr>
          <w:sz w:val="20"/>
          <w:szCs w:val="20"/>
        </w:rPr>
      </w:pPr>
    </w:p>
    <w:p w:rsidR="00454318" w:rsidRDefault="00454318" w:rsidP="004C50C6">
      <w:pPr>
        <w:pStyle w:val="Title"/>
        <w:jc w:val="left"/>
      </w:pPr>
      <w:r>
        <w:rPr>
          <w:szCs w:val="28"/>
        </w:rPr>
        <w:t xml:space="preserve">18 лютого 2016 року 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 xml:space="preserve">  № 45</w:t>
      </w:r>
    </w:p>
    <w:p w:rsidR="00454318" w:rsidRDefault="00454318" w:rsidP="00163BDD">
      <w:pPr>
        <w:jc w:val="both"/>
      </w:pPr>
    </w:p>
    <w:p w:rsidR="00454318" w:rsidRDefault="00454318" w:rsidP="00163BDD">
      <w:pPr>
        <w:jc w:val="both"/>
      </w:pPr>
    </w:p>
    <w:p w:rsidR="00454318" w:rsidRPr="00575828" w:rsidRDefault="00454318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громадянам</w:t>
      </w:r>
      <w:r w:rsidRPr="00575828">
        <w:rPr>
          <w:szCs w:val="28"/>
        </w:rPr>
        <w:t xml:space="preserve"> дозволу на розроблення </w:t>
      </w:r>
    </w:p>
    <w:p w:rsidR="00454318" w:rsidRPr="00575828" w:rsidRDefault="00454318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454318" w:rsidRDefault="00454318" w:rsidP="00575828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 xml:space="preserve">  </w:t>
      </w:r>
      <w:r w:rsidRPr="00575828">
        <w:rPr>
          <w:szCs w:val="28"/>
        </w:rPr>
        <w:t>земельних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 ділянок </w:t>
      </w:r>
      <w:r>
        <w:rPr>
          <w:szCs w:val="28"/>
        </w:rPr>
        <w:t xml:space="preserve">  </w:t>
      </w:r>
      <w:r w:rsidRPr="00575828">
        <w:rPr>
          <w:szCs w:val="28"/>
        </w:rPr>
        <w:t>част</w:t>
      </w:r>
      <w:r>
        <w:rPr>
          <w:szCs w:val="28"/>
        </w:rPr>
        <w:t>ок</w:t>
      </w:r>
      <w:r w:rsidRPr="00575828">
        <w:rPr>
          <w:szCs w:val="28"/>
        </w:rPr>
        <w:t xml:space="preserve"> </w:t>
      </w:r>
      <w:r>
        <w:rPr>
          <w:szCs w:val="28"/>
        </w:rPr>
        <w:t xml:space="preserve">  (паїв)  </w:t>
      </w:r>
      <w:r w:rsidRPr="00575828">
        <w:rPr>
          <w:szCs w:val="28"/>
        </w:rPr>
        <w:t xml:space="preserve">колишнього </w:t>
      </w:r>
    </w:p>
    <w:p w:rsidR="00454318" w:rsidRPr="00575828" w:rsidRDefault="00454318" w:rsidP="00575828">
      <w:pPr>
        <w:rPr>
          <w:szCs w:val="28"/>
        </w:rPr>
      </w:pPr>
      <w:r>
        <w:rPr>
          <w:szCs w:val="28"/>
        </w:rPr>
        <w:t xml:space="preserve">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Росія</w:t>
      </w:r>
      <w:r w:rsidRPr="00575828">
        <w:rPr>
          <w:szCs w:val="28"/>
        </w:rPr>
        <w:t>”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454318" w:rsidRDefault="00454318" w:rsidP="00575828"/>
    <w:p w:rsidR="00454318" w:rsidRDefault="00454318" w:rsidP="001B6D24"/>
    <w:p w:rsidR="00454318" w:rsidRDefault="00454318" w:rsidP="001B6D24"/>
    <w:p w:rsidR="00454318" w:rsidRDefault="00454318" w:rsidP="00103A1E">
      <w:r>
        <w:t xml:space="preserve">          Розглянувши заяви власників сертифікатів на право на земельні частки (паї)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</w:t>
      </w:r>
      <w:r w:rsidRPr="00575828">
        <w:rPr>
          <w:szCs w:val="28"/>
        </w:rPr>
        <w:t xml:space="preserve"> „</w:t>
      </w:r>
      <w:r>
        <w:rPr>
          <w:szCs w:val="28"/>
        </w:rPr>
        <w:t>Росія</w:t>
      </w:r>
      <w:r w:rsidRPr="00575828">
        <w:rPr>
          <w:szCs w:val="28"/>
        </w:rPr>
        <w:t>”</w:t>
      </w:r>
      <w:r>
        <w:t xml:space="preserve"> 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454318" w:rsidRDefault="00454318" w:rsidP="003F60D4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часток (паїв)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Росія</w:t>
      </w:r>
      <w:r w:rsidRPr="00575828">
        <w:rPr>
          <w:szCs w:val="28"/>
        </w:rPr>
        <w:t>”</w:t>
      </w:r>
      <w:r>
        <w:t xml:space="preserve">  в натурі (на місцевості) за межами населеного пункту на території Тоболівської сільської ради громадянам:</w:t>
      </w:r>
    </w:p>
    <w:p w:rsidR="00454318" w:rsidRDefault="00454318" w:rsidP="00197F79">
      <w:pPr>
        <w:jc w:val="both"/>
      </w:pPr>
      <w:r>
        <w:t xml:space="preserve">        - Давидюк Олександрі Максимівні, власнику сертифіката на право на земельну частку (пай) серії ВЛ № 0181823;</w:t>
      </w:r>
    </w:p>
    <w:p w:rsidR="00454318" w:rsidRDefault="00454318" w:rsidP="00094177">
      <w:pPr>
        <w:jc w:val="both"/>
      </w:pPr>
      <w:r>
        <w:t xml:space="preserve">       -  Гупалик Галині Андріївні, власнику сертифікатів на право на земельну частку (пай) серії ВЛ № 0256383, ВЛ № 0172005.</w:t>
      </w:r>
    </w:p>
    <w:p w:rsidR="00454318" w:rsidRDefault="00454318" w:rsidP="003F60D4">
      <w:pPr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454318" w:rsidRDefault="00454318" w:rsidP="001B6D24">
      <w:r>
        <w:t xml:space="preserve">         </w:t>
      </w:r>
    </w:p>
    <w:p w:rsidR="00454318" w:rsidRDefault="00454318" w:rsidP="001B6D24"/>
    <w:p w:rsidR="00454318" w:rsidRDefault="00454318" w:rsidP="001B6D24"/>
    <w:p w:rsidR="00454318" w:rsidRDefault="00454318" w:rsidP="001B6D24"/>
    <w:p w:rsidR="00454318" w:rsidRDefault="00454318" w:rsidP="001B6D24">
      <w:r>
        <w:t xml:space="preserve">Голова                                                                                         </w:t>
      </w:r>
      <w:r>
        <w:rPr>
          <w:b/>
        </w:rPr>
        <w:t>В.ДУНАЙЧУК</w:t>
      </w:r>
      <w:r w:rsidRPr="00E04C17">
        <w:rPr>
          <w:b/>
        </w:rPr>
        <w:t xml:space="preserve"> </w:t>
      </w:r>
    </w:p>
    <w:p w:rsidR="00454318" w:rsidRPr="00E04C17" w:rsidRDefault="00454318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454318" w:rsidRPr="00B83396" w:rsidRDefault="00454318" w:rsidP="001B6D24">
      <w:pPr>
        <w:rPr>
          <w:sz w:val="22"/>
          <w:szCs w:val="22"/>
        </w:rPr>
      </w:pPr>
      <w:r w:rsidRPr="00B83396">
        <w:rPr>
          <w:sz w:val="22"/>
          <w:szCs w:val="22"/>
        </w:rPr>
        <w:t>Сус  22368</w:t>
      </w:r>
    </w:p>
    <w:p w:rsidR="00454318" w:rsidRDefault="00454318" w:rsidP="001B6D24"/>
    <w:p w:rsidR="00454318" w:rsidRDefault="00454318" w:rsidP="001B6D24"/>
    <w:p w:rsidR="00454318" w:rsidRDefault="00454318" w:rsidP="001B6D24"/>
    <w:p w:rsidR="00454318" w:rsidRDefault="00454318" w:rsidP="001B6D24"/>
    <w:p w:rsidR="00454318" w:rsidRDefault="00454318" w:rsidP="001B6D24"/>
    <w:p w:rsidR="00454318" w:rsidRDefault="00454318" w:rsidP="001B6D24"/>
    <w:p w:rsidR="00454318" w:rsidRDefault="00454318" w:rsidP="001B6D24"/>
    <w:p w:rsidR="00454318" w:rsidRDefault="00454318" w:rsidP="001B6D24">
      <w:pPr>
        <w:rPr>
          <w:i/>
          <w:szCs w:val="28"/>
        </w:rPr>
      </w:pPr>
    </w:p>
    <w:sectPr w:rsidR="00454318" w:rsidSect="0088149D">
      <w:pgSz w:w="11906" w:h="16838"/>
      <w:pgMar w:top="397" w:right="567" w:bottom="567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318" w:rsidRDefault="00454318" w:rsidP="00D113DB">
      <w:r>
        <w:separator/>
      </w:r>
    </w:p>
  </w:endnote>
  <w:endnote w:type="continuationSeparator" w:id="0">
    <w:p w:rsidR="00454318" w:rsidRDefault="00454318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318" w:rsidRDefault="00454318" w:rsidP="00D113DB">
      <w:r>
        <w:separator/>
      </w:r>
    </w:p>
  </w:footnote>
  <w:footnote w:type="continuationSeparator" w:id="0">
    <w:p w:rsidR="00454318" w:rsidRDefault="00454318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61630"/>
    <w:rsid w:val="00062975"/>
    <w:rsid w:val="00094177"/>
    <w:rsid w:val="000A4A8C"/>
    <w:rsid w:val="000A66CA"/>
    <w:rsid w:val="000B33A3"/>
    <w:rsid w:val="000F293B"/>
    <w:rsid w:val="00103A1E"/>
    <w:rsid w:val="00106185"/>
    <w:rsid w:val="001112AB"/>
    <w:rsid w:val="00116FC1"/>
    <w:rsid w:val="001233C6"/>
    <w:rsid w:val="00126C58"/>
    <w:rsid w:val="0014174A"/>
    <w:rsid w:val="00163BDD"/>
    <w:rsid w:val="001754A2"/>
    <w:rsid w:val="00197F79"/>
    <w:rsid w:val="001A2FF2"/>
    <w:rsid w:val="001A47AE"/>
    <w:rsid w:val="001A55A3"/>
    <w:rsid w:val="001A7883"/>
    <w:rsid w:val="001B27D9"/>
    <w:rsid w:val="001B6D24"/>
    <w:rsid w:val="001D1B08"/>
    <w:rsid w:val="001F55AA"/>
    <w:rsid w:val="001F6014"/>
    <w:rsid w:val="00206814"/>
    <w:rsid w:val="002223C6"/>
    <w:rsid w:val="00225ACF"/>
    <w:rsid w:val="0022746F"/>
    <w:rsid w:val="00241B85"/>
    <w:rsid w:val="00267C30"/>
    <w:rsid w:val="00270690"/>
    <w:rsid w:val="00280879"/>
    <w:rsid w:val="002827F5"/>
    <w:rsid w:val="002A4B0D"/>
    <w:rsid w:val="002A5849"/>
    <w:rsid w:val="002B1D90"/>
    <w:rsid w:val="002C33F5"/>
    <w:rsid w:val="002C4595"/>
    <w:rsid w:val="002E3BA1"/>
    <w:rsid w:val="002F0344"/>
    <w:rsid w:val="00302869"/>
    <w:rsid w:val="00317988"/>
    <w:rsid w:val="0032639B"/>
    <w:rsid w:val="00361B5B"/>
    <w:rsid w:val="003869D8"/>
    <w:rsid w:val="003A0D83"/>
    <w:rsid w:val="003A4737"/>
    <w:rsid w:val="003C3492"/>
    <w:rsid w:val="003E7F26"/>
    <w:rsid w:val="003F60D4"/>
    <w:rsid w:val="00404023"/>
    <w:rsid w:val="00405C31"/>
    <w:rsid w:val="00410F37"/>
    <w:rsid w:val="004155C5"/>
    <w:rsid w:val="004312D4"/>
    <w:rsid w:val="00454318"/>
    <w:rsid w:val="00456C12"/>
    <w:rsid w:val="004720B5"/>
    <w:rsid w:val="004A00FE"/>
    <w:rsid w:val="004A6BFA"/>
    <w:rsid w:val="004A772A"/>
    <w:rsid w:val="004C50C6"/>
    <w:rsid w:val="005019DB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615691"/>
    <w:rsid w:val="006373EB"/>
    <w:rsid w:val="00656B73"/>
    <w:rsid w:val="006738DC"/>
    <w:rsid w:val="006A33E9"/>
    <w:rsid w:val="006A4DE2"/>
    <w:rsid w:val="006D2D72"/>
    <w:rsid w:val="006D7147"/>
    <w:rsid w:val="007029B2"/>
    <w:rsid w:val="007037A2"/>
    <w:rsid w:val="00713443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7978"/>
    <w:rsid w:val="007B63B8"/>
    <w:rsid w:val="007E405B"/>
    <w:rsid w:val="008057D9"/>
    <w:rsid w:val="00806C40"/>
    <w:rsid w:val="008109A9"/>
    <w:rsid w:val="00857CB6"/>
    <w:rsid w:val="00877E46"/>
    <w:rsid w:val="0088149D"/>
    <w:rsid w:val="00892163"/>
    <w:rsid w:val="0089774F"/>
    <w:rsid w:val="00897DA2"/>
    <w:rsid w:val="008F77B9"/>
    <w:rsid w:val="00910FF2"/>
    <w:rsid w:val="00937C7C"/>
    <w:rsid w:val="009428E8"/>
    <w:rsid w:val="009514F8"/>
    <w:rsid w:val="0096215E"/>
    <w:rsid w:val="00963C13"/>
    <w:rsid w:val="009723D1"/>
    <w:rsid w:val="009754B7"/>
    <w:rsid w:val="009A2F92"/>
    <w:rsid w:val="009C35F0"/>
    <w:rsid w:val="009F14FE"/>
    <w:rsid w:val="009F32C7"/>
    <w:rsid w:val="009F3D57"/>
    <w:rsid w:val="00A030D4"/>
    <w:rsid w:val="00A06147"/>
    <w:rsid w:val="00A065AB"/>
    <w:rsid w:val="00A07F9B"/>
    <w:rsid w:val="00A30643"/>
    <w:rsid w:val="00A3212A"/>
    <w:rsid w:val="00A344BC"/>
    <w:rsid w:val="00A672B5"/>
    <w:rsid w:val="00A7697D"/>
    <w:rsid w:val="00AA301D"/>
    <w:rsid w:val="00B044C7"/>
    <w:rsid w:val="00B142CC"/>
    <w:rsid w:val="00B169B5"/>
    <w:rsid w:val="00B43590"/>
    <w:rsid w:val="00B535A8"/>
    <w:rsid w:val="00B83396"/>
    <w:rsid w:val="00B92097"/>
    <w:rsid w:val="00BA5BB5"/>
    <w:rsid w:val="00BB200E"/>
    <w:rsid w:val="00BD1FAA"/>
    <w:rsid w:val="00BE72E5"/>
    <w:rsid w:val="00BE75D4"/>
    <w:rsid w:val="00C201F2"/>
    <w:rsid w:val="00C36902"/>
    <w:rsid w:val="00C36DE7"/>
    <w:rsid w:val="00C3747A"/>
    <w:rsid w:val="00C54E74"/>
    <w:rsid w:val="00C565F1"/>
    <w:rsid w:val="00C577D8"/>
    <w:rsid w:val="00C70519"/>
    <w:rsid w:val="00C807FD"/>
    <w:rsid w:val="00C91EF3"/>
    <w:rsid w:val="00CC05B6"/>
    <w:rsid w:val="00CD7B1A"/>
    <w:rsid w:val="00CE0921"/>
    <w:rsid w:val="00CF3303"/>
    <w:rsid w:val="00D02214"/>
    <w:rsid w:val="00D113DB"/>
    <w:rsid w:val="00D25A39"/>
    <w:rsid w:val="00D30C09"/>
    <w:rsid w:val="00D510A8"/>
    <w:rsid w:val="00D5423B"/>
    <w:rsid w:val="00D90E3F"/>
    <w:rsid w:val="00DB4219"/>
    <w:rsid w:val="00DD6E4A"/>
    <w:rsid w:val="00E04C17"/>
    <w:rsid w:val="00E1023F"/>
    <w:rsid w:val="00E148D0"/>
    <w:rsid w:val="00E16C37"/>
    <w:rsid w:val="00E31C9C"/>
    <w:rsid w:val="00E369DD"/>
    <w:rsid w:val="00E378BC"/>
    <w:rsid w:val="00E51DAB"/>
    <w:rsid w:val="00E90913"/>
    <w:rsid w:val="00E95828"/>
    <w:rsid w:val="00EA199A"/>
    <w:rsid w:val="00EA5574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519C4"/>
    <w:rsid w:val="00F64FC8"/>
    <w:rsid w:val="00F75AD7"/>
    <w:rsid w:val="00F83EE9"/>
    <w:rsid w:val="00F93275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3FD1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3FD1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3FD1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6F3FD1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F3FD1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73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258</Words>
  <Characters>1476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2016-02-18T06:36:00Z</cp:lastPrinted>
  <dcterms:created xsi:type="dcterms:W3CDTF">2016-02-22T14:13:00Z</dcterms:created>
  <dcterms:modified xsi:type="dcterms:W3CDTF">2016-02-22T14:13:00Z</dcterms:modified>
</cp:coreProperties>
</file>