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B31" w:rsidRDefault="00CC3B31" w:rsidP="00F13711">
      <w:pPr>
        <w:jc w:val="center"/>
        <w:rPr>
          <w:snapToGrid w:val="0"/>
          <w:spacing w:val="8"/>
          <w:sz w:val="24"/>
        </w:rPr>
      </w:pPr>
      <w:r w:rsidRPr="00DF13F8">
        <w:rPr>
          <w:noProof/>
          <w:spacing w:val="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CC3B31" w:rsidRDefault="00CC3B31" w:rsidP="004C50C6">
      <w:pPr>
        <w:jc w:val="center"/>
        <w:rPr>
          <w:snapToGrid w:val="0"/>
          <w:spacing w:val="8"/>
          <w:sz w:val="24"/>
        </w:rPr>
      </w:pPr>
    </w:p>
    <w:p w:rsidR="00CC3B31" w:rsidRPr="009956E3" w:rsidRDefault="00CC3B31" w:rsidP="004C50C6">
      <w:pPr>
        <w:pStyle w:val="Heading2"/>
        <w:rPr>
          <w:rFonts w:ascii="Times New Roman" w:hAnsi="Times New Roman"/>
          <w:b w:val="0"/>
          <w:lang w:val="ru-RU"/>
        </w:rPr>
      </w:pPr>
      <w:r>
        <w:t xml:space="preserve"> </w:t>
      </w:r>
      <w:r w:rsidRPr="009956E3">
        <w:rPr>
          <w:rFonts w:ascii="Times New Roman" w:hAnsi="Times New Roman"/>
        </w:rPr>
        <w:t>КАМІНЬ-КАШИРСЬКА РАЙОННА ДЕРЖАВНА АДМІНІСТРАЦІЯ</w:t>
      </w:r>
    </w:p>
    <w:p w:rsidR="00CC3B31" w:rsidRPr="009956E3" w:rsidRDefault="00CC3B31" w:rsidP="004C50C6">
      <w:pPr>
        <w:pStyle w:val="Heading3"/>
        <w:rPr>
          <w:rFonts w:ascii="Times New Roman" w:hAnsi="Times New Roman"/>
          <w:sz w:val="28"/>
        </w:rPr>
      </w:pPr>
      <w:r w:rsidRPr="009956E3">
        <w:rPr>
          <w:rFonts w:ascii="Times New Roman" w:hAnsi="Times New Roman"/>
          <w:sz w:val="28"/>
        </w:rPr>
        <w:t>ВОЛИНСЬКОЇ ОБЛАСТІ</w:t>
      </w:r>
    </w:p>
    <w:p w:rsidR="00CC3B31" w:rsidRPr="009956E3" w:rsidRDefault="00CC3B31" w:rsidP="004C50C6">
      <w:pPr>
        <w:jc w:val="center"/>
        <w:rPr>
          <w:b/>
          <w:sz w:val="16"/>
          <w:szCs w:val="16"/>
        </w:rPr>
      </w:pPr>
    </w:p>
    <w:p w:rsidR="00CC3B31" w:rsidRPr="009956E3" w:rsidRDefault="00CC3B31" w:rsidP="004C50C6">
      <w:pPr>
        <w:jc w:val="center"/>
        <w:rPr>
          <w:b/>
          <w:sz w:val="16"/>
          <w:szCs w:val="16"/>
          <w:lang w:val="ru-RU"/>
        </w:rPr>
      </w:pPr>
    </w:p>
    <w:p w:rsidR="00CC3B31" w:rsidRPr="009956E3" w:rsidRDefault="00CC3B31" w:rsidP="004C50C6">
      <w:pPr>
        <w:pStyle w:val="Heading1"/>
        <w:rPr>
          <w:rFonts w:ascii="Times New Roman" w:hAnsi="Times New Roman"/>
        </w:rPr>
      </w:pPr>
      <w:r w:rsidRPr="009956E3">
        <w:rPr>
          <w:rFonts w:ascii="Times New Roman" w:hAnsi="Times New Roman"/>
        </w:rPr>
        <w:t>РОЗПОРЯДЖЕННЯ</w:t>
      </w:r>
    </w:p>
    <w:p w:rsidR="00CC3B31" w:rsidRDefault="00CC3B31" w:rsidP="004C50C6">
      <w:pPr>
        <w:pStyle w:val="Title"/>
        <w:jc w:val="left"/>
        <w:rPr>
          <w:sz w:val="20"/>
          <w:szCs w:val="20"/>
        </w:rPr>
      </w:pPr>
    </w:p>
    <w:p w:rsidR="00CC3B31" w:rsidRDefault="00CC3B31" w:rsidP="004C50C6">
      <w:pPr>
        <w:pStyle w:val="Title"/>
        <w:jc w:val="left"/>
        <w:rPr>
          <w:sz w:val="20"/>
          <w:szCs w:val="20"/>
        </w:rPr>
      </w:pPr>
    </w:p>
    <w:p w:rsidR="00CC3B31" w:rsidRPr="009956E3" w:rsidRDefault="00CC3B31" w:rsidP="004C50C6">
      <w:pPr>
        <w:pStyle w:val="Title"/>
        <w:jc w:val="left"/>
        <w:rPr>
          <w:rFonts w:ascii="Times New Roman" w:hAnsi="Times New Roman"/>
          <w:b w:val="0"/>
          <w:sz w:val="28"/>
          <w:szCs w:val="28"/>
        </w:rPr>
      </w:pPr>
      <w:bookmarkStart w:id="0" w:name="_GoBack"/>
      <w:r w:rsidRPr="009956E3">
        <w:rPr>
          <w:rFonts w:ascii="Times New Roman" w:hAnsi="Times New Roman"/>
          <w:b w:val="0"/>
          <w:sz w:val="28"/>
          <w:szCs w:val="28"/>
        </w:rPr>
        <w:t xml:space="preserve">05 грудня 2016 року   </w:t>
      </w:r>
      <w:bookmarkEnd w:id="0"/>
      <w:r w:rsidRPr="009956E3">
        <w:rPr>
          <w:rFonts w:ascii="Times New Roman" w:hAnsi="Times New Roman"/>
          <w:b w:val="0"/>
          <w:sz w:val="28"/>
          <w:szCs w:val="28"/>
          <w:lang w:val="ru-RU"/>
        </w:rPr>
        <w:tab/>
      </w:r>
      <w:r w:rsidRPr="009956E3">
        <w:rPr>
          <w:rFonts w:ascii="Times New Roman" w:hAnsi="Times New Roman"/>
          <w:b w:val="0"/>
          <w:sz w:val="28"/>
          <w:szCs w:val="28"/>
        </w:rPr>
        <w:t>м. Камінь-Каширський</w:t>
      </w:r>
      <w:r w:rsidRPr="009956E3">
        <w:rPr>
          <w:rFonts w:ascii="Times New Roman" w:hAnsi="Times New Roman"/>
          <w:b w:val="0"/>
          <w:sz w:val="28"/>
          <w:szCs w:val="28"/>
        </w:rPr>
        <w:tab/>
      </w:r>
      <w:r w:rsidRPr="009956E3">
        <w:rPr>
          <w:rFonts w:ascii="Times New Roman" w:hAnsi="Times New Roman"/>
          <w:b w:val="0"/>
          <w:sz w:val="28"/>
          <w:szCs w:val="28"/>
        </w:rPr>
        <w:tab/>
      </w:r>
      <w:r w:rsidRPr="009956E3">
        <w:rPr>
          <w:rFonts w:ascii="Times New Roman" w:hAnsi="Times New Roman"/>
          <w:b w:val="0"/>
          <w:sz w:val="28"/>
          <w:szCs w:val="28"/>
        </w:rPr>
        <w:tab/>
      </w:r>
      <w:r w:rsidRPr="009956E3">
        <w:rPr>
          <w:rFonts w:ascii="Times New Roman" w:hAnsi="Times New Roman"/>
          <w:b w:val="0"/>
          <w:sz w:val="28"/>
          <w:szCs w:val="28"/>
        </w:rPr>
        <w:tab/>
        <w:t>№ 367</w:t>
      </w:r>
    </w:p>
    <w:p w:rsidR="00CC3B31" w:rsidRDefault="00CC3B31" w:rsidP="00163BDD">
      <w:pPr>
        <w:jc w:val="both"/>
      </w:pPr>
    </w:p>
    <w:p w:rsidR="00CC3B31" w:rsidRDefault="00CC3B31" w:rsidP="00163BDD">
      <w:pPr>
        <w:jc w:val="both"/>
      </w:pPr>
    </w:p>
    <w:p w:rsidR="00CC3B31" w:rsidRPr="00575828" w:rsidRDefault="00CC3B31" w:rsidP="00755DF7">
      <w:pPr>
        <w:ind w:left="708"/>
        <w:rPr>
          <w:szCs w:val="28"/>
        </w:rPr>
      </w:pPr>
      <w:r w:rsidRPr="00755DF7">
        <w:rPr>
          <w:szCs w:val="28"/>
          <w:lang w:val="ru-RU"/>
        </w:rPr>
        <w:t xml:space="preserve">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 xml:space="preserve">гр. </w:t>
      </w:r>
      <w:r w:rsidRPr="00EB1D9E">
        <w:rPr>
          <w:szCs w:val="28"/>
          <w:lang w:val="ru-RU"/>
        </w:rPr>
        <w:t>Г</w:t>
      </w:r>
      <w:r>
        <w:rPr>
          <w:szCs w:val="28"/>
          <w:lang w:val="ru-RU"/>
        </w:rPr>
        <w:t>оловчуку П.Д.</w:t>
      </w:r>
      <w:r w:rsidRPr="00575828">
        <w:rPr>
          <w:szCs w:val="28"/>
        </w:rPr>
        <w:t xml:space="preserve"> дозволу на розроблення </w:t>
      </w:r>
    </w:p>
    <w:p w:rsidR="00CC3B31" w:rsidRPr="00575828" w:rsidRDefault="00CC3B31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CC3B31" w:rsidRDefault="00CC3B31" w:rsidP="00314FF4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>земельних ділянок</w:t>
      </w:r>
      <w:r w:rsidRPr="00575828">
        <w:rPr>
          <w:szCs w:val="28"/>
        </w:rPr>
        <w:t xml:space="preserve"> част</w:t>
      </w:r>
      <w:r>
        <w:rPr>
          <w:szCs w:val="28"/>
        </w:rPr>
        <w:t xml:space="preserve">ки (паю) </w:t>
      </w:r>
      <w:r w:rsidRPr="00022554">
        <w:rPr>
          <w:szCs w:val="28"/>
        </w:rPr>
        <w:t>колишнь</w:t>
      </w:r>
      <w:r>
        <w:rPr>
          <w:szCs w:val="28"/>
        </w:rPr>
        <w:t xml:space="preserve">ого КСП </w:t>
      </w:r>
    </w:p>
    <w:p w:rsidR="00CC3B31" w:rsidRPr="00575828" w:rsidRDefault="00CC3B31" w:rsidP="00314FF4">
      <w:pPr>
        <w:ind w:left="708"/>
        <w:rPr>
          <w:szCs w:val="28"/>
        </w:rPr>
      </w:pPr>
      <w:r>
        <w:rPr>
          <w:szCs w:val="28"/>
        </w:rPr>
        <w:t xml:space="preserve">       «Волинь» </w:t>
      </w:r>
      <w:r w:rsidRPr="00575828">
        <w:rPr>
          <w:szCs w:val="28"/>
        </w:rPr>
        <w:t xml:space="preserve">в натурі (на  місцевості)  </w:t>
      </w:r>
    </w:p>
    <w:p w:rsidR="00CC3B31" w:rsidRDefault="00CC3B31" w:rsidP="001B6D24"/>
    <w:p w:rsidR="00CC3B31" w:rsidRDefault="00CC3B31" w:rsidP="001B6D24"/>
    <w:p w:rsidR="00CC3B31" w:rsidRDefault="00CC3B31" w:rsidP="002A4BC3">
      <w:pPr>
        <w:jc w:val="both"/>
      </w:pPr>
      <w:r>
        <w:t xml:space="preserve">          Розглянувши заяву власника сертифіката на право на земельну частку (пай) </w:t>
      </w:r>
      <w:r w:rsidRPr="00022554">
        <w:rPr>
          <w:szCs w:val="28"/>
        </w:rPr>
        <w:t>колишнь</w:t>
      </w:r>
      <w:r>
        <w:rPr>
          <w:szCs w:val="28"/>
        </w:rPr>
        <w:t xml:space="preserve">ого КСП «Волинь» </w:t>
      </w:r>
      <w:r>
        <w:t xml:space="preserve">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 </w:t>
      </w:r>
    </w:p>
    <w:p w:rsidR="00CC3B31" w:rsidRPr="00FA4B13" w:rsidRDefault="00CC3B31" w:rsidP="00FA4B13">
      <w:pPr>
        <w:tabs>
          <w:tab w:val="left" w:pos="567"/>
        </w:tabs>
        <w:jc w:val="both"/>
      </w:pPr>
      <w:r>
        <w:t xml:space="preserve">       1. Надати дозвіл на розроблення технічної документації із землеустрою щодо встановлення меж земельних ділянок частки (паю) </w:t>
      </w:r>
      <w:r w:rsidRPr="00022554">
        <w:rPr>
          <w:szCs w:val="28"/>
        </w:rPr>
        <w:t>колишнь</w:t>
      </w:r>
      <w:r>
        <w:rPr>
          <w:szCs w:val="28"/>
        </w:rPr>
        <w:t>ого КСП   «Волинь»</w:t>
      </w:r>
      <w:r>
        <w:t xml:space="preserve"> в натурі (на місцевості) за межами населеного пункту на території Черченської сільської ради громадянину:</w:t>
      </w:r>
    </w:p>
    <w:p w:rsidR="00CC3B31" w:rsidRPr="006179CB" w:rsidRDefault="00CC3B31" w:rsidP="00FA4B13">
      <w:pPr>
        <w:tabs>
          <w:tab w:val="left" w:pos="567"/>
        </w:tabs>
        <w:jc w:val="both"/>
      </w:pPr>
      <w:r w:rsidRPr="00841618">
        <w:tab/>
      </w:r>
      <w:r>
        <w:t>- Головчуку Петру Даниловичу, власнику сертифікатів на право на земельну частку (пай) серії РН № 068755; серія ВЛ № 0106148.</w:t>
      </w:r>
    </w:p>
    <w:p w:rsidR="00CC3B31" w:rsidRDefault="00CC3B31" w:rsidP="00AC2774">
      <w:pPr>
        <w:tabs>
          <w:tab w:val="left" w:pos="426"/>
        </w:tabs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CC3B31" w:rsidRDefault="00CC3B31" w:rsidP="001B6D24"/>
    <w:p w:rsidR="00CC3B31" w:rsidRDefault="00CC3B31" w:rsidP="001B6D24"/>
    <w:p w:rsidR="00CC3B31" w:rsidRDefault="00CC3B31" w:rsidP="001B6D24"/>
    <w:p w:rsidR="00CC3B31" w:rsidRDefault="00CC3B31" w:rsidP="001B6D24"/>
    <w:p w:rsidR="00CC3B31" w:rsidRDefault="00CC3B31" w:rsidP="001B6D24"/>
    <w:p w:rsidR="00CC3B31" w:rsidRDefault="00CC3B31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</w:p>
    <w:p w:rsidR="00CC3B31" w:rsidRPr="00E04C17" w:rsidRDefault="00CC3B31" w:rsidP="001B6D24"/>
    <w:p w:rsidR="00CC3B31" w:rsidRPr="00B83396" w:rsidRDefault="00CC3B31" w:rsidP="001B6D24">
      <w:pPr>
        <w:rPr>
          <w:sz w:val="22"/>
          <w:szCs w:val="22"/>
        </w:rPr>
      </w:pPr>
      <w:r>
        <w:rPr>
          <w:sz w:val="22"/>
          <w:szCs w:val="22"/>
          <w:lang w:val="ru-RU"/>
        </w:rPr>
        <w:t>Сус</w:t>
      </w:r>
      <w:r w:rsidRPr="00B83396">
        <w:rPr>
          <w:sz w:val="22"/>
          <w:szCs w:val="22"/>
        </w:rPr>
        <w:t xml:space="preserve"> 22368</w:t>
      </w:r>
    </w:p>
    <w:p w:rsidR="00CC3B31" w:rsidRDefault="00CC3B31" w:rsidP="001B6D24"/>
    <w:p w:rsidR="00CC3B31" w:rsidRDefault="00CC3B31" w:rsidP="001B6D24"/>
    <w:p w:rsidR="00CC3B31" w:rsidRDefault="00CC3B31" w:rsidP="001B6D24"/>
    <w:p w:rsidR="00CC3B31" w:rsidRDefault="00CC3B31" w:rsidP="001B6D24"/>
    <w:p w:rsidR="00CC3B31" w:rsidRDefault="00CC3B31" w:rsidP="001B6D24">
      <w:pPr>
        <w:rPr>
          <w:lang w:val="ru-RU"/>
        </w:rPr>
      </w:pPr>
    </w:p>
    <w:p w:rsidR="00CC3B31" w:rsidRDefault="00CC3B31" w:rsidP="001B6D24">
      <w:pPr>
        <w:rPr>
          <w:i/>
          <w:szCs w:val="28"/>
        </w:rPr>
      </w:pPr>
    </w:p>
    <w:sectPr w:rsidR="00CC3B31" w:rsidSect="00A236B5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B31" w:rsidRDefault="00CC3B31" w:rsidP="00D113DB">
      <w:r>
        <w:separator/>
      </w:r>
    </w:p>
  </w:endnote>
  <w:endnote w:type="continuationSeparator" w:id="0">
    <w:p w:rsidR="00CC3B31" w:rsidRDefault="00CC3B31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B31" w:rsidRDefault="00CC3B31" w:rsidP="00D113DB">
      <w:r>
        <w:separator/>
      </w:r>
    </w:p>
  </w:footnote>
  <w:footnote w:type="continuationSeparator" w:id="0">
    <w:p w:rsidR="00CC3B31" w:rsidRDefault="00CC3B31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2554"/>
    <w:rsid w:val="00026AE3"/>
    <w:rsid w:val="00031CFB"/>
    <w:rsid w:val="00037751"/>
    <w:rsid w:val="00046327"/>
    <w:rsid w:val="00053787"/>
    <w:rsid w:val="00057720"/>
    <w:rsid w:val="00061630"/>
    <w:rsid w:val="00062975"/>
    <w:rsid w:val="000829EB"/>
    <w:rsid w:val="00087DD2"/>
    <w:rsid w:val="00094177"/>
    <w:rsid w:val="0009683A"/>
    <w:rsid w:val="000A4A8C"/>
    <w:rsid w:val="000A66CA"/>
    <w:rsid w:val="000B33A3"/>
    <w:rsid w:val="000F293B"/>
    <w:rsid w:val="000F3F11"/>
    <w:rsid w:val="00103A1E"/>
    <w:rsid w:val="0010420A"/>
    <w:rsid w:val="00106185"/>
    <w:rsid w:val="001112AB"/>
    <w:rsid w:val="00115DDC"/>
    <w:rsid w:val="00116FC1"/>
    <w:rsid w:val="00121185"/>
    <w:rsid w:val="001233C6"/>
    <w:rsid w:val="00126C58"/>
    <w:rsid w:val="001344F2"/>
    <w:rsid w:val="0014174A"/>
    <w:rsid w:val="00163BDD"/>
    <w:rsid w:val="00166689"/>
    <w:rsid w:val="00166819"/>
    <w:rsid w:val="001754A2"/>
    <w:rsid w:val="00176697"/>
    <w:rsid w:val="00194474"/>
    <w:rsid w:val="00197F79"/>
    <w:rsid w:val="001A2FF2"/>
    <w:rsid w:val="001A47AE"/>
    <w:rsid w:val="001A55A3"/>
    <w:rsid w:val="001A7883"/>
    <w:rsid w:val="001B27D9"/>
    <w:rsid w:val="001B6D24"/>
    <w:rsid w:val="001D1B08"/>
    <w:rsid w:val="001F55AA"/>
    <w:rsid w:val="001F6014"/>
    <w:rsid w:val="00206814"/>
    <w:rsid w:val="002223C6"/>
    <w:rsid w:val="00225ACF"/>
    <w:rsid w:val="0022746F"/>
    <w:rsid w:val="002412D9"/>
    <w:rsid w:val="00241B85"/>
    <w:rsid w:val="00267C30"/>
    <w:rsid w:val="00270690"/>
    <w:rsid w:val="00273297"/>
    <w:rsid w:val="00274858"/>
    <w:rsid w:val="00280879"/>
    <w:rsid w:val="002827F5"/>
    <w:rsid w:val="002842C4"/>
    <w:rsid w:val="00286F58"/>
    <w:rsid w:val="00297661"/>
    <w:rsid w:val="002A4B0D"/>
    <w:rsid w:val="002A4BC3"/>
    <w:rsid w:val="002A5849"/>
    <w:rsid w:val="002C33F5"/>
    <w:rsid w:val="002C4595"/>
    <w:rsid w:val="002D22BC"/>
    <w:rsid w:val="002E0180"/>
    <w:rsid w:val="002E3BA1"/>
    <w:rsid w:val="002E6D57"/>
    <w:rsid w:val="002F0344"/>
    <w:rsid w:val="00302869"/>
    <w:rsid w:val="00314FF4"/>
    <w:rsid w:val="00317988"/>
    <w:rsid w:val="0032639B"/>
    <w:rsid w:val="00333A2D"/>
    <w:rsid w:val="00361B5B"/>
    <w:rsid w:val="00372216"/>
    <w:rsid w:val="003869D8"/>
    <w:rsid w:val="00392DCF"/>
    <w:rsid w:val="003A0D83"/>
    <w:rsid w:val="003A4737"/>
    <w:rsid w:val="003C2EB5"/>
    <w:rsid w:val="003E2597"/>
    <w:rsid w:val="003E7F26"/>
    <w:rsid w:val="003F5C28"/>
    <w:rsid w:val="003F60D4"/>
    <w:rsid w:val="00404023"/>
    <w:rsid w:val="00410F37"/>
    <w:rsid w:val="00424ADD"/>
    <w:rsid w:val="00430C13"/>
    <w:rsid w:val="004312D4"/>
    <w:rsid w:val="00432E05"/>
    <w:rsid w:val="0043692C"/>
    <w:rsid w:val="00456C12"/>
    <w:rsid w:val="004720B5"/>
    <w:rsid w:val="004A00FE"/>
    <w:rsid w:val="004A6BFA"/>
    <w:rsid w:val="004A772A"/>
    <w:rsid w:val="004B1B91"/>
    <w:rsid w:val="004C50C6"/>
    <w:rsid w:val="004E4F92"/>
    <w:rsid w:val="004E78E3"/>
    <w:rsid w:val="005019DB"/>
    <w:rsid w:val="00506500"/>
    <w:rsid w:val="00531C1A"/>
    <w:rsid w:val="005513FD"/>
    <w:rsid w:val="0056747D"/>
    <w:rsid w:val="00575828"/>
    <w:rsid w:val="0058097B"/>
    <w:rsid w:val="00584332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00B4A"/>
    <w:rsid w:val="0061237F"/>
    <w:rsid w:val="00615691"/>
    <w:rsid w:val="006179CB"/>
    <w:rsid w:val="00631319"/>
    <w:rsid w:val="00634288"/>
    <w:rsid w:val="006373EB"/>
    <w:rsid w:val="00652812"/>
    <w:rsid w:val="00656B73"/>
    <w:rsid w:val="006738DC"/>
    <w:rsid w:val="006A33E9"/>
    <w:rsid w:val="006A4DE2"/>
    <w:rsid w:val="006D7147"/>
    <w:rsid w:val="006E3C72"/>
    <w:rsid w:val="007029B2"/>
    <w:rsid w:val="007037A2"/>
    <w:rsid w:val="00713443"/>
    <w:rsid w:val="0072117A"/>
    <w:rsid w:val="00721450"/>
    <w:rsid w:val="0072381A"/>
    <w:rsid w:val="0072619F"/>
    <w:rsid w:val="00733EBD"/>
    <w:rsid w:val="00734695"/>
    <w:rsid w:val="00735620"/>
    <w:rsid w:val="00746268"/>
    <w:rsid w:val="00755DF7"/>
    <w:rsid w:val="0076117E"/>
    <w:rsid w:val="007616F4"/>
    <w:rsid w:val="007641DC"/>
    <w:rsid w:val="00773500"/>
    <w:rsid w:val="00774168"/>
    <w:rsid w:val="00777A97"/>
    <w:rsid w:val="0079445D"/>
    <w:rsid w:val="00797978"/>
    <w:rsid w:val="007B63B8"/>
    <w:rsid w:val="007E405B"/>
    <w:rsid w:val="007F3305"/>
    <w:rsid w:val="007F3E87"/>
    <w:rsid w:val="008057D9"/>
    <w:rsid w:val="00806C40"/>
    <w:rsid w:val="008109A9"/>
    <w:rsid w:val="00834A7C"/>
    <w:rsid w:val="00841618"/>
    <w:rsid w:val="00844C4E"/>
    <w:rsid w:val="00857CB6"/>
    <w:rsid w:val="00863430"/>
    <w:rsid w:val="00877E46"/>
    <w:rsid w:val="0088149D"/>
    <w:rsid w:val="00883D02"/>
    <w:rsid w:val="00892163"/>
    <w:rsid w:val="0089774F"/>
    <w:rsid w:val="00897DA2"/>
    <w:rsid w:val="008E1FF3"/>
    <w:rsid w:val="008F77B9"/>
    <w:rsid w:val="00901791"/>
    <w:rsid w:val="00910FF2"/>
    <w:rsid w:val="00937C7C"/>
    <w:rsid w:val="009428E8"/>
    <w:rsid w:val="009514F8"/>
    <w:rsid w:val="0096215E"/>
    <w:rsid w:val="00963C13"/>
    <w:rsid w:val="009723D1"/>
    <w:rsid w:val="009754B7"/>
    <w:rsid w:val="00992943"/>
    <w:rsid w:val="009956E3"/>
    <w:rsid w:val="009A2F92"/>
    <w:rsid w:val="009C35F0"/>
    <w:rsid w:val="009D5A80"/>
    <w:rsid w:val="009F14FE"/>
    <w:rsid w:val="009F32C7"/>
    <w:rsid w:val="009F3D57"/>
    <w:rsid w:val="00A02A19"/>
    <w:rsid w:val="00A030D4"/>
    <w:rsid w:val="00A06147"/>
    <w:rsid w:val="00A065AB"/>
    <w:rsid w:val="00A07F9B"/>
    <w:rsid w:val="00A236B5"/>
    <w:rsid w:val="00A30643"/>
    <w:rsid w:val="00A31F38"/>
    <w:rsid w:val="00A344BC"/>
    <w:rsid w:val="00A53E0C"/>
    <w:rsid w:val="00A55151"/>
    <w:rsid w:val="00A65DF3"/>
    <w:rsid w:val="00A672B5"/>
    <w:rsid w:val="00A7518B"/>
    <w:rsid w:val="00A7697D"/>
    <w:rsid w:val="00A82917"/>
    <w:rsid w:val="00AA301D"/>
    <w:rsid w:val="00AB259E"/>
    <w:rsid w:val="00AB72A8"/>
    <w:rsid w:val="00AC2774"/>
    <w:rsid w:val="00B044C7"/>
    <w:rsid w:val="00B142CC"/>
    <w:rsid w:val="00B169B5"/>
    <w:rsid w:val="00B24610"/>
    <w:rsid w:val="00B43590"/>
    <w:rsid w:val="00B535A8"/>
    <w:rsid w:val="00B61131"/>
    <w:rsid w:val="00B67295"/>
    <w:rsid w:val="00B70831"/>
    <w:rsid w:val="00B73321"/>
    <w:rsid w:val="00B83396"/>
    <w:rsid w:val="00B86B57"/>
    <w:rsid w:val="00B92097"/>
    <w:rsid w:val="00B9797B"/>
    <w:rsid w:val="00B97EA2"/>
    <w:rsid w:val="00BA5BB5"/>
    <w:rsid w:val="00BB200E"/>
    <w:rsid w:val="00BC53C5"/>
    <w:rsid w:val="00BD1FAA"/>
    <w:rsid w:val="00BD7B5D"/>
    <w:rsid w:val="00BE72E5"/>
    <w:rsid w:val="00BE75D4"/>
    <w:rsid w:val="00BF3A06"/>
    <w:rsid w:val="00C1574D"/>
    <w:rsid w:val="00C16880"/>
    <w:rsid w:val="00C201F2"/>
    <w:rsid w:val="00C36DE7"/>
    <w:rsid w:val="00C3747A"/>
    <w:rsid w:val="00C54E74"/>
    <w:rsid w:val="00C577D8"/>
    <w:rsid w:val="00C70519"/>
    <w:rsid w:val="00C75DFB"/>
    <w:rsid w:val="00C807FD"/>
    <w:rsid w:val="00C91EF3"/>
    <w:rsid w:val="00CC05B6"/>
    <w:rsid w:val="00CC3B31"/>
    <w:rsid w:val="00CD2B35"/>
    <w:rsid w:val="00CD3E06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816B1"/>
    <w:rsid w:val="00D90E3F"/>
    <w:rsid w:val="00DB4219"/>
    <w:rsid w:val="00DD6E4A"/>
    <w:rsid w:val="00DF13F8"/>
    <w:rsid w:val="00E04C17"/>
    <w:rsid w:val="00E1023F"/>
    <w:rsid w:val="00E11DC3"/>
    <w:rsid w:val="00E148D0"/>
    <w:rsid w:val="00E16C37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B1D9E"/>
    <w:rsid w:val="00EB6E39"/>
    <w:rsid w:val="00EC719A"/>
    <w:rsid w:val="00EC787B"/>
    <w:rsid w:val="00EE2998"/>
    <w:rsid w:val="00EE3B0D"/>
    <w:rsid w:val="00EE3D96"/>
    <w:rsid w:val="00EE6B0C"/>
    <w:rsid w:val="00EF0A5F"/>
    <w:rsid w:val="00F062A2"/>
    <w:rsid w:val="00F1208B"/>
    <w:rsid w:val="00F13711"/>
    <w:rsid w:val="00F2379F"/>
    <w:rsid w:val="00F36204"/>
    <w:rsid w:val="00F519C4"/>
    <w:rsid w:val="00F57D91"/>
    <w:rsid w:val="00F64FC8"/>
    <w:rsid w:val="00F75AD7"/>
    <w:rsid w:val="00F77EE4"/>
    <w:rsid w:val="00F83EE9"/>
    <w:rsid w:val="00F86491"/>
    <w:rsid w:val="00F93275"/>
    <w:rsid w:val="00F94125"/>
    <w:rsid w:val="00FA0203"/>
    <w:rsid w:val="00FA4B13"/>
    <w:rsid w:val="00FA53BF"/>
    <w:rsid w:val="00FA710C"/>
    <w:rsid w:val="00FB5848"/>
    <w:rsid w:val="00FB5ED7"/>
    <w:rsid w:val="00FC67FF"/>
    <w:rsid w:val="00FE3150"/>
    <w:rsid w:val="00FE3F89"/>
    <w:rsid w:val="00FE74AC"/>
    <w:rsid w:val="00FE7AED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/>
      <w:b/>
      <w:kern w:val="28"/>
      <w:sz w:val="32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8109A9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eastAsia="Batang"/>
      <w:sz w:val="24"/>
      <w:lang w:val="uk-UA" w:eastAsia="ru-RU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/>
      <w:sz w:val="16"/>
      <w:szCs w:val="16"/>
      <w:lang w:eastAsia="uk-UA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/>
      <w:sz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  <w:rPr>
      <w:sz w:val="24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/>
      <w:sz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  <w:rPr>
      <w:sz w:val="24"/>
      <w:lang w:eastAsia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/>
      <w:sz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97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901</Words>
  <Characters>515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Admin</cp:lastModifiedBy>
  <cp:revision>5</cp:revision>
  <cp:lastPrinted>2016-11-30T08:42:00Z</cp:lastPrinted>
  <dcterms:created xsi:type="dcterms:W3CDTF">2016-12-09T10:26:00Z</dcterms:created>
  <dcterms:modified xsi:type="dcterms:W3CDTF">2016-12-20T14:21:00Z</dcterms:modified>
</cp:coreProperties>
</file>