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46F" w:rsidRDefault="00E4346F" w:rsidP="00F13711">
      <w:pPr>
        <w:jc w:val="center"/>
        <w:rPr>
          <w:snapToGrid w:val="0"/>
          <w:spacing w:val="8"/>
          <w:sz w:val="24"/>
        </w:rPr>
      </w:pPr>
      <w:r w:rsidRPr="00C03FE4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4346F" w:rsidRDefault="00E4346F" w:rsidP="004C50C6">
      <w:pPr>
        <w:jc w:val="center"/>
        <w:rPr>
          <w:snapToGrid w:val="0"/>
          <w:spacing w:val="8"/>
          <w:sz w:val="24"/>
        </w:rPr>
      </w:pPr>
    </w:p>
    <w:p w:rsidR="00E4346F" w:rsidRPr="006A4DE2" w:rsidRDefault="00E4346F" w:rsidP="004C50C6">
      <w:pPr>
        <w:pStyle w:val="Heading2"/>
        <w:rPr>
          <w:b w:val="0"/>
          <w:lang w:val="ru-RU"/>
        </w:rPr>
      </w:pPr>
      <w:r>
        <w:t xml:space="preserve"> КАМІНЬ-КАШИРСЬКА </w:t>
      </w:r>
      <w:r w:rsidRPr="006A4DE2">
        <w:t>РАЙОННА ДЕРЖАВНА АДМІНІСТРАЦІЯ</w:t>
      </w:r>
    </w:p>
    <w:p w:rsidR="00E4346F" w:rsidRPr="006A4DE2" w:rsidRDefault="00E4346F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4346F" w:rsidRDefault="00E4346F" w:rsidP="004C50C6">
      <w:pPr>
        <w:jc w:val="center"/>
        <w:rPr>
          <w:b/>
          <w:sz w:val="16"/>
          <w:szCs w:val="16"/>
        </w:rPr>
      </w:pPr>
    </w:p>
    <w:p w:rsidR="00E4346F" w:rsidRPr="00E33D5C" w:rsidRDefault="00E4346F" w:rsidP="004C50C6">
      <w:pPr>
        <w:jc w:val="center"/>
        <w:rPr>
          <w:b/>
          <w:sz w:val="16"/>
          <w:szCs w:val="16"/>
          <w:lang w:val="ru-RU"/>
        </w:rPr>
      </w:pPr>
    </w:p>
    <w:p w:rsidR="00E4346F" w:rsidRDefault="00E4346F" w:rsidP="004C50C6">
      <w:pPr>
        <w:pStyle w:val="Heading1"/>
      </w:pPr>
      <w:r w:rsidRPr="009428E8">
        <w:t>РОЗПОРЯДЖЕННЯ</w:t>
      </w:r>
    </w:p>
    <w:p w:rsidR="00E4346F" w:rsidRDefault="00E4346F" w:rsidP="004C50C6">
      <w:pPr>
        <w:pStyle w:val="Title"/>
        <w:jc w:val="left"/>
        <w:rPr>
          <w:sz w:val="20"/>
          <w:szCs w:val="20"/>
        </w:rPr>
      </w:pPr>
    </w:p>
    <w:p w:rsidR="00E4346F" w:rsidRDefault="00E4346F" w:rsidP="004C50C6">
      <w:pPr>
        <w:pStyle w:val="Title"/>
        <w:jc w:val="left"/>
        <w:rPr>
          <w:sz w:val="20"/>
          <w:szCs w:val="20"/>
        </w:rPr>
      </w:pPr>
    </w:p>
    <w:p w:rsidR="00E4346F" w:rsidRPr="00E7268D" w:rsidRDefault="00E4346F" w:rsidP="004C50C6">
      <w:pPr>
        <w:pStyle w:val="Title"/>
        <w:jc w:val="left"/>
        <w:rPr>
          <w:b w:val="0"/>
          <w:sz w:val="28"/>
          <w:szCs w:val="28"/>
        </w:rPr>
      </w:pPr>
      <w:r w:rsidRPr="00E7268D">
        <w:rPr>
          <w:b w:val="0"/>
          <w:sz w:val="28"/>
          <w:szCs w:val="28"/>
        </w:rPr>
        <w:t>08 вересня 2016 року    м. Камінь-Каширський</w:t>
      </w:r>
      <w:r w:rsidRPr="00E7268D">
        <w:rPr>
          <w:b w:val="0"/>
          <w:sz w:val="28"/>
          <w:szCs w:val="28"/>
        </w:rPr>
        <w:tab/>
      </w:r>
      <w:r w:rsidRPr="00E7268D">
        <w:rPr>
          <w:b w:val="0"/>
          <w:sz w:val="28"/>
          <w:szCs w:val="28"/>
        </w:rPr>
        <w:tab/>
      </w:r>
      <w:r w:rsidRPr="00E7268D">
        <w:rPr>
          <w:b w:val="0"/>
          <w:sz w:val="28"/>
          <w:szCs w:val="28"/>
        </w:rPr>
        <w:tab/>
      </w:r>
      <w:r w:rsidRPr="00E7268D">
        <w:rPr>
          <w:b w:val="0"/>
          <w:sz w:val="28"/>
          <w:szCs w:val="28"/>
        </w:rPr>
        <w:tab/>
        <w:t>№ 265</w:t>
      </w:r>
    </w:p>
    <w:p w:rsidR="00E4346F" w:rsidRDefault="00E4346F" w:rsidP="00163BDD">
      <w:pPr>
        <w:jc w:val="both"/>
      </w:pPr>
    </w:p>
    <w:p w:rsidR="00E4346F" w:rsidRDefault="00E4346F" w:rsidP="00163BDD">
      <w:pPr>
        <w:jc w:val="both"/>
      </w:pPr>
    </w:p>
    <w:p w:rsidR="00E4346F" w:rsidRPr="00575828" w:rsidRDefault="00E4346F" w:rsidP="00755DF7">
      <w:pPr>
        <w:ind w:left="708"/>
        <w:rPr>
          <w:szCs w:val="28"/>
        </w:rPr>
      </w:pPr>
      <w:r w:rsidRPr="00755DF7">
        <w:rPr>
          <w:szCs w:val="28"/>
          <w:lang w:val="ru-RU"/>
        </w:rPr>
        <w:t xml:space="preserve">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Соловей М.В. </w:t>
      </w:r>
      <w:r w:rsidRPr="00575828">
        <w:rPr>
          <w:szCs w:val="28"/>
        </w:rPr>
        <w:t xml:space="preserve">дозволу на розроблення </w:t>
      </w:r>
    </w:p>
    <w:p w:rsidR="00E4346F" w:rsidRPr="00575828" w:rsidRDefault="00E4346F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E4346F" w:rsidRDefault="00E4346F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ої агрофірми </w:t>
      </w:r>
    </w:p>
    <w:p w:rsidR="00E4346F" w:rsidRPr="00575828" w:rsidRDefault="00E4346F" w:rsidP="00314FF4">
      <w:pPr>
        <w:ind w:left="708"/>
        <w:rPr>
          <w:szCs w:val="28"/>
        </w:rPr>
      </w:pPr>
      <w:r>
        <w:rPr>
          <w:szCs w:val="28"/>
        </w:rPr>
        <w:t xml:space="preserve">       «Камінь-Каширський» </w:t>
      </w:r>
      <w:r w:rsidRPr="00575828">
        <w:rPr>
          <w:szCs w:val="28"/>
        </w:rPr>
        <w:t xml:space="preserve">в натурі (на  місцевості)  </w:t>
      </w:r>
    </w:p>
    <w:p w:rsidR="00E4346F" w:rsidRDefault="00E4346F" w:rsidP="001B6D24"/>
    <w:p w:rsidR="00E4346F" w:rsidRDefault="00E4346F" w:rsidP="001B6D24"/>
    <w:p w:rsidR="00E4346F" w:rsidRDefault="00E4346F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ої агрофірми «Камінь-Каширський»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E4346F" w:rsidRPr="00FA4B13" w:rsidRDefault="00E4346F" w:rsidP="00FA4B13">
      <w:pPr>
        <w:tabs>
          <w:tab w:val="left" w:pos="567"/>
        </w:tabs>
        <w:jc w:val="both"/>
      </w:pPr>
      <w:r>
        <w:t xml:space="preserve">       1. Надати дозвіл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ої агрофірми   «Камінь-Каширський»</w:t>
      </w:r>
      <w:r>
        <w:t xml:space="preserve"> в натурі (на місцевості) за межами населеного пункту на території Камінь-Каширської міської ради громадянці:</w:t>
      </w:r>
    </w:p>
    <w:p w:rsidR="00E4346F" w:rsidRPr="006179CB" w:rsidRDefault="00E4346F" w:rsidP="00FA4B13">
      <w:pPr>
        <w:tabs>
          <w:tab w:val="left" w:pos="567"/>
        </w:tabs>
        <w:jc w:val="both"/>
      </w:pPr>
      <w:r w:rsidRPr="00841618">
        <w:tab/>
      </w:r>
      <w:r>
        <w:t>- Соловей Марії Василівні, власнику сертифіката на право на земельну частку (пай) серії ВЛ № 0256371.</w:t>
      </w:r>
    </w:p>
    <w:p w:rsidR="00E4346F" w:rsidRDefault="00E4346F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E4346F" w:rsidRDefault="00E4346F" w:rsidP="001B6D24"/>
    <w:p w:rsidR="00E4346F" w:rsidRDefault="00E4346F" w:rsidP="001B6D24"/>
    <w:p w:rsidR="00E4346F" w:rsidRDefault="00E4346F" w:rsidP="001B6D24"/>
    <w:p w:rsidR="00E4346F" w:rsidRDefault="00E4346F" w:rsidP="001B6D24"/>
    <w:p w:rsidR="00E4346F" w:rsidRDefault="00E4346F" w:rsidP="001B6D24"/>
    <w:p w:rsidR="00E4346F" w:rsidRDefault="00E4346F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</w:p>
    <w:p w:rsidR="00E4346F" w:rsidRPr="00E04C17" w:rsidRDefault="00E4346F" w:rsidP="001B6D24"/>
    <w:p w:rsidR="00E4346F" w:rsidRPr="00B83396" w:rsidRDefault="00E4346F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E4346F" w:rsidRDefault="00E4346F" w:rsidP="001B6D24"/>
    <w:p w:rsidR="00E4346F" w:rsidRDefault="00E4346F" w:rsidP="001B6D24"/>
    <w:p w:rsidR="00E4346F" w:rsidRDefault="00E4346F" w:rsidP="001B6D24"/>
    <w:p w:rsidR="00E4346F" w:rsidRDefault="00E4346F" w:rsidP="001B6D24"/>
    <w:p w:rsidR="00E4346F" w:rsidRDefault="00E4346F" w:rsidP="001B6D24">
      <w:pPr>
        <w:rPr>
          <w:lang w:val="ru-RU"/>
        </w:rPr>
      </w:pPr>
    </w:p>
    <w:p w:rsidR="00E4346F" w:rsidRDefault="00E4346F" w:rsidP="001B6D24">
      <w:pPr>
        <w:rPr>
          <w:i/>
          <w:szCs w:val="28"/>
        </w:rPr>
      </w:pPr>
    </w:p>
    <w:p w:rsidR="00E4346F" w:rsidRPr="00022554" w:rsidRDefault="00E4346F">
      <w:pPr>
        <w:rPr>
          <w:szCs w:val="28"/>
        </w:rPr>
      </w:pPr>
      <w:bookmarkStart w:id="0" w:name="_GoBack"/>
      <w:bookmarkEnd w:id="0"/>
    </w:p>
    <w:sectPr w:rsidR="00E4346F" w:rsidRPr="00022554" w:rsidSect="00EE6B0C">
      <w:pgSz w:w="11906" w:h="16838"/>
      <w:pgMar w:top="567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46F" w:rsidRDefault="00E4346F" w:rsidP="00D113DB">
      <w:r>
        <w:separator/>
      </w:r>
    </w:p>
  </w:endnote>
  <w:endnote w:type="continuationSeparator" w:id="0">
    <w:p w:rsidR="00E4346F" w:rsidRDefault="00E4346F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46F" w:rsidRDefault="00E4346F" w:rsidP="00D113DB">
      <w:r>
        <w:separator/>
      </w:r>
    </w:p>
  </w:footnote>
  <w:footnote w:type="continuationSeparator" w:id="0">
    <w:p w:rsidR="00E4346F" w:rsidRDefault="00E4346F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37751"/>
    <w:rsid w:val="00046327"/>
    <w:rsid w:val="0005378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0F3F11"/>
    <w:rsid w:val="00103A1E"/>
    <w:rsid w:val="0010420A"/>
    <w:rsid w:val="00106185"/>
    <w:rsid w:val="001112AB"/>
    <w:rsid w:val="00115DDC"/>
    <w:rsid w:val="00116FC1"/>
    <w:rsid w:val="001233C6"/>
    <w:rsid w:val="00126C58"/>
    <w:rsid w:val="001344F2"/>
    <w:rsid w:val="0014174A"/>
    <w:rsid w:val="00163BDD"/>
    <w:rsid w:val="00166689"/>
    <w:rsid w:val="00166819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B73B5"/>
    <w:rsid w:val="001C75FB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2DB8"/>
    <w:rsid w:val="00273297"/>
    <w:rsid w:val="00274858"/>
    <w:rsid w:val="00280879"/>
    <w:rsid w:val="002827F5"/>
    <w:rsid w:val="002842C4"/>
    <w:rsid w:val="00286F58"/>
    <w:rsid w:val="00297661"/>
    <w:rsid w:val="002A4B0D"/>
    <w:rsid w:val="002A4BC3"/>
    <w:rsid w:val="002A5849"/>
    <w:rsid w:val="002C280A"/>
    <w:rsid w:val="002C33F5"/>
    <w:rsid w:val="002C4595"/>
    <w:rsid w:val="002D22BC"/>
    <w:rsid w:val="002E0180"/>
    <w:rsid w:val="002E3BA1"/>
    <w:rsid w:val="002E6D57"/>
    <w:rsid w:val="002F0344"/>
    <w:rsid w:val="002F6562"/>
    <w:rsid w:val="00302869"/>
    <w:rsid w:val="00314FF4"/>
    <w:rsid w:val="00317988"/>
    <w:rsid w:val="0032639B"/>
    <w:rsid w:val="00333A2D"/>
    <w:rsid w:val="00361B5B"/>
    <w:rsid w:val="00372216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3692C"/>
    <w:rsid w:val="00456C12"/>
    <w:rsid w:val="004720B5"/>
    <w:rsid w:val="004A00FE"/>
    <w:rsid w:val="004A6BFA"/>
    <w:rsid w:val="004A772A"/>
    <w:rsid w:val="004B1B91"/>
    <w:rsid w:val="004C50C6"/>
    <w:rsid w:val="004E4F92"/>
    <w:rsid w:val="004E78E3"/>
    <w:rsid w:val="004F511C"/>
    <w:rsid w:val="005019DB"/>
    <w:rsid w:val="00506500"/>
    <w:rsid w:val="00531C1A"/>
    <w:rsid w:val="0054678A"/>
    <w:rsid w:val="005513FD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0B4A"/>
    <w:rsid w:val="006023DC"/>
    <w:rsid w:val="0061237F"/>
    <w:rsid w:val="00615691"/>
    <w:rsid w:val="006179CB"/>
    <w:rsid w:val="00623818"/>
    <w:rsid w:val="00631319"/>
    <w:rsid w:val="00634288"/>
    <w:rsid w:val="006373EB"/>
    <w:rsid w:val="00656B73"/>
    <w:rsid w:val="006738DC"/>
    <w:rsid w:val="006A33E9"/>
    <w:rsid w:val="006A4DE2"/>
    <w:rsid w:val="006D7147"/>
    <w:rsid w:val="006E3C72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55DF7"/>
    <w:rsid w:val="0076117E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83D02"/>
    <w:rsid w:val="008853F9"/>
    <w:rsid w:val="00891C65"/>
    <w:rsid w:val="00892163"/>
    <w:rsid w:val="0089774F"/>
    <w:rsid w:val="00897DA2"/>
    <w:rsid w:val="008E1FF3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54B7"/>
    <w:rsid w:val="00992943"/>
    <w:rsid w:val="009A2F92"/>
    <w:rsid w:val="009C2904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11E87"/>
    <w:rsid w:val="00A23FE9"/>
    <w:rsid w:val="00A30643"/>
    <w:rsid w:val="00A31F38"/>
    <w:rsid w:val="00A344BC"/>
    <w:rsid w:val="00A53E0C"/>
    <w:rsid w:val="00A55151"/>
    <w:rsid w:val="00A65DF3"/>
    <w:rsid w:val="00A672B5"/>
    <w:rsid w:val="00A7518B"/>
    <w:rsid w:val="00A7697D"/>
    <w:rsid w:val="00A82917"/>
    <w:rsid w:val="00AA301D"/>
    <w:rsid w:val="00AB259E"/>
    <w:rsid w:val="00AB72A8"/>
    <w:rsid w:val="00AC2774"/>
    <w:rsid w:val="00B044C7"/>
    <w:rsid w:val="00B142CC"/>
    <w:rsid w:val="00B169B5"/>
    <w:rsid w:val="00B24610"/>
    <w:rsid w:val="00B43590"/>
    <w:rsid w:val="00B535A8"/>
    <w:rsid w:val="00B61131"/>
    <w:rsid w:val="00B67295"/>
    <w:rsid w:val="00B73321"/>
    <w:rsid w:val="00B83396"/>
    <w:rsid w:val="00B86B57"/>
    <w:rsid w:val="00B92097"/>
    <w:rsid w:val="00B9797B"/>
    <w:rsid w:val="00B97EA2"/>
    <w:rsid w:val="00BA5BB5"/>
    <w:rsid w:val="00BB200E"/>
    <w:rsid w:val="00BC53C5"/>
    <w:rsid w:val="00BD1FAA"/>
    <w:rsid w:val="00BD7B5D"/>
    <w:rsid w:val="00BE72E5"/>
    <w:rsid w:val="00BE75D4"/>
    <w:rsid w:val="00BF3A06"/>
    <w:rsid w:val="00C03FE4"/>
    <w:rsid w:val="00C1574D"/>
    <w:rsid w:val="00C16880"/>
    <w:rsid w:val="00C201F2"/>
    <w:rsid w:val="00C36DE7"/>
    <w:rsid w:val="00C3747A"/>
    <w:rsid w:val="00C54E74"/>
    <w:rsid w:val="00C577D8"/>
    <w:rsid w:val="00C70519"/>
    <w:rsid w:val="00C75DFB"/>
    <w:rsid w:val="00C807FD"/>
    <w:rsid w:val="00C84CE8"/>
    <w:rsid w:val="00C91EF3"/>
    <w:rsid w:val="00CC05B6"/>
    <w:rsid w:val="00CD2B35"/>
    <w:rsid w:val="00CD3E0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67DA6"/>
    <w:rsid w:val="00D816B1"/>
    <w:rsid w:val="00D90E3F"/>
    <w:rsid w:val="00DB4219"/>
    <w:rsid w:val="00DD6E4A"/>
    <w:rsid w:val="00E04C17"/>
    <w:rsid w:val="00E062CA"/>
    <w:rsid w:val="00E1023F"/>
    <w:rsid w:val="00E11DC3"/>
    <w:rsid w:val="00E148D0"/>
    <w:rsid w:val="00E16C37"/>
    <w:rsid w:val="00E31C9C"/>
    <w:rsid w:val="00E33D5C"/>
    <w:rsid w:val="00E369DD"/>
    <w:rsid w:val="00E378BC"/>
    <w:rsid w:val="00E4346F"/>
    <w:rsid w:val="00E51DAB"/>
    <w:rsid w:val="00E7268D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204"/>
    <w:rsid w:val="00F426C9"/>
    <w:rsid w:val="00F519C4"/>
    <w:rsid w:val="00F57D91"/>
    <w:rsid w:val="00F64FC8"/>
    <w:rsid w:val="00F75AD7"/>
    <w:rsid w:val="00F77EE4"/>
    <w:rsid w:val="00F83EE9"/>
    <w:rsid w:val="00F93275"/>
    <w:rsid w:val="00F94125"/>
    <w:rsid w:val="00FA0203"/>
    <w:rsid w:val="00FA4B13"/>
    <w:rsid w:val="00FA53BF"/>
    <w:rsid w:val="00FA710C"/>
    <w:rsid w:val="00FB5848"/>
    <w:rsid w:val="00FB5ED7"/>
    <w:rsid w:val="00FC67FF"/>
    <w:rsid w:val="00FE3150"/>
    <w:rsid w:val="00FE3F89"/>
    <w:rsid w:val="00FE74AC"/>
    <w:rsid w:val="00FE7AED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109A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/>
      <w:sz w:val="24"/>
      <w:lang w:val="uk-UA"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/>
      <w:sz w:val="16"/>
      <w:szCs w:val="16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/>
      <w:sz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/>
      <w:sz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6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919</Words>
  <Characters>525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4</cp:revision>
  <cp:lastPrinted>2016-09-07T06:27:00Z</cp:lastPrinted>
  <dcterms:created xsi:type="dcterms:W3CDTF">2016-09-13T06:11:00Z</dcterms:created>
  <dcterms:modified xsi:type="dcterms:W3CDTF">2016-09-28T07:21:00Z</dcterms:modified>
</cp:coreProperties>
</file>