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DED" w:rsidRDefault="00D97DED" w:rsidP="00F13711">
      <w:pPr>
        <w:jc w:val="center"/>
        <w:rPr>
          <w:snapToGrid w:val="0"/>
          <w:spacing w:val="8"/>
          <w:sz w:val="24"/>
        </w:rPr>
      </w:pPr>
      <w:r w:rsidRPr="00AD40F1">
        <w:rPr>
          <w:noProof/>
          <w:spacing w:val="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D97DED" w:rsidRPr="00C22C57" w:rsidRDefault="00D97DED" w:rsidP="004C50C6">
      <w:pPr>
        <w:jc w:val="center"/>
        <w:rPr>
          <w:snapToGrid w:val="0"/>
          <w:spacing w:val="8"/>
          <w:sz w:val="24"/>
        </w:rPr>
      </w:pPr>
    </w:p>
    <w:p w:rsidR="00D97DED" w:rsidRPr="00C22C57" w:rsidRDefault="00D97DED" w:rsidP="004C50C6">
      <w:pPr>
        <w:pStyle w:val="Heading2"/>
        <w:rPr>
          <w:rFonts w:ascii="Times New Roman" w:hAnsi="Times New Roman"/>
          <w:i w:val="0"/>
          <w:lang w:val="ru-RU"/>
        </w:rPr>
      </w:pPr>
      <w:r w:rsidRPr="00C22C57">
        <w:rPr>
          <w:rFonts w:ascii="Times New Roman" w:hAnsi="Times New Roman"/>
          <w:i w:val="0"/>
        </w:rPr>
        <w:t xml:space="preserve"> КАМІНЬ-КАШИРСЬКА РАЙОННА ДЕРЖАВНА АДМІНІСТРАЦІЯ</w:t>
      </w:r>
    </w:p>
    <w:p w:rsidR="00D97DED" w:rsidRPr="00C22C57" w:rsidRDefault="00D97DED" w:rsidP="004C50C6">
      <w:pPr>
        <w:pStyle w:val="Heading3"/>
        <w:rPr>
          <w:rFonts w:ascii="Times New Roman" w:hAnsi="Times New Roman"/>
          <w:sz w:val="28"/>
        </w:rPr>
      </w:pPr>
      <w:r w:rsidRPr="00C22C57">
        <w:rPr>
          <w:rFonts w:ascii="Times New Roman" w:hAnsi="Times New Roman"/>
          <w:sz w:val="28"/>
        </w:rPr>
        <w:t>ВОЛИНСЬКОЇ ОБЛАСТІ</w:t>
      </w:r>
    </w:p>
    <w:p w:rsidR="00D97DED" w:rsidRPr="00C22C57" w:rsidRDefault="00D97DED" w:rsidP="004C50C6">
      <w:pPr>
        <w:jc w:val="center"/>
        <w:rPr>
          <w:b/>
          <w:sz w:val="16"/>
          <w:szCs w:val="16"/>
        </w:rPr>
      </w:pPr>
    </w:p>
    <w:p w:rsidR="00D97DED" w:rsidRPr="00C22C57" w:rsidRDefault="00D97DED" w:rsidP="004C50C6">
      <w:pPr>
        <w:jc w:val="center"/>
        <w:rPr>
          <w:b/>
          <w:sz w:val="16"/>
          <w:szCs w:val="16"/>
          <w:lang w:val="ru-RU"/>
        </w:rPr>
      </w:pPr>
    </w:p>
    <w:p w:rsidR="00D97DED" w:rsidRPr="00C22C57" w:rsidRDefault="00D97DED" w:rsidP="004C50C6">
      <w:pPr>
        <w:pStyle w:val="Heading1"/>
        <w:rPr>
          <w:rFonts w:ascii="Times New Roman" w:hAnsi="Times New Roman"/>
        </w:rPr>
      </w:pPr>
      <w:r w:rsidRPr="00C22C57">
        <w:rPr>
          <w:rFonts w:ascii="Times New Roman" w:hAnsi="Times New Roman"/>
        </w:rPr>
        <w:t>РОЗПОРЯДЖЕННЯ</w:t>
      </w:r>
    </w:p>
    <w:p w:rsidR="00D97DED" w:rsidRPr="00C22C57" w:rsidRDefault="00D97DED" w:rsidP="004C50C6">
      <w:pPr>
        <w:pStyle w:val="Title"/>
        <w:jc w:val="left"/>
        <w:rPr>
          <w:rFonts w:ascii="Times New Roman" w:hAnsi="Times New Roman"/>
          <w:sz w:val="20"/>
          <w:szCs w:val="20"/>
        </w:rPr>
      </w:pPr>
    </w:p>
    <w:p w:rsidR="00D97DED" w:rsidRPr="00C22C57" w:rsidRDefault="00D97DED" w:rsidP="004C50C6">
      <w:pPr>
        <w:pStyle w:val="Title"/>
        <w:jc w:val="left"/>
        <w:rPr>
          <w:rFonts w:ascii="Times New Roman" w:hAnsi="Times New Roman"/>
          <w:b w:val="0"/>
          <w:sz w:val="20"/>
          <w:szCs w:val="20"/>
        </w:rPr>
      </w:pPr>
    </w:p>
    <w:p w:rsidR="00D97DED" w:rsidRPr="00064CB6" w:rsidRDefault="00D97DED" w:rsidP="004C50C6">
      <w:pPr>
        <w:pStyle w:val="Title"/>
        <w:jc w:val="left"/>
        <w:rPr>
          <w:rFonts w:ascii="Times New Roman" w:hAnsi="Times New Roman"/>
          <w:b w:val="0"/>
          <w:sz w:val="28"/>
          <w:szCs w:val="28"/>
        </w:rPr>
      </w:pPr>
      <w:r w:rsidRPr="00064CB6">
        <w:rPr>
          <w:rFonts w:ascii="Times New Roman" w:hAnsi="Times New Roman"/>
          <w:b w:val="0"/>
          <w:sz w:val="28"/>
          <w:szCs w:val="28"/>
        </w:rPr>
        <w:t xml:space="preserve">02 серпня 2016 року </w:t>
      </w:r>
      <w:r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064CB6">
        <w:rPr>
          <w:rFonts w:ascii="Times New Roman" w:hAnsi="Times New Roman"/>
          <w:b w:val="0"/>
          <w:sz w:val="28"/>
          <w:szCs w:val="28"/>
        </w:rPr>
        <w:t xml:space="preserve">  м. Камінь-Каширський</w:t>
      </w:r>
      <w:r w:rsidRPr="00064CB6">
        <w:rPr>
          <w:rFonts w:ascii="Times New Roman" w:hAnsi="Times New Roman"/>
          <w:b w:val="0"/>
          <w:sz w:val="28"/>
          <w:szCs w:val="28"/>
        </w:rPr>
        <w:tab/>
      </w:r>
      <w:r w:rsidRPr="00064CB6">
        <w:rPr>
          <w:rFonts w:ascii="Times New Roman" w:hAnsi="Times New Roman"/>
          <w:b w:val="0"/>
          <w:sz w:val="28"/>
          <w:szCs w:val="28"/>
        </w:rPr>
        <w:tab/>
      </w:r>
      <w:r w:rsidRPr="00064CB6">
        <w:rPr>
          <w:rFonts w:ascii="Times New Roman" w:hAnsi="Times New Roman"/>
          <w:b w:val="0"/>
          <w:sz w:val="28"/>
          <w:szCs w:val="28"/>
        </w:rPr>
        <w:tab/>
      </w:r>
      <w:r w:rsidRPr="00064CB6">
        <w:rPr>
          <w:rFonts w:ascii="Times New Roman" w:hAnsi="Times New Roman"/>
          <w:b w:val="0"/>
          <w:sz w:val="28"/>
          <w:szCs w:val="28"/>
        </w:rPr>
        <w:tab/>
        <w:t xml:space="preserve">№ </w:t>
      </w:r>
      <w:r>
        <w:rPr>
          <w:rFonts w:ascii="Times New Roman" w:hAnsi="Times New Roman"/>
          <w:b w:val="0"/>
          <w:sz w:val="28"/>
          <w:szCs w:val="28"/>
        </w:rPr>
        <w:t>233</w:t>
      </w:r>
    </w:p>
    <w:p w:rsidR="00D97DED" w:rsidRPr="00C22C57" w:rsidRDefault="00D97DED" w:rsidP="00163BDD">
      <w:pPr>
        <w:jc w:val="both"/>
      </w:pPr>
    </w:p>
    <w:p w:rsidR="00D97DED" w:rsidRDefault="00D97DED" w:rsidP="00163BDD">
      <w:pPr>
        <w:jc w:val="both"/>
      </w:pPr>
    </w:p>
    <w:p w:rsidR="00D97DED" w:rsidRPr="00575828" w:rsidRDefault="00D97DED" w:rsidP="00755DF7">
      <w:pPr>
        <w:ind w:left="708"/>
        <w:rPr>
          <w:szCs w:val="28"/>
        </w:rPr>
      </w:pPr>
      <w:r w:rsidRPr="00755DF7">
        <w:rPr>
          <w:szCs w:val="28"/>
          <w:lang w:val="ru-RU"/>
        </w:rPr>
        <w:t xml:space="preserve">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Лагоді І.</w:t>
      </w:r>
      <w:r w:rsidRPr="00755DF7">
        <w:rPr>
          <w:szCs w:val="28"/>
          <w:lang w:val="ru-RU"/>
        </w:rPr>
        <w:t>І</w:t>
      </w:r>
      <w:r>
        <w:rPr>
          <w:szCs w:val="28"/>
        </w:rPr>
        <w:t>.</w:t>
      </w:r>
      <w:r w:rsidRPr="00575828">
        <w:rPr>
          <w:szCs w:val="28"/>
        </w:rPr>
        <w:t xml:space="preserve"> дозволу на розроблення </w:t>
      </w:r>
    </w:p>
    <w:p w:rsidR="00D97DED" w:rsidRPr="00575828" w:rsidRDefault="00D97DED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D97DED" w:rsidRDefault="00D97DED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D97DED" w:rsidRPr="00575828" w:rsidRDefault="00D97DED" w:rsidP="00314FF4">
      <w:pPr>
        <w:ind w:left="708"/>
        <w:rPr>
          <w:szCs w:val="28"/>
        </w:rPr>
      </w:pPr>
      <w:r>
        <w:rPr>
          <w:szCs w:val="28"/>
        </w:rPr>
        <w:t xml:space="preserve">       «Волинь» </w:t>
      </w:r>
      <w:r w:rsidRPr="00575828">
        <w:rPr>
          <w:szCs w:val="28"/>
        </w:rPr>
        <w:t xml:space="preserve">в натурі (на  місцевості)  </w:t>
      </w:r>
    </w:p>
    <w:p w:rsidR="00D97DED" w:rsidRDefault="00D97DED" w:rsidP="001B6D24"/>
    <w:p w:rsidR="00D97DED" w:rsidRDefault="00D97DED" w:rsidP="001B6D24"/>
    <w:p w:rsidR="00D97DED" w:rsidRDefault="00D97DED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«Волинь»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D97DED" w:rsidRPr="00FA4B13" w:rsidRDefault="00D97DED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  «Волинь»</w:t>
      </w:r>
      <w:r>
        <w:t xml:space="preserve"> в натурі (на місцевості) за межами населеного пункту на території Черченської сільської ради громадянину:</w:t>
      </w:r>
    </w:p>
    <w:p w:rsidR="00D97DED" w:rsidRPr="006179CB" w:rsidRDefault="00D97DED" w:rsidP="00FA4B13">
      <w:pPr>
        <w:tabs>
          <w:tab w:val="left" w:pos="567"/>
        </w:tabs>
        <w:jc w:val="both"/>
      </w:pPr>
      <w:r w:rsidRPr="00841618">
        <w:tab/>
      </w:r>
      <w:r>
        <w:t>- Лагоді Івану Івановичу, власнику сертифіката на право на земельну частку (пай) серії ВЛ № 0106507.</w:t>
      </w:r>
    </w:p>
    <w:p w:rsidR="00D97DED" w:rsidRDefault="00D97DED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D97DED" w:rsidRDefault="00D97DED" w:rsidP="001B6D24"/>
    <w:p w:rsidR="00D97DED" w:rsidRDefault="00D97DED" w:rsidP="001B6D24"/>
    <w:p w:rsidR="00D97DED" w:rsidRDefault="00D97DED" w:rsidP="001B6D24"/>
    <w:p w:rsidR="00D97DED" w:rsidRDefault="00D97DED" w:rsidP="001B6D24"/>
    <w:p w:rsidR="00D97DED" w:rsidRDefault="00D97DED" w:rsidP="001B6D24"/>
    <w:p w:rsidR="00D97DED" w:rsidRDefault="00D97DED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</w:p>
    <w:p w:rsidR="00D97DED" w:rsidRPr="00E04C17" w:rsidRDefault="00D97DED" w:rsidP="001B6D24"/>
    <w:p w:rsidR="00D97DED" w:rsidRPr="00B83396" w:rsidRDefault="00D97DED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D97DED" w:rsidRDefault="00D97DED" w:rsidP="001B6D24"/>
    <w:p w:rsidR="00D97DED" w:rsidRDefault="00D97DED" w:rsidP="001B6D24"/>
    <w:p w:rsidR="00D97DED" w:rsidRDefault="00D97DED" w:rsidP="001B6D24"/>
    <w:p w:rsidR="00D97DED" w:rsidRDefault="00D97DED" w:rsidP="001B6D24"/>
    <w:p w:rsidR="00D97DED" w:rsidRDefault="00D97DED" w:rsidP="001B6D24">
      <w:pPr>
        <w:rPr>
          <w:lang w:val="ru-RU"/>
        </w:rPr>
      </w:pPr>
    </w:p>
    <w:p w:rsidR="00D97DED" w:rsidRDefault="00D97DED" w:rsidP="001B6D24">
      <w:pPr>
        <w:rPr>
          <w:i/>
          <w:szCs w:val="28"/>
        </w:rPr>
      </w:pPr>
    </w:p>
    <w:sectPr w:rsidR="00D97DED" w:rsidSect="00EE6B0C">
      <w:pgSz w:w="11906" w:h="16838"/>
      <w:pgMar w:top="567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DED" w:rsidRDefault="00D97DED" w:rsidP="00D113DB">
      <w:r>
        <w:separator/>
      </w:r>
    </w:p>
  </w:endnote>
  <w:endnote w:type="continuationSeparator" w:id="0">
    <w:p w:rsidR="00D97DED" w:rsidRDefault="00D97DED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DED" w:rsidRDefault="00D97DED" w:rsidP="00D113DB">
      <w:r>
        <w:separator/>
      </w:r>
    </w:p>
  </w:footnote>
  <w:footnote w:type="continuationSeparator" w:id="0">
    <w:p w:rsidR="00D97DED" w:rsidRDefault="00D97DED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64CB6"/>
    <w:rsid w:val="00094177"/>
    <w:rsid w:val="0009683A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33C6"/>
    <w:rsid w:val="00126C58"/>
    <w:rsid w:val="001344F2"/>
    <w:rsid w:val="0014174A"/>
    <w:rsid w:val="00163BDD"/>
    <w:rsid w:val="00166689"/>
    <w:rsid w:val="00166819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C33F5"/>
    <w:rsid w:val="002C4595"/>
    <w:rsid w:val="002D22BC"/>
    <w:rsid w:val="002E0180"/>
    <w:rsid w:val="002E3BA1"/>
    <w:rsid w:val="002E6D57"/>
    <w:rsid w:val="002F0344"/>
    <w:rsid w:val="00302869"/>
    <w:rsid w:val="00314FF4"/>
    <w:rsid w:val="00317988"/>
    <w:rsid w:val="0032639B"/>
    <w:rsid w:val="00333A2D"/>
    <w:rsid w:val="00361B5B"/>
    <w:rsid w:val="00372216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6BFA"/>
    <w:rsid w:val="004A772A"/>
    <w:rsid w:val="004B1B91"/>
    <w:rsid w:val="004C50C6"/>
    <w:rsid w:val="004E4F92"/>
    <w:rsid w:val="004E78E3"/>
    <w:rsid w:val="005019DB"/>
    <w:rsid w:val="00506500"/>
    <w:rsid w:val="00531C1A"/>
    <w:rsid w:val="005513FD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B4A"/>
    <w:rsid w:val="0061237F"/>
    <w:rsid w:val="00615691"/>
    <w:rsid w:val="006179CB"/>
    <w:rsid w:val="00631319"/>
    <w:rsid w:val="00634288"/>
    <w:rsid w:val="006373EB"/>
    <w:rsid w:val="00656B73"/>
    <w:rsid w:val="006738DC"/>
    <w:rsid w:val="006A33E9"/>
    <w:rsid w:val="006A4DE2"/>
    <w:rsid w:val="006D7147"/>
    <w:rsid w:val="006E3C72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55DF7"/>
    <w:rsid w:val="0076117E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7F662A"/>
    <w:rsid w:val="008057D9"/>
    <w:rsid w:val="00806C40"/>
    <w:rsid w:val="008109A9"/>
    <w:rsid w:val="00834A7C"/>
    <w:rsid w:val="00841618"/>
    <w:rsid w:val="00844C4E"/>
    <w:rsid w:val="0084648E"/>
    <w:rsid w:val="00857CB6"/>
    <w:rsid w:val="00863430"/>
    <w:rsid w:val="00877E46"/>
    <w:rsid w:val="0088149D"/>
    <w:rsid w:val="00883D02"/>
    <w:rsid w:val="00892163"/>
    <w:rsid w:val="0089774F"/>
    <w:rsid w:val="00897DA2"/>
    <w:rsid w:val="00897DB1"/>
    <w:rsid w:val="008E1FF3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92943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3E0C"/>
    <w:rsid w:val="00A55151"/>
    <w:rsid w:val="00A65DF3"/>
    <w:rsid w:val="00A672B5"/>
    <w:rsid w:val="00A7518B"/>
    <w:rsid w:val="00A7697D"/>
    <w:rsid w:val="00A82917"/>
    <w:rsid w:val="00A939E7"/>
    <w:rsid w:val="00AA301D"/>
    <w:rsid w:val="00AB259E"/>
    <w:rsid w:val="00AB72A8"/>
    <w:rsid w:val="00AC2774"/>
    <w:rsid w:val="00AD40F1"/>
    <w:rsid w:val="00B044C7"/>
    <w:rsid w:val="00B142CC"/>
    <w:rsid w:val="00B169B5"/>
    <w:rsid w:val="00B24610"/>
    <w:rsid w:val="00B43590"/>
    <w:rsid w:val="00B535A8"/>
    <w:rsid w:val="00B61131"/>
    <w:rsid w:val="00B67295"/>
    <w:rsid w:val="00B73321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1574D"/>
    <w:rsid w:val="00C16880"/>
    <w:rsid w:val="00C201F2"/>
    <w:rsid w:val="00C22C57"/>
    <w:rsid w:val="00C36DE7"/>
    <w:rsid w:val="00C3747A"/>
    <w:rsid w:val="00C54E74"/>
    <w:rsid w:val="00C577D8"/>
    <w:rsid w:val="00C70519"/>
    <w:rsid w:val="00C75DFB"/>
    <w:rsid w:val="00C807FD"/>
    <w:rsid w:val="00C91EF3"/>
    <w:rsid w:val="00CC05B6"/>
    <w:rsid w:val="00CD2B35"/>
    <w:rsid w:val="00CD3E0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97DED"/>
    <w:rsid w:val="00DB4219"/>
    <w:rsid w:val="00DC1C98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204"/>
    <w:rsid w:val="00F519C4"/>
    <w:rsid w:val="00F57D91"/>
    <w:rsid w:val="00F64FC8"/>
    <w:rsid w:val="00F75AD7"/>
    <w:rsid w:val="00F77EE4"/>
    <w:rsid w:val="00F83EE9"/>
    <w:rsid w:val="00F93275"/>
    <w:rsid w:val="00F94125"/>
    <w:rsid w:val="00FA0203"/>
    <w:rsid w:val="00FA4B13"/>
    <w:rsid w:val="00FA53BF"/>
    <w:rsid w:val="00FA710C"/>
    <w:rsid w:val="00FB5848"/>
    <w:rsid w:val="00FB5ED7"/>
    <w:rsid w:val="00FC67FF"/>
    <w:rsid w:val="00FE3150"/>
    <w:rsid w:val="00FE3F89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2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208</Words>
  <Characters>1191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2016-08-02T05:41:00Z</cp:lastPrinted>
  <dcterms:created xsi:type="dcterms:W3CDTF">2016-08-05T09:02:00Z</dcterms:created>
  <dcterms:modified xsi:type="dcterms:W3CDTF">2016-08-05T09:02:00Z</dcterms:modified>
</cp:coreProperties>
</file>