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F7" w:rsidRPr="00057FD4" w:rsidRDefault="00B662F7" w:rsidP="00F13711">
      <w:pPr>
        <w:jc w:val="center"/>
        <w:rPr>
          <w:snapToGrid w:val="0"/>
          <w:spacing w:val="8"/>
          <w:sz w:val="24"/>
        </w:rPr>
      </w:pPr>
      <w:r w:rsidRPr="0063290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B662F7" w:rsidRPr="00057FD4" w:rsidRDefault="00B662F7" w:rsidP="004C50C6">
      <w:pPr>
        <w:jc w:val="center"/>
        <w:rPr>
          <w:snapToGrid w:val="0"/>
          <w:spacing w:val="8"/>
          <w:sz w:val="24"/>
        </w:rPr>
      </w:pPr>
    </w:p>
    <w:p w:rsidR="00B662F7" w:rsidRPr="00057FD4" w:rsidRDefault="00B662F7" w:rsidP="004C50C6">
      <w:pPr>
        <w:pStyle w:val="Heading2"/>
        <w:rPr>
          <w:b/>
        </w:rPr>
      </w:pPr>
      <w:r w:rsidRPr="00057FD4">
        <w:rPr>
          <w:b/>
        </w:rPr>
        <w:t xml:space="preserve"> КАМІНЬ-КАШИРСЬКА РАЙОННА ДЕРЖАВНА АДМІНІСТРАЦІЯ</w:t>
      </w:r>
    </w:p>
    <w:p w:rsidR="00B662F7" w:rsidRPr="00057FD4" w:rsidRDefault="00B662F7" w:rsidP="004C50C6">
      <w:pPr>
        <w:pStyle w:val="Heading3"/>
        <w:rPr>
          <w:sz w:val="28"/>
        </w:rPr>
      </w:pPr>
      <w:r w:rsidRPr="00057FD4">
        <w:rPr>
          <w:sz w:val="28"/>
        </w:rPr>
        <w:t>ВОЛИНСЬКОЇ ОБЛАСТІ</w:t>
      </w:r>
    </w:p>
    <w:p w:rsidR="00B662F7" w:rsidRPr="00057FD4" w:rsidRDefault="00B662F7" w:rsidP="004C50C6">
      <w:pPr>
        <w:jc w:val="center"/>
        <w:rPr>
          <w:b/>
          <w:sz w:val="16"/>
          <w:szCs w:val="16"/>
        </w:rPr>
      </w:pPr>
    </w:p>
    <w:p w:rsidR="00B662F7" w:rsidRPr="00057FD4" w:rsidRDefault="00B662F7" w:rsidP="004C50C6">
      <w:pPr>
        <w:jc w:val="center"/>
        <w:rPr>
          <w:b/>
          <w:sz w:val="16"/>
          <w:szCs w:val="16"/>
        </w:rPr>
      </w:pPr>
    </w:p>
    <w:p w:rsidR="00B662F7" w:rsidRPr="00057FD4" w:rsidRDefault="00B662F7" w:rsidP="004C50C6">
      <w:pPr>
        <w:pStyle w:val="Heading1"/>
      </w:pPr>
      <w:r w:rsidRPr="00057FD4">
        <w:t>РОЗПОРЯДЖЕННЯ</w:t>
      </w:r>
    </w:p>
    <w:p w:rsidR="00B662F7" w:rsidRPr="00057FD4" w:rsidRDefault="00B662F7" w:rsidP="004C50C6">
      <w:pPr>
        <w:pStyle w:val="Title"/>
        <w:jc w:val="left"/>
        <w:rPr>
          <w:sz w:val="20"/>
          <w:szCs w:val="20"/>
        </w:rPr>
      </w:pPr>
    </w:p>
    <w:p w:rsidR="00B662F7" w:rsidRPr="00057FD4" w:rsidRDefault="00B662F7" w:rsidP="004C50C6">
      <w:pPr>
        <w:pStyle w:val="Title"/>
        <w:jc w:val="left"/>
        <w:rPr>
          <w:sz w:val="20"/>
          <w:szCs w:val="20"/>
        </w:rPr>
      </w:pPr>
    </w:p>
    <w:p w:rsidR="00B662F7" w:rsidRPr="00057FD4" w:rsidRDefault="00B662F7" w:rsidP="00B43511">
      <w:pPr>
        <w:pStyle w:val="Title"/>
        <w:jc w:val="left"/>
      </w:pPr>
      <w:r>
        <w:rPr>
          <w:szCs w:val="28"/>
        </w:rPr>
        <w:t xml:space="preserve">26 липня 2016 року               </w:t>
      </w:r>
      <w:r w:rsidRPr="00057FD4">
        <w:t>м. Камінь-Каширський</w:t>
      </w:r>
      <w:r w:rsidRPr="00057FD4">
        <w:tab/>
      </w:r>
      <w:r w:rsidRPr="00057FD4">
        <w:tab/>
      </w:r>
      <w:r>
        <w:t xml:space="preserve">           </w:t>
      </w:r>
      <w:r>
        <w:tab/>
        <w:t>№ 227</w:t>
      </w:r>
    </w:p>
    <w:p w:rsidR="00B662F7" w:rsidRPr="00057FD4" w:rsidRDefault="00B662F7" w:rsidP="00163BDD">
      <w:pPr>
        <w:jc w:val="both"/>
      </w:pPr>
    </w:p>
    <w:p w:rsidR="00B662F7" w:rsidRPr="00057FD4" w:rsidRDefault="00B662F7" w:rsidP="00163BDD">
      <w:pPr>
        <w:jc w:val="both"/>
      </w:pPr>
    </w:p>
    <w:p w:rsidR="00B662F7" w:rsidRPr="00057FD4" w:rsidRDefault="00B662F7" w:rsidP="00E051C0">
      <w:pPr>
        <w:jc w:val="center"/>
        <w:rPr>
          <w:szCs w:val="28"/>
        </w:rPr>
      </w:pPr>
      <w:r w:rsidRPr="00057FD4">
        <w:rPr>
          <w:szCs w:val="28"/>
        </w:rPr>
        <w:t>Про надання гр. Cусіку В.Л. дозволу на розроблення</w:t>
      </w:r>
    </w:p>
    <w:p w:rsidR="00B662F7" w:rsidRPr="00057FD4" w:rsidRDefault="00B662F7" w:rsidP="00E051C0">
      <w:pPr>
        <w:jc w:val="center"/>
        <w:rPr>
          <w:szCs w:val="28"/>
        </w:rPr>
      </w:pPr>
      <w:r w:rsidRPr="00057FD4">
        <w:rPr>
          <w:szCs w:val="28"/>
        </w:rPr>
        <w:t>технічної документації із землеустрою щодо встановлення</w:t>
      </w:r>
    </w:p>
    <w:p w:rsidR="00B662F7" w:rsidRPr="00057FD4" w:rsidRDefault="00B662F7" w:rsidP="00E051C0">
      <w:pPr>
        <w:jc w:val="center"/>
        <w:rPr>
          <w:szCs w:val="28"/>
        </w:rPr>
      </w:pPr>
      <w:r w:rsidRPr="00057FD4">
        <w:rPr>
          <w:szCs w:val="28"/>
        </w:rPr>
        <w:t>меж земельних ділянок частки (паю) колишнього КСП</w:t>
      </w:r>
    </w:p>
    <w:p w:rsidR="00B662F7" w:rsidRPr="00057FD4" w:rsidRDefault="00B662F7" w:rsidP="00E051C0">
      <w:pPr>
        <w:jc w:val="center"/>
        <w:rPr>
          <w:szCs w:val="28"/>
        </w:rPr>
      </w:pPr>
      <w:r w:rsidRPr="00057FD4">
        <w:rPr>
          <w:szCs w:val="28"/>
        </w:rPr>
        <w:t>«ім. Щорса» в натурі (на  місцевості)</w:t>
      </w:r>
    </w:p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83577D">
      <w:pPr>
        <w:ind w:firstLine="708"/>
        <w:jc w:val="both"/>
      </w:pPr>
      <w:r w:rsidRPr="00057FD4">
        <w:t xml:space="preserve">Розглянувши заяву власника сертифіката на право на земельну частку (пай) </w:t>
      </w:r>
      <w:r w:rsidRPr="00057FD4">
        <w:rPr>
          <w:szCs w:val="28"/>
        </w:rPr>
        <w:t xml:space="preserve">колишнього КСП «ім. Щорса» </w:t>
      </w:r>
      <w:r w:rsidRPr="00057FD4">
        <w:t>відповідно до статей 17, 118 Земельного кодексу України,  статей 2, 3, 5, 9, 12 Закону України «Про порядок виділення в натурі (на місцевості) земельних ділянок власникам земельних часток (паїв)», п.7 ст.13 Закону України «Про місцеві державні адміністрації».</w:t>
      </w:r>
    </w:p>
    <w:p w:rsidR="00B662F7" w:rsidRPr="00057FD4" w:rsidRDefault="00B662F7" w:rsidP="00FA4B13">
      <w:pPr>
        <w:tabs>
          <w:tab w:val="left" w:pos="567"/>
        </w:tabs>
        <w:jc w:val="both"/>
      </w:pPr>
      <w:r w:rsidRPr="00057FD4"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 w:rsidRPr="00057FD4">
        <w:rPr>
          <w:szCs w:val="28"/>
        </w:rPr>
        <w:t>колишнього КСП   «ім. Щорса»</w:t>
      </w:r>
      <w:r w:rsidRPr="00057FD4">
        <w:t xml:space="preserve"> в натурі (на місцевості) за межами населеного пункту на території Ворокомлівської сільської ради громадянину:</w:t>
      </w:r>
    </w:p>
    <w:p w:rsidR="00B662F7" w:rsidRPr="00057FD4" w:rsidRDefault="00B662F7" w:rsidP="0083577D">
      <w:pPr>
        <w:tabs>
          <w:tab w:val="left" w:pos="567"/>
        </w:tabs>
        <w:jc w:val="both"/>
      </w:pPr>
      <w:r w:rsidRPr="00057FD4">
        <w:tab/>
        <w:t>- Сусіку Володимиру Лукашовичу, власнику сертифіката на право на земельну частку (пай) серії ВЛ № 0208250.</w:t>
      </w:r>
    </w:p>
    <w:p w:rsidR="00B662F7" w:rsidRPr="00057FD4" w:rsidRDefault="00B662F7" w:rsidP="0083577D">
      <w:pPr>
        <w:tabs>
          <w:tab w:val="left" w:pos="567"/>
        </w:tabs>
        <w:jc w:val="both"/>
      </w:pPr>
      <w:r w:rsidRPr="00057FD4"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>
      <w:r w:rsidRPr="00057FD4">
        <w:t xml:space="preserve">Голова                                                                                         </w:t>
      </w:r>
      <w:r w:rsidRPr="00057FD4">
        <w:rPr>
          <w:b/>
        </w:rPr>
        <w:t>В.ДУНАЙЧУК</w:t>
      </w:r>
    </w:p>
    <w:p w:rsidR="00B662F7" w:rsidRPr="00057FD4" w:rsidRDefault="00B662F7" w:rsidP="001B6D24"/>
    <w:p w:rsidR="00B662F7" w:rsidRPr="00057FD4" w:rsidRDefault="00B662F7" w:rsidP="001B6D24">
      <w:pPr>
        <w:rPr>
          <w:sz w:val="22"/>
          <w:szCs w:val="22"/>
        </w:rPr>
      </w:pPr>
      <w:r w:rsidRPr="00057FD4">
        <w:rPr>
          <w:sz w:val="22"/>
          <w:szCs w:val="22"/>
        </w:rPr>
        <w:t>Сус 22368</w:t>
      </w:r>
    </w:p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/>
    <w:p w:rsidR="00B662F7" w:rsidRPr="00057FD4" w:rsidRDefault="00B662F7" w:rsidP="001B6D24">
      <w:pPr>
        <w:rPr>
          <w:i/>
          <w:szCs w:val="28"/>
        </w:rPr>
      </w:pPr>
    </w:p>
    <w:sectPr w:rsidR="00B662F7" w:rsidRPr="00057FD4" w:rsidSect="00057FD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F7" w:rsidRDefault="00B662F7" w:rsidP="00D113DB">
      <w:r>
        <w:separator/>
      </w:r>
    </w:p>
  </w:endnote>
  <w:endnote w:type="continuationSeparator" w:id="0">
    <w:p w:rsidR="00B662F7" w:rsidRDefault="00B662F7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F7" w:rsidRDefault="00B662F7" w:rsidP="00D113DB">
      <w:r>
        <w:separator/>
      </w:r>
    </w:p>
  </w:footnote>
  <w:footnote w:type="continuationSeparator" w:id="0">
    <w:p w:rsidR="00B662F7" w:rsidRDefault="00B662F7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386A"/>
    <w:rsid w:val="00021F00"/>
    <w:rsid w:val="00022554"/>
    <w:rsid w:val="00026AE3"/>
    <w:rsid w:val="00031CFB"/>
    <w:rsid w:val="00046327"/>
    <w:rsid w:val="00057720"/>
    <w:rsid w:val="00057FD4"/>
    <w:rsid w:val="00061630"/>
    <w:rsid w:val="00062975"/>
    <w:rsid w:val="00085B6C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6910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0259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33A2D"/>
    <w:rsid w:val="00361B5B"/>
    <w:rsid w:val="003652FB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56C12"/>
    <w:rsid w:val="004648D2"/>
    <w:rsid w:val="004720B5"/>
    <w:rsid w:val="004A00FE"/>
    <w:rsid w:val="004A6BFA"/>
    <w:rsid w:val="004A772A"/>
    <w:rsid w:val="004C50C6"/>
    <w:rsid w:val="004E4F92"/>
    <w:rsid w:val="004E78E3"/>
    <w:rsid w:val="005019DB"/>
    <w:rsid w:val="00531C1A"/>
    <w:rsid w:val="005513FD"/>
    <w:rsid w:val="00554BDE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179CB"/>
    <w:rsid w:val="00631319"/>
    <w:rsid w:val="00632904"/>
    <w:rsid w:val="00634288"/>
    <w:rsid w:val="006373EB"/>
    <w:rsid w:val="006548E6"/>
    <w:rsid w:val="00656B73"/>
    <w:rsid w:val="006738DC"/>
    <w:rsid w:val="006A33E9"/>
    <w:rsid w:val="006B1E05"/>
    <w:rsid w:val="006D68DA"/>
    <w:rsid w:val="006D7147"/>
    <w:rsid w:val="007029B2"/>
    <w:rsid w:val="007037A2"/>
    <w:rsid w:val="00713443"/>
    <w:rsid w:val="0072117A"/>
    <w:rsid w:val="0072381A"/>
    <w:rsid w:val="0072619F"/>
    <w:rsid w:val="00727F38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3577D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E1FF3"/>
    <w:rsid w:val="008F77B9"/>
    <w:rsid w:val="00901791"/>
    <w:rsid w:val="00910FF2"/>
    <w:rsid w:val="00937C7C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41AF2"/>
    <w:rsid w:val="00A4469D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11"/>
    <w:rsid w:val="00B43590"/>
    <w:rsid w:val="00B535A8"/>
    <w:rsid w:val="00B61131"/>
    <w:rsid w:val="00B662F7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2221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1B9F"/>
    <w:rsid w:val="00D66716"/>
    <w:rsid w:val="00D816B1"/>
    <w:rsid w:val="00D90E3F"/>
    <w:rsid w:val="00DB4219"/>
    <w:rsid w:val="00DD6E4A"/>
    <w:rsid w:val="00E04C17"/>
    <w:rsid w:val="00E051C0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7F5B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05C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254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254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254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9254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9254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1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201</Words>
  <Characters>1148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2016-07-25T09:51:00Z</cp:lastPrinted>
  <dcterms:created xsi:type="dcterms:W3CDTF">2016-07-27T13:08:00Z</dcterms:created>
  <dcterms:modified xsi:type="dcterms:W3CDTF">2016-07-27T13:08:00Z</dcterms:modified>
</cp:coreProperties>
</file>