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64" w:rsidRDefault="00774964" w:rsidP="00F13711">
      <w:pPr>
        <w:jc w:val="center"/>
        <w:rPr>
          <w:snapToGrid w:val="0"/>
          <w:spacing w:val="8"/>
          <w:sz w:val="24"/>
        </w:rPr>
      </w:pPr>
      <w:r w:rsidRPr="0093721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774964" w:rsidRDefault="00774964" w:rsidP="004C50C6">
      <w:pPr>
        <w:jc w:val="center"/>
        <w:rPr>
          <w:snapToGrid w:val="0"/>
          <w:spacing w:val="8"/>
          <w:sz w:val="24"/>
        </w:rPr>
      </w:pPr>
    </w:p>
    <w:p w:rsidR="00774964" w:rsidRPr="006A4DE2" w:rsidRDefault="00774964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774964" w:rsidRPr="006A4DE2" w:rsidRDefault="00774964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774964" w:rsidRDefault="00774964" w:rsidP="004C50C6">
      <w:pPr>
        <w:jc w:val="center"/>
        <w:rPr>
          <w:b/>
          <w:sz w:val="16"/>
          <w:szCs w:val="16"/>
        </w:rPr>
      </w:pPr>
    </w:p>
    <w:p w:rsidR="00774964" w:rsidRPr="00E33D5C" w:rsidRDefault="00774964" w:rsidP="004C50C6">
      <w:pPr>
        <w:jc w:val="center"/>
        <w:rPr>
          <w:b/>
          <w:sz w:val="16"/>
          <w:szCs w:val="16"/>
          <w:lang w:val="ru-RU"/>
        </w:rPr>
      </w:pPr>
      <w:r w:rsidRPr="002D22BC">
        <w:rPr>
          <w:b/>
          <w:sz w:val="16"/>
          <w:szCs w:val="16"/>
          <w:lang w:val="ru-RU"/>
        </w:rPr>
        <w:t xml:space="preserve"> </w:t>
      </w:r>
      <w:r w:rsidRPr="00E33D5C">
        <w:rPr>
          <w:b/>
          <w:sz w:val="16"/>
          <w:szCs w:val="16"/>
          <w:lang w:val="ru-RU"/>
        </w:rPr>
        <w:t xml:space="preserve">  </w:t>
      </w:r>
    </w:p>
    <w:p w:rsidR="00774964" w:rsidRDefault="00774964" w:rsidP="004C50C6">
      <w:pPr>
        <w:pStyle w:val="Heading1"/>
      </w:pPr>
      <w:r w:rsidRPr="009428E8">
        <w:t>РОЗПОРЯДЖЕННЯ</w:t>
      </w:r>
    </w:p>
    <w:p w:rsidR="00774964" w:rsidRDefault="00774964" w:rsidP="004C50C6">
      <w:pPr>
        <w:pStyle w:val="Title"/>
        <w:jc w:val="left"/>
        <w:rPr>
          <w:sz w:val="20"/>
          <w:szCs w:val="20"/>
        </w:rPr>
      </w:pPr>
    </w:p>
    <w:p w:rsidR="00774964" w:rsidRDefault="00774964" w:rsidP="004C50C6">
      <w:pPr>
        <w:pStyle w:val="Title"/>
        <w:jc w:val="left"/>
        <w:rPr>
          <w:sz w:val="20"/>
          <w:szCs w:val="20"/>
        </w:rPr>
      </w:pPr>
    </w:p>
    <w:p w:rsidR="00774964" w:rsidRDefault="00774964" w:rsidP="004C50C6">
      <w:pPr>
        <w:pStyle w:val="Title"/>
        <w:jc w:val="left"/>
      </w:pPr>
      <w:r>
        <w:rPr>
          <w:szCs w:val="28"/>
        </w:rPr>
        <w:t xml:space="preserve">02 червня 2016 року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 xml:space="preserve"> № 184</w:t>
      </w:r>
    </w:p>
    <w:p w:rsidR="00774964" w:rsidRDefault="00774964" w:rsidP="00163BDD">
      <w:pPr>
        <w:jc w:val="both"/>
      </w:pPr>
    </w:p>
    <w:p w:rsidR="00774964" w:rsidRDefault="00774964" w:rsidP="00163BDD">
      <w:pPr>
        <w:jc w:val="both"/>
      </w:pPr>
    </w:p>
    <w:p w:rsidR="00774964" w:rsidRPr="00575828" w:rsidRDefault="00774964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гр. Денисюку М.М.</w:t>
      </w:r>
      <w:r w:rsidRPr="00575828">
        <w:rPr>
          <w:szCs w:val="28"/>
        </w:rPr>
        <w:t xml:space="preserve"> дозволу на розроблення </w:t>
      </w:r>
    </w:p>
    <w:p w:rsidR="00774964" w:rsidRPr="00575828" w:rsidRDefault="00774964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774964" w:rsidRDefault="00774964" w:rsidP="00314FF4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>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</w:t>
      </w:r>
    </w:p>
    <w:p w:rsidR="00774964" w:rsidRPr="00575828" w:rsidRDefault="00774964" w:rsidP="00314FF4">
      <w:pPr>
        <w:ind w:left="708"/>
        <w:rPr>
          <w:szCs w:val="28"/>
        </w:rPr>
      </w:pPr>
      <w:r>
        <w:rPr>
          <w:szCs w:val="28"/>
        </w:rPr>
        <w:t xml:space="preserve">       «ім. Щорса»</w:t>
      </w:r>
      <w:r>
        <w:t xml:space="preserve"> </w:t>
      </w:r>
      <w:r w:rsidRPr="00575828">
        <w:rPr>
          <w:szCs w:val="28"/>
        </w:rPr>
        <w:t xml:space="preserve">в натурі (на  місцевості)  </w:t>
      </w:r>
      <w:r>
        <w:rPr>
          <w:szCs w:val="28"/>
        </w:rPr>
        <w:t xml:space="preserve"> </w:t>
      </w:r>
    </w:p>
    <w:p w:rsidR="00774964" w:rsidRDefault="00774964" w:rsidP="001B6D24"/>
    <w:p w:rsidR="00774964" w:rsidRDefault="00774964" w:rsidP="001B6D24">
      <w:r>
        <w:t xml:space="preserve"> </w:t>
      </w:r>
    </w:p>
    <w:p w:rsidR="00774964" w:rsidRDefault="00774964" w:rsidP="002A4BC3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«ім. Щорса» </w:t>
      </w:r>
      <w:r>
        <w:t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774964" w:rsidRPr="00FA4B13" w:rsidRDefault="00774964" w:rsidP="00FA4B13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частки (паю) </w:t>
      </w:r>
      <w:r w:rsidRPr="00022554">
        <w:rPr>
          <w:szCs w:val="28"/>
        </w:rPr>
        <w:t>колишнь</w:t>
      </w:r>
      <w:r>
        <w:rPr>
          <w:szCs w:val="28"/>
        </w:rPr>
        <w:t>ого КСП   «ім. Щорса»</w:t>
      </w:r>
      <w:r>
        <w:t xml:space="preserve"> в натурі (на місцевості) за межами населеного пункту на території Ворокомлівської сільської ради громадянину:</w:t>
      </w:r>
      <w:r w:rsidRPr="002A4BC3">
        <w:t xml:space="preserve"> </w:t>
      </w:r>
      <w:r>
        <w:t xml:space="preserve">  </w:t>
      </w:r>
    </w:p>
    <w:p w:rsidR="00774964" w:rsidRPr="006179CB" w:rsidRDefault="00774964" w:rsidP="00FA4B13">
      <w:pPr>
        <w:tabs>
          <w:tab w:val="left" w:pos="567"/>
        </w:tabs>
        <w:jc w:val="both"/>
      </w:pPr>
      <w:r w:rsidRPr="00841618">
        <w:tab/>
      </w:r>
      <w:r>
        <w:t>- Денисюку Миколі Миколайовичу, власнику сертифіката на право на земельну частку (пай) серії ВЛ № 0208917;</w:t>
      </w:r>
      <w:r w:rsidRPr="006179CB">
        <w:t xml:space="preserve"> </w:t>
      </w:r>
    </w:p>
    <w:p w:rsidR="00774964" w:rsidRDefault="00774964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774964" w:rsidRDefault="00774964" w:rsidP="001B6D24">
      <w:r>
        <w:t xml:space="preserve">         </w:t>
      </w:r>
    </w:p>
    <w:p w:rsidR="00774964" w:rsidRDefault="00774964" w:rsidP="001B6D24"/>
    <w:p w:rsidR="00774964" w:rsidRDefault="00774964" w:rsidP="001B6D24"/>
    <w:p w:rsidR="00774964" w:rsidRDefault="00774964" w:rsidP="001B6D24"/>
    <w:p w:rsidR="00774964" w:rsidRDefault="00774964" w:rsidP="001B6D24"/>
    <w:p w:rsidR="00774964" w:rsidRDefault="00774964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774964" w:rsidRPr="00E04C17" w:rsidRDefault="00774964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774964" w:rsidRPr="00B83396" w:rsidRDefault="00774964" w:rsidP="001B6D24">
      <w:pPr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Сус </w:t>
      </w:r>
      <w:r w:rsidRPr="00B83396">
        <w:rPr>
          <w:sz w:val="22"/>
          <w:szCs w:val="22"/>
        </w:rPr>
        <w:t>22368</w:t>
      </w:r>
    </w:p>
    <w:p w:rsidR="00774964" w:rsidRDefault="00774964" w:rsidP="001B6D24"/>
    <w:p w:rsidR="00774964" w:rsidRDefault="00774964" w:rsidP="001B6D24"/>
    <w:p w:rsidR="00774964" w:rsidRDefault="00774964" w:rsidP="001B6D24"/>
    <w:p w:rsidR="00774964" w:rsidRDefault="00774964" w:rsidP="001B6D24"/>
    <w:p w:rsidR="00774964" w:rsidRDefault="00774964" w:rsidP="001B6D24">
      <w:pPr>
        <w:rPr>
          <w:lang w:val="ru-RU"/>
        </w:rPr>
      </w:pPr>
    </w:p>
    <w:p w:rsidR="00774964" w:rsidRDefault="00774964" w:rsidP="001B6D24">
      <w:pPr>
        <w:rPr>
          <w:i/>
          <w:szCs w:val="28"/>
        </w:rPr>
      </w:pPr>
    </w:p>
    <w:p w:rsidR="00774964" w:rsidRPr="00022554" w:rsidRDefault="00774964">
      <w:pPr>
        <w:rPr>
          <w:szCs w:val="28"/>
        </w:rPr>
      </w:pPr>
      <w:bookmarkStart w:id="0" w:name="_GoBack"/>
      <w:bookmarkEnd w:id="0"/>
    </w:p>
    <w:sectPr w:rsidR="00774964" w:rsidRPr="00022554" w:rsidSect="00EE6B0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964" w:rsidRDefault="00774964" w:rsidP="00D113DB">
      <w:r>
        <w:separator/>
      </w:r>
    </w:p>
  </w:endnote>
  <w:endnote w:type="continuationSeparator" w:id="0">
    <w:p w:rsidR="00774964" w:rsidRDefault="00774964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964" w:rsidRDefault="00774964" w:rsidP="00D113DB">
      <w:r>
        <w:separator/>
      </w:r>
    </w:p>
  </w:footnote>
  <w:footnote w:type="continuationSeparator" w:id="0">
    <w:p w:rsidR="00774964" w:rsidRDefault="00774964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2554"/>
    <w:rsid w:val="00026AE3"/>
    <w:rsid w:val="00031CFB"/>
    <w:rsid w:val="00046327"/>
    <w:rsid w:val="00057720"/>
    <w:rsid w:val="00061630"/>
    <w:rsid w:val="00062975"/>
    <w:rsid w:val="00094177"/>
    <w:rsid w:val="0009683A"/>
    <w:rsid w:val="000A4A8C"/>
    <w:rsid w:val="000A66CA"/>
    <w:rsid w:val="000B33A3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63BDD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0259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E0180"/>
    <w:rsid w:val="002E3BA1"/>
    <w:rsid w:val="002F0344"/>
    <w:rsid w:val="00302869"/>
    <w:rsid w:val="00314FF4"/>
    <w:rsid w:val="00317988"/>
    <w:rsid w:val="0032639B"/>
    <w:rsid w:val="00333A2D"/>
    <w:rsid w:val="00361B5B"/>
    <w:rsid w:val="003869D8"/>
    <w:rsid w:val="00392DCF"/>
    <w:rsid w:val="003A0D83"/>
    <w:rsid w:val="003A4737"/>
    <w:rsid w:val="003E7F26"/>
    <w:rsid w:val="003F119B"/>
    <w:rsid w:val="003F5C28"/>
    <w:rsid w:val="003F60D4"/>
    <w:rsid w:val="00404023"/>
    <w:rsid w:val="00410F37"/>
    <w:rsid w:val="00424ADD"/>
    <w:rsid w:val="0042672A"/>
    <w:rsid w:val="00430C13"/>
    <w:rsid w:val="004312D4"/>
    <w:rsid w:val="00432E05"/>
    <w:rsid w:val="00456C12"/>
    <w:rsid w:val="004720B5"/>
    <w:rsid w:val="004A00FE"/>
    <w:rsid w:val="004A6BFA"/>
    <w:rsid w:val="004A772A"/>
    <w:rsid w:val="004C50C6"/>
    <w:rsid w:val="004E4F92"/>
    <w:rsid w:val="004E78E3"/>
    <w:rsid w:val="005019DB"/>
    <w:rsid w:val="00531C1A"/>
    <w:rsid w:val="005513FD"/>
    <w:rsid w:val="00554BDE"/>
    <w:rsid w:val="005566CA"/>
    <w:rsid w:val="0056747D"/>
    <w:rsid w:val="00575828"/>
    <w:rsid w:val="0058097B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179CB"/>
    <w:rsid w:val="00631319"/>
    <w:rsid w:val="00634288"/>
    <w:rsid w:val="006373EB"/>
    <w:rsid w:val="00656B73"/>
    <w:rsid w:val="006738DC"/>
    <w:rsid w:val="006A33E9"/>
    <w:rsid w:val="006A4DE2"/>
    <w:rsid w:val="006D7147"/>
    <w:rsid w:val="007029B2"/>
    <w:rsid w:val="007037A2"/>
    <w:rsid w:val="00713443"/>
    <w:rsid w:val="0072117A"/>
    <w:rsid w:val="0072381A"/>
    <w:rsid w:val="0072619F"/>
    <w:rsid w:val="00733EBD"/>
    <w:rsid w:val="00734695"/>
    <w:rsid w:val="00735620"/>
    <w:rsid w:val="00746268"/>
    <w:rsid w:val="007616F4"/>
    <w:rsid w:val="007641DC"/>
    <w:rsid w:val="00773500"/>
    <w:rsid w:val="00774168"/>
    <w:rsid w:val="00774964"/>
    <w:rsid w:val="00777A97"/>
    <w:rsid w:val="0079445D"/>
    <w:rsid w:val="00797978"/>
    <w:rsid w:val="007B63B8"/>
    <w:rsid w:val="007E405B"/>
    <w:rsid w:val="007F3E87"/>
    <w:rsid w:val="008057D9"/>
    <w:rsid w:val="00806C40"/>
    <w:rsid w:val="008109A9"/>
    <w:rsid w:val="00834A7C"/>
    <w:rsid w:val="00841618"/>
    <w:rsid w:val="00844C4E"/>
    <w:rsid w:val="00857CB6"/>
    <w:rsid w:val="00863430"/>
    <w:rsid w:val="00877E46"/>
    <w:rsid w:val="0088149D"/>
    <w:rsid w:val="00892163"/>
    <w:rsid w:val="0089774F"/>
    <w:rsid w:val="00897DA2"/>
    <w:rsid w:val="008E1FF3"/>
    <w:rsid w:val="008F77B9"/>
    <w:rsid w:val="00901791"/>
    <w:rsid w:val="00910FF2"/>
    <w:rsid w:val="0093721E"/>
    <w:rsid w:val="00937C7C"/>
    <w:rsid w:val="009428E8"/>
    <w:rsid w:val="009514F8"/>
    <w:rsid w:val="0096215E"/>
    <w:rsid w:val="00963C13"/>
    <w:rsid w:val="009723D1"/>
    <w:rsid w:val="009754B7"/>
    <w:rsid w:val="009A2F92"/>
    <w:rsid w:val="009C35F0"/>
    <w:rsid w:val="009F14FE"/>
    <w:rsid w:val="009F32C7"/>
    <w:rsid w:val="009F3D57"/>
    <w:rsid w:val="00A02A19"/>
    <w:rsid w:val="00A030D4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A301D"/>
    <w:rsid w:val="00AC2774"/>
    <w:rsid w:val="00B044C7"/>
    <w:rsid w:val="00B142CC"/>
    <w:rsid w:val="00B169B5"/>
    <w:rsid w:val="00B43590"/>
    <w:rsid w:val="00B535A8"/>
    <w:rsid w:val="00B61131"/>
    <w:rsid w:val="00B67295"/>
    <w:rsid w:val="00B73321"/>
    <w:rsid w:val="00B83396"/>
    <w:rsid w:val="00B92097"/>
    <w:rsid w:val="00B9797B"/>
    <w:rsid w:val="00BA5BB5"/>
    <w:rsid w:val="00BB200E"/>
    <w:rsid w:val="00BB2BC6"/>
    <w:rsid w:val="00BC53C5"/>
    <w:rsid w:val="00BD1FAA"/>
    <w:rsid w:val="00BD7B5D"/>
    <w:rsid w:val="00BE2221"/>
    <w:rsid w:val="00BE72E5"/>
    <w:rsid w:val="00BE75D4"/>
    <w:rsid w:val="00BF3A06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816B1"/>
    <w:rsid w:val="00D90E3F"/>
    <w:rsid w:val="00DB4219"/>
    <w:rsid w:val="00DD6E4A"/>
    <w:rsid w:val="00E04C17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E6B0C"/>
    <w:rsid w:val="00EF0A5F"/>
    <w:rsid w:val="00F062A2"/>
    <w:rsid w:val="00F1208B"/>
    <w:rsid w:val="00F13711"/>
    <w:rsid w:val="00F2101F"/>
    <w:rsid w:val="00F519C4"/>
    <w:rsid w:val="00F57D91"/>
    <w:rsid w:val="00F64FC8"/>
    <w:rsid w:val="00F75AD7"/>
    <w:rsid w:val="00F77EE4"/>
    <w:rsid w:val="00F83EE9"/>
    <w:rsid w:val="00F93275"/>
    <w:rsid w:val="00FA0203"/>
    <w:rsid w:val="00FA4B13"/>
    <w:rsid w:val="00FA53BF"/>
    <w:rsid w:val="00FA710C"/>
    <w:rsid w:val="00FB5848"/>
    <w:rsid w:val="00FB5ED7"/>
    <w:rsid w:val="00FC67FF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4D7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4D75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4D7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064D75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64D75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58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237</Words>
  <Characters>1353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2016-05-19T08:43:00Z</cp:lastPrinted>
  <dcterms:created xsi:type="dcterms:W3CDTF">2016-06-09T08:10:00Z</dcterms:created>
  <dcterms:modified xsi:type="dcterms:W3CDTF">2016-06-09T08:10:00Z</dcterms:modified>
</cp:coreProperties>
</file>