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65" w:rsidRPr="00FE397B" w:rsidRDefault="00D80A65" w:rsidP="00D401B0">
      <w:pPr>
        <w:jc w:val="center"/>
        <w:rPr>
          <w:sz w:val="2"/>
          <w:szCs w:val="2"/>
        </w:rPr>
      </w:pPr>
    </w:p>
    <w:p w:rsidR="00D80A65" w:rsidRDefault="00D80A65" w:rsidP="00202D11">
      <w:pPr>
        <w:jc w:val="center"/>
        <w:rPr>
          <w:snapToGrid w:val="0"/>
          <w:spacing w:val="8"/>
        </w:rPr>
      </w:pPr>
      <w:r w:rsidRPr="00457BD4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6.5pt" o:preferrelative="f" filled="t" fillcolor="silver">
            <v:imagedata r:id="rId7" o:title=""/>
            <o:lock v:ext="edit" aspectratio="f"/>
          </v:shape>
        </w:pict>
      </w:r>
    </w:p>
    <w:p w:rsidR="00D80A65" w:rsidRDefault="00D80A65" w:rsidP="00202D11">
      <w:pPr>
        <w:ind w:firstLine="709"/>
        <w:jc w:val="center"/>
        <w:rPr>
          <w:b/>
          <w:bCs/>
          <w:spacing w:val="8"/>
          <w:sz w:val="16"/>
          <w:lang w:val="ru-RU"/>
        </w:rPr>
      </w:pPr>
    </w:p>
    <w:p w:rsidR="00D80A65" w:rsidRPr="00EB7DD2" w:rsidRDefault="00D80A65" w:rsidP="00202D11">
      <w:pPr>
        <w:pStyle w:val="Heading2"/>
        <w:jc w:val="center"/>
        <w:rPr>
          <w:rFonts w:ascii="Times New Roman" w:hAnsi="Times New Roman"/>
          <w:i w:val="0"/>
          <w:spacing w:val="14"/>
          <w:lang w:val="ru-RU"/>
        </w:rPr>
      </w:pPr>
      <w:r w:rsidRPr="00EB7DD2">
        <w:rPr>
          <w:rFonts w:ascii="Times New Roman" w:hAnsi="Times New Roman"/>
          <w:i w:val="0"/>
          <w:spacing w:val="14"/>
        </w:rPr>
        <w:t>КАМІНЬ–КАШИРСЬКА РАЙОННА ДЕРЖАВНА АДМІНІСТРАЦІЯ</w:t>
      </w:r>
    </w:p>
    <w:p w:rsidR="00D80A65" w:rsidRPr="00EB7DD2" w:rsidRDefault="00D80A65" w:rsidP="00202D11">
      <w:pPr>
        <w:jc w:val="center"/>
        <w:rPr>
          <w:b/>
          <w:szCs w:val="28"/>
          <w:lang w:val="ru-RU"/>
        </w:rPr>
      </w:pPr>
      <w:r w:rsidRPr="00EB7DD2">
        <w:rPr>
          <w:b/>
          <w:szCs w:val="28"/>
          <w:lang w:val="ru-RU"/>
        </w:rPr>
        <w:t>ВОЛИНСЬКОЇ  ОБЛАСТІ</w:t>
      </w:r>
    </w:p>
    <w:p w:rsidR="00D80A65" w:rsidRPr="00EB7DD2" w:rsidRDefault="00D80A65" w:rsidP="00202D11">
      <w:pPr>
        <w:pStyle w:val="Heading2"/>
        <w:jc w:val="center"/>
        <w:rPr>
          <w:rFonts w:ascii="Times New Roman" w:hAnsi="Times New Roman"/>
          <w:i w:val="0"/>
          <w:sz w:val="32"/>
          <w:szCs w:val="32"/>
        </w:rPr>
      </w:pPr>
      <w:r w:rsidRPr="00EB7DD2">
        <w:rPr>
          <w:rFonts w:ascii="Times New Roman" w:hAnsi="Times New Roman"/>
          <w:i w:val="0"/>
          <w:sz w:val="32"/>
          <w:szCs w:val="32"/>
        </w:rPr>
        <w:t>РОЗПОРЯДЖЕННЯ</w:t>
      </w:r>
    </w:p>
    <w:p w:rsidR="00D80A65" w:rsidRDefault="00D80A65" w:rsidP="00EB7DD2">
      <w:pPr>
        <w:ind w:firstLine="709"/>
        <w:rPr>
          <w:lang w:val="ru-RU"/>
        </w:rPr>
      </w:pPr>
    </w:p>
    <w:p w:rsidR="00D80A65" w:rsidRPr="008B5729" w:rsidRDefault="00D80A65" w:rsidP="00D73228">
      <w:pPr>
        <w:pStyle w:val="Title"/>
        <w:spacing w:line="360" w:lineRule="auto"/>
        <w:jc w:val="left"/>
        <w:rPr>
          <w:lang w:val="ru-RU"/>
        </w:rPr>
      </w:pPr>
      <w:r>
        <w:rPr>
          <w:szCs w:val="28"/>
        </w:rPr>
        <w:t xml:space="preserve">27 травня 2016 року    </w:t>
      </w:r>
      <w:r w:rsidRPr="00364A15">
        <w:t xml:space="preserve">     </w:t>
      </w:r>
      <w:r>
        <w:t xml:space="preserve"> </w:t>
      </w:r>
      <w:r w:rsidRPr="00364A15">
        <w:t xml:space="preserve"> </w:t>
      </w:r>
      <w:r>
        <w:t xml:space="preserve">  </w:t>
      </w:r>
      <w:r w:rsidRPr="00364A15">
        <w:t xml:space="preserve"> </w:t>
      </w:r>
      <w:r w:rsidRPr="00364A15">
        <w:rPr>
          <w:szCs w:val="28"/>
          <w:lang w:val="ru-RU"/>
        </w:rPr>
        <w:t>м.</w:t>
      </w:r>
      <w:r>
        <w:rPr>
          <w:szCs w:val="28"/>
          <w:lang w:val="ru-RU"/>
        </w:rPr>
        <w:t xml:space="preserve"> </w:t>
      </w:r>
      <w:r w:rsidRPr="00364A15">
        <w:rPr>
          <w:szCs w:val="28"/>
          <w:lang w:val="ru-RU"/>
        </w:rPr>
        <w:t>Камінь-Каширський</w:t>
      </w:r>
      <w:r w:rsidRPr="00364A15">
        <w:t xml:space="preserve">       </w:t>
      </w:r>
      <w:r>
        <w:t xml:space="preserve">        </w:t>
      </w:r>
      <w:r w:rsidRPr="00364A15">
        <w:t xml:space="preserve">          </w:t>
      </w:r>
      <w:r>
        <w:t xml:space="preserve">           </w:t>
      </w:r>
      <w:r w:rsidRPr="00364A15">
        <w:t>№</w:t>
      </w:r>
      <w:r>
        <w:rPr>
          <w:lang w:val="ru-RU"/>
        </w:rPr>
        <w:t xml:space="preserve"> 173</w:t>
      </w:r>
    </w:p>
    <w:p w:rsidR="00D80A65" w:rsidRDefault="00D80A65" w:rsidP="00D73228">
      <w:pPr>
        <w:spacing w:line="360" w:lineRule="auto"/>
        <w:rPr>
          <w:lang w:val="ru-RU"/>
        </w:rPr>
      </w:pPr>
    </w:p>
    <w:p w:rsidR="00D80A65" w:rsidRDefault="00D80A65" w:rsidP="00D73228">
      <w:pPr>
        <w:ind w:firstLine="1418"/>
        <w:rPr>
          <w:szCs w:val="28"/>
        </w:rPr>
      </w:pPr>
      <w:r w:rsidRPr="00772823">
        <w:rPr>
          <w:szCs w:val="28"/>
        </w:rPr>
        <w:t xml:space="preserve">Про </w:t>
      </w:r>
      <w:r>
        <w:rPr>
          <w:szCs w:val="28"/>
        </w:rPr>
        <w:t>утворення комісії з прийняття  водного об’єкта (ставків),</w:t>
      </w:r>
    </w:p>
    <w:p w:rsidR="00D80A65" w:rsidRDefault="00D80A65" w:rsidP="00D73228">
      <w:pPr>
        <w:ind w:firstLine="1418"/>
        <w:rPr>
          <w:szCs w:val="28"/>
        </w:rPr>
      </w:pPr>
      <w:r>
        <w:rPr>
          <w:szCs w:val="28"/>
        </w:rPr>
        <w:t>які розташовані на території  Клітицької сільської ради</w:t>
      </w:r>
    </w:p>
    <w:p w:rsidR="00D80A65" w:rsidRDefault="00D80A65" w:rsidP="00D73228">
      <w:pPr>
        <w:ind w:firstLine="1418"/>
        <w:rPr>
          <w:szCs w:val="28"/>
        </w:rPr>
      </w:pPr>
      <w:r>
        <w:rPr>
          <w:szCs w:val="28"/>
        </w:rPr>
        <w:t>(за межами населених  пунктів) та фактично зайняту</w:t>
      </w:r>
    </w:p>
    <w:p w:rsidR="00D80A65" w:rsidRDefault="00D80A65" w:rsidP="00D73228">
      <w:pPr>
        <w:ind w:firstLine="1418"/>
        <w:rPr>
          <w:szCs w:val="28"/>
        </w:rPr>
      </w:pPr>
      <w:r>
        <w:rPr>
          <w:szCs w:val="28"/>
        </w:rPr>
        <w:t>земельну ділянку, яка знаходиться в користуванні</w:t>
      </w:r>
    </w:p>
    <w:p w:rsidR="00D80A65" w:rsidRDefault="00D80A65" w:rsidP="00D73228">
      <w:pPr>
        <w:ind w:firstLine="1418"/>
        <w:rPr>
          <w:szCs w:val="28"/>
        </w:rPr>
      </w:pPr>
      <w:r>
        <w:rPr>
          <w:szCs w:val="28"/>
        </w:rPr>
        <w:t>громадянина Коваля Олександра Івановича</w:t>
      </w:r>
    </w:p>
    <w:p w:rsidR="00D80A65" w:rsidRDefault="00D80A65" w:rsidP="00207237">
      <w:pPr>
        <w:jc w:val="both"/>
        <w:rPr>
          <w:szCs w:val="28"/>
        </w:rPr>
      </w:pPr>
    </w:p>
    <w:p w:rsidR="00D80A65" w:rsidRDefault="00D80A65" w:rsidP="009A61EB">
      <w:pPr>
        <w:ind w:firstLine="708"/>
        <w:jc w:val="both"/>
        <w:rPr>
          <w:szCs w:val="28"/>
        </w:rPr>
      </w:pPr>
      <w:r>
        <w:rPr>
          <w:szCs w:val="28"/>
        </w:rPr>
        <w:t>Відповідно до ст. 6, 13  Закону України «Про місцеві державні адміністрації»; з метою та дотриманням умов договору оренди водного об’єкта (ставків), які знаходяться за межами населеного пункту на території Клітицької сільської ради Камінь – Каширського району, укладеного між головою районної державної адміністрації та громадянином Ковалем Олександром Івановичем:</w:t>
      </w:r>
    </w:p>
    <w:p w:rsidR="00D80A65" w:rsidRDefault="00D80A65" w:rsidP="009A61E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B69">
        <w:rPr>
          <w:rFonts w:ascii="Times New Roman" w:hAnsi="Times New Roman"/>
          <w:sz w:val="28"/>
          <w:szCs w:val="28"/>
        </w:rPr>
        <w:t xml:space="preserve">Утворити  комісію </w:t>
      </w:r>
      <w:r>
        <w:rPr>
          <w:rFonts w:ascii="Times New Roman" w:hAnsi="Times New Roman"/>
          <w:sz w:val="28"/>
          <w:szCs w:val="28"/>
        </w:rPr>
        <w:t xml:space="preserve">з прийняття </w:t>
      </w:r>
      <w:r w:rsidRPr="00732B69">
        <w:rPr>
          <w:rFonts w:ascii="Times New Roman" w:hAnsi="Times New Roman"/>
          <w:sz w:val="28"/>
          <w:szCs w:val="28"/>
        </w:rPr>
        <w:t xml:space="preserve"> водного </w:t>
      </w:r>
      <w:r>
        <w:rPr>
          <w:rFonts w:ascii="Times New Roman" w:hAnsi="Times New Roman"/>
          <w:sz w:val="28"/>
          <w:szCs w:val="28"/>
        </w:rPr>
        <w:t xml:space="preserve"> об’єкта (ставків</w:t>
      </w:r>
      <w:r w:rsidRPr="00732B6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732B69">
        <w:rPr>
          <w:rFonts w:ascii="Times New Roman" w:hAnsi="Times New Roman"/>
          <w:sz w:val="28"/>
          <w:szCs w:val="28"/>
        </w:rPr>
        <w:t xml:space="preserve"> які розташовані на території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2B69">
        <w:rPr>
          <w:rFonts w:ascii="Times New Roman" w:hAnsi="Times New Roman"/>
          <w:sz w:val="28"/>
          <w:szCs w:val="28"/>
        </w:rPr>
        <w:t xml:space="preserve">Клітицької сільської ради </w:t>
      </w:r>
      <w:r>
        <w:rPr>
          <w:rFonts w:ascii="Times New Roman" w:hAnsi="Times New Roman"/>
          <w:sz w:val="28"/>
          <w:szCs w:val="28"/>
        </w:rPr>
        <w:t>(</w:t>
      </w:r>
      <w:r w:rsidRPr="00732B69">
        <w:rPr>
          <w:rFonts w:ascii="Times New Roman" w:hAnsi="Times New Roman"/>
          <w:sz w:val="28"/>
          <w:szCs w:val="28"/>
        </w:rPr>
        <w:t xml:space="preserve">за межами населених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2B69">
        <w:rPr>
          <w:rFonts w:ascii="Times New Roman" w:hAnsi="Times New Roman"/>
          <w:sz w:val="28"/>
          <w:szCs w:val="28"/>
        </w:rPr>
        <w:t>пунктів</w:t>
      </w:r>
      <w:r>
        <w:rPr>
          <w:rFonts w:ascii="Times New Roman" w:hAnsi="Times New Roman"/>
          <w:sz w:val="28"/>
          <w:szCs w:val="28"/>
        </w:rPr>
        <w:t>) та фактично зайнятої земельної</w:t>
      </w:r>
      <w:r w:rsidRPr="00732B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ділянки</w:t>
      </w:r>
      <w:r w:rsidRPr="00732B6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та затвердити її персональний склад, що додається.</w:t>
      </w:r>
    </w:p>
    <w:p w:rsidR="00D80A65" w:rsidRPr="00732B69" w:rsidRDefault="00D80A65" w:rsidP="009A61E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цього розпорядження залишаю за собою</w:t>
      </w:r>
    </w:p>
    <w:p w:rsidR="00D80A65" w:rsidRDefault="00D80A65" w:rsidP="00207237">
      <w:pPr>
        <w:spacing w:line="360" w:lineRule="auto"/>
        <w:jc w:val="both"/>
        <w:rPr>
          <w:szCs w:val="28"/>
        </w:rPr>
      </w:pPr>
    </w:p>
    <w:p w:rsidR="00D80A65" w:rsidRDefault="00D80A65" w:rsidP="00207237">
      <w:pPr>
        <w:spacing w:line="360" w:lineRule="auto"/>
        <w:jc w:val="both"/>
        <w:rPr>
          <w:szCs w:val="28"/>
        </w:rPr>
      </w:pPr>
    </w:p>
    <w:p w:rsidR="00D80A65" w:rsidRDefault="00D80A65" w:rsidP="00A1725A">
      <w:pPr>
        <w:spacing w:line="360" w:lineRule="auto"/>
        <w:rPr>
          <w:szCs w:val="28"/>
        </w:rPr>
      </w:pPr>
      <w:r>
        <w:rPr>
          <w:szCs w:val="28"/>
        </w:rPr>
        <w:t xml:space="preserve">Перший заступник   голови                                                                 </w:t>
      </w:r>
      <w:r w:rsidRPr="003A3A4D">
        <w:rPr>
          <w:b/>
          <w:szCs w:val="28"/>
        </w:rPr>
        <w:t>О.МИХАЛІК</w:t>
      </w:r>
    </w:p>
    <w:p w:rsidR="00D80A65" w:rsidRDefault="00D80A65" w:rsidP="00207237">
      <w:pPr>
        <w:rPr>
          <w:szCs w:val="28"/>
        </w:rPr>
      </w:pPr>
    </w:p>
    <w:p w:rsidR="00D80A65" w:rsidRDefault="00D80A65" w:rsidP="00207237">
      <w:pPr>
        <w:rPr>
          <w:szCs w:val="28"/>
        </w:rPr>
      </w:pPr>
      <w:r>
        <w:rPr>
          <w:szCs w:val="28"/>
        </w:rPr>
        <w:t>Мартинюк 23107</w:t>
      </w:r>
    </w:p>
    <w:p w:rsidR="00D80A65" w:rsidRDefault="00D80A65" w:rsidP="00207237">
      <w:pPr>
        <w:rPr>
          <w:szCs w:val="28"/>
        </w:rPr>
      </w:pPr>
      <w:r>
        <w:rPr>
          <w:szCs w:val="28"/>
        </w:rPr>
        <w:br w:type="page"/>
      </w:r>
    </w:p>
    <w:p w:rsidR="00D80A65" w:rsidRDefault="00D80A65" w:rsidP="00207237">
      <w:pPr>
        <w:spacing w:line="360" w:lineRule="auto"/>
        <w:ind w:firstLine="5387"/>
        <w:rPr>
          <w:szCs w:val="28"/>
        </w:rPr>
      </w:pPr>
      <w:r>
        <w:rPr>
          <w:szCs w:val="28"/>
        </w:rPr>
        <w:t>ЗАТВЕРДЖЕНО</w:t>
      </w:r>
    </w:p>
    <w:p w:rsidR="00D80A65" w:rsidRDefault="00D80A65" w:rsidP="00207237">
      <w:pPr>
        <w:spacing w:line="360" w:lineRule="auto"/>
        <w:ind w:firstLine="5387"/>
        <w:rPr>
          <w:szCs w:val="28"/>
        </w:rPr>
      </w:pPr>
      <w:r>
        <w:rPr>
          <w:szCs w:val="28"/>
        </w:rPr>
        <w:t xml:space="preserve">розпорядження голови </w:t>
      </w:r>
    </w:p>
    <w:p w:rsidR="00D80A65" w:rsidRDefault="00D80A65" w:rsidP="00207237">
      <w:pPr>
        <w:spacing w:line="360" w:lineRule="auto"/>
        <w:ind w:firstLine="5387"/>
        <w:rPr>
          <w:szCs w:val="28"/>
        </w:rPr>
      </w:pPr>
      <w:r>
        <w:rPr>
          <w:szCs w:val="28"/>
        </w:rPr>
        <w:t xml:space="preserve">районної державної адміністрації </w:t>
      </w:r>
    </w:p>
    <w:p w:rsidR="00D80A65" w:rsidRDefault="00D80A65" w:rsidP="00207237">
      <w:pPr>
        <w:spacing w:line="360" w:lineRule="auto"/>
        <w:ind w:firstLine="5387"/>
        <w:rPr>
          <w:szCs w:val="28"/>
        </w:rPr>
      </w:pPr>
      <w:r>
        <w:rPr>
          <w:szCs w:val="28"/>
        </w:rPr>
        <w:t xml:space="preserve"> 27 травня  2016 року № 173</w:t>
      </w:r>
    </w:p>
    <w:p w:rsidR="00D80A65" w:rsidRPr="00220167" w:rsidRDefault="00D80A65" w:rsidP="00207237">
      <w:pPr>
        <w:rPr>
          <w:szCs w:val="28"/>
        </w:rPr>
      </w:pPr>
    </w:p>
    <w:p w:rsidR="00D80A65" w:rsidRDefault="00D80A65" w:rsidP="00207237">
      <w:pPr>
        <w:rPr>
          <w:szCs w:val="28"/>
        </w:rPr>
      </w:pPr>
    </w:p>
    <w:p w:rsidR="00D80A65" w:rsidRDefault="00D80A65" w:rsidP="0064629D">
      <w:pPr>
        <w:jc w:val="center"/>
        <w:rPr>
          <w:szCs w:val="28"/>
        </w:rPr>
      </w:pPr>
      <w:r>
        <w:rPr>
          <w:szCs w:val="28"/>
        </w:rPr>
        <w:t>Склад</w:t>
      </w:r>
    </w:p>
    <w:p w:rsidR="00D80A65" w:rsidRDefault="00D80A65" w:rsidP="0064629D">
      <w:pPr>
        <w:jc w:val="center"/>
        <w:rPr>
          <w:szCs w:val="28"/>
        </w:rPr>
      </w:pPr>
      <w:r>
        <w:rPr>
          <w:szCs w:val="28"/>
        </w:rPr>
        <w:t xml:space="preserve">комісії з прийняття  водного об’єкта (ставків), які розташовані </w:t>
      </w:r>
    </w:p>
    <w:p w:rsidR="00D80A65" w:rsidRDefault="00D80A65" w:rsidP="0064629D">
      <w:pPr>
        <w:jc w:val="center"/>
        <w:rPr>
          <w:szCs w:val="28"/>
        </w:rPr>
      </w:pPr>
      <w:r>
        <w:rPr>
          <w:szCs w:val="28"/>
        </w:rPr>
        <w:t>на території Клітицької сільської ради (за межами населених  пунктів) та фактично  зайнятої земельної ділянки</w:t>
      </w:r>
    </w:p>
    <w:p w:rsidR="00D80A65" w:rsidRPr="000D267D" w:rsidRDefault="00D80A65" w:rsidP="009E5E72">
      <w:pPr>
        <w:spacing w:line="360" w:lineRule="auto"/>
        <w:jc w:val="center"/>
        <w:rPr>
          <w:szCs w:val="28"/>
        </w:rPr>
      </w:pPr>
    </w:p>
    <w:tbl>
      <w:tblPr>
        <w:tblW w:w="9886" w:type="dxa"/>
        <w:tblLook w:val="00A0"/>
      </w:tblPr>
      <w:tblGrid>
        <w:gridCol w:w="3040"/>
        <w:gridCol w:w="6846"/>
      </w:tblGrid>
      <w:tr w:rsidR="00D80A65" w:rsidRPr="001962E8" w:rsidTr="00207237">
        <w:trPr>
          <w:trHeight w:val="611"/>
        </w:trPr>
        <w:tc>
          <w:tcPr>
            <w:tcW w:w="3040" w:type="dxa"/>
          </w:tcPr>
          <w:p w:rsidR="00D80A65" w:rsidRPr="00207237" w:rsidRDefault="00D80A65" w:rsidP="00B42EF8">
            <w:pPr>
              <w:jc w:val="center"/>
              <w:rPr>
                <w:rFonts w:eastAsia="MS Mincho"/>
                <w:szCs w:val="28"/>
              </w:rPr>
            </w:pPr>
            <w:r w:rsidRPr="00207237">
              <w:rPr>
                <w:rFonts w:eastAsia="MS Mincho"/>
                <w:szCs w:val="28"/>
              </w:rPr>
              <w:t>МИХАЛІК  Олександр Юрійович</w:t>
            </w:r>
          </w:p>
        </w:tc>
        <w:tc>
          <w:tcPr>
            <w:tcW w:w="6846" w:type="dxa"/>
          </w:tcPr>
          <w:p w:rsidR="00D80A65" w:rsidRPr="00207237" w:rsidRDefault="00D80A65" w:rsidP="00B42EF8">
            <w:pPr>
              <w:pStyle w:val="PlainTex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7237"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  <w:t>- перший заступник  голови районної державної адміністрації</w:t>
            </w:r>
          </w:p>
        </w:tc>
      </w:tr>
      <w:tr w:rsidR="00D80A65" w:rsidRPr="00BB747D" w:rsidTr="00207237">
        <w:trPr>
          <w:trHeight w:val="80"/>
        </w:trPr>
        <w:tc>
          <w:tcPr>
            <w:tcW w:w="9886" w:type="dxa"/>
            <w:gridSpan w:val="2"/>
          </w:tcPr>
          <w:p w:rsidR="00D80A65" w:rsidRPr="00207237" w:rsidRDefault="00D80A65" w:rsidP="00B42EF8">
            <w:pPr>
              <w:pStyle w:val="PlainText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80A65" w:rsidRPr="00BB747D" w:rsidTr="00207237">
        <w:trPr>
          <w:trHeight w:val="583"/>
        </w:trPr>
        <w:tc>
          <w:tcPr>
            <w:tcW w:w="3040" w:type="dxa"/>
          </w:tcPr>
          <w:p w:rsidR="00D80A65" w:rsidRPr="00207237" w:rsidRDefault="00D80A65" w:rsidP="00B42EF8">
            <w:pPr>
              <w:pStyle w:val="PlainTex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72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МАРТИНЮК</w:t>
            </w:r>
          </w:p>
          <w:p w:rsidR="00D80A65" w:rsidRPr="00207237" w:rsidRDefault="00D80A65" w:rsidP="00B42EF8">
            <w:pPr>
              <w:pStyle w:val="PlainTex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72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6846" w:type="dxa"/>
          </w:tcPr>
          <w:p w:rsidR="00D80A65" w:rsidRPr="00207237" w:rsidRDefault="00D80A65" w:rsidP="00B42EF8">
            <w:pPr>
              <w:jc w:val="both"/>
              <w:rPr>
                <w:szCs w:val="28"/>
              </w:rPr>
            </w:pPr>
            <w:r w:rsidRPr="00207237">
              <w:rPr>
                <w:szCs w:val="28"/>
              </w:rPr>
              <w:t>- заступник  начальника управління, завідуючий  сектором  розвитку виробничих галузей управління агропромислового розвитку райдержадміністрації</w:t>
            </w:r>
          </w:p>
        </w:tc>
      </w:tr>
    </w:tbl>
    <w:tbl>
      <w:tblPr>
        <w:tblpPr w:leftFromText="180" w:rightFromText="180" w:vertAnchor="text" w:horzAnchor="margin" w:tblpY="279"/>
        <w:tblW w:w="9886" w:type="dxa"/>
        <w:tblLook w:val="00A0"/>
      </w:tblPr>
      <w:tblGrid>
        <w:gridCol w:w="3040"/>
        <w:gridCol w:w="6846"/>
      </w:tblGrid>
      <w:tr w:rsidR="00D80A65" w:rsidRPr="00E4022D" w:rsidTr="00D9427D">
        <w:trPr>
          <w:trHeight w:val="641"/>
        </w:trPr>
        <w:tc>
          <w:tcPr>
            <w:tcW w:w="3040" w:type="dxa"/>
          </w:tcPr>
          <w:p w:rsidR="00D80A65" w:rsidRDefault="00D80A65" w:rsidP="00B42EF8">
            <w:pPr>
              <w:pStyle w:val="PlainText"/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  <w:t>МЕЛЬНИЧУК     Сергій Адамович</w:t>
            </w:r>
          </w:p>
          <w:p w:rsidR="00D80A65" w:rsidRPr="00E4022D" w:rsidRDefault="00D80A65" w:rsidP="00B42EF8">
            <w:pPr>
              <w:pStyle w:val="PlainText"/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46" w:type="dxa"/>
          </w:tcPr>
          <w:p w:rsidR="00D80A65" w:rsidRPr="00E4022D" w:rsidRDefault="00D80A65" w:rsidP="00B42EF8">
            <w:pPr>
              <w:pStyle w:val="PlainText"/>
              <w:ind w:left="33"/>
              <w:jc w:val="both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-  заступник начальника управління водного господарства і водних ресурсів (за згодою)</w:t>
            </w:r>
          </w:p>
        </w:tc>
      </w:tr>
      <w:tr w:rsidR="00D80A65" w:rsidRPr="00E4022D" w:rsidTr="00D9427D">
        <w:trPr>
          <w:trHeight w:val="583"/>
        </w:trPr>
        <w:tc>
          <w:tcPr>
            <w:tcW w:w="3040" w:type="dxa"/>
          </w:tcPr>
          <w:p w:rsidR="00D80A65" w:rsidRPr="00E4022D" w:rsidRDefault="00D80A65" w:rsidP="00B42EF8">
            <w:pPr>
              <w:pStyle w:val="PlainText"/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  <w:t>ЗУБАЧ            Анатолій Петрович</w:t>
            </w:r>
          </w:p>
        </w:tc>
        <w:tc>
          <w:tcPr>
            <w:tcW w:w="6846" w:type="dxa"/>
          </w:tcPr>
          <w:p w:rsidR="00D80A65" w:rsidRDefault="00D80A65" w:rsidP="00B42EF8">
            <w:pPr>
              <w:pStyle w:val="PlainText"/>
              <w:ind w:left="33"/>
              <w:jc w:val="both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  <w:t xml:space="preserve">-  провідний спеціаліст сектору державного земельного кадастру відділу Держгеокадастру у Камінь - Каширському районі </w:t>
            </w:r>
            <w:r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(за згодою)</w:t>
            </w:r>
          </w:p>
          <w:p w:rsidR="00D80A65" w:rsidRPr="00E4022D" w:rsidRDefault="00D80A65" w:rsidP="00B42EF8">
            <w:pPr>
              <w:pStyle w:val="PlainText"/>
              <w:ind w:left="33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80A65" w:rsidRPr="00E4022D" w:rsidTr="00D9427D">
        <w:trPr>
          <w:trHeight w:val="1123"/>
        </w:trPr>
        <w:tc>
          <w:tcPr>
            <w:tcW w:w="3040" w:type="dxa"/>
          </w:tcPr>
          <w:p w:rsidR="00D80A65" w:rsidRDefault="00D80A65" w:rsidP="00B42EF8">
            <w:pPr>
              <w:pStyle w:val="PlainText"/>
              <w:jc w:val="both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 xml:space="preserve">СКЛЕЗЬ       </w:t>
            </w:r>
          </w:p>
          <w:p w:rsidR="00D80A65" w:rsidRPr="004B7E94" w:rsidRDefault="00D80A65" w:rsidP="00B42EF8">
            <w:pPr>
              <w:pStyle w:val="PlainText"/>
              <w:jc w:val="both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Степан Степанович</w:t>
            </w:r>
          </w:p>
        </w:tc>
        <w:tc>
          <w:tcPr>
            <w:tcW w:w="6846" w:type="dxa"/>
          </w:tcPr>
          <w:p w:rsidR="00D80A65" w:rsidRPr="004B7E94" w:rsidRDefault="00D80A65" w:rsidP="00B42EF8">
            <w:pPr>
              <w:pStyle w:val="PlainText"/>
              <w:jc w:val="both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- Клітицький сільський голова (за згодою)</w:t>
            </w:r>
          </w:p>
        </w:tc>
      </w:tr>
      <w:tr w:rsidR="00D80A65" w:rsidRPr="00E4022D" w:rsidTr="00D9427D">
        <w:trPr>
          <w:trHeight w:val="583"/>
        </w:trPr>
        <w:tc>
          <w:tcPr>
            <w:tcW w:w="3040" w:type="dxa"/>
          </w:tcPr>
          <w:p w:rsidR="00D80A65" w:rsidRPr="00E4022D" w:rsidRDefault="00D80A65" w:rsidP="00B42EF8">
            <w:pPr>
              <w:pStyle w:val="PlainText"/>
              <w:ind w:left="33"/>
              <w:jc w:val="both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КОВАЛЬ      Олександр Іванович</w:t>
            </w:r>
          </w:p>
        </w:tc>
        <w:tc>
          <w:tcPr>
            <w:tcW w:w="6846" w:type="dxa"/>
          </w:tcPr>
          <w:p w:rsidR="00D80A65" w:rsidRPr="00E4022D" w:rsidRDefault="00D80A65" w:rsidP="00B42EF8">
            <w:pPr>
              <w:pStyle w:val="PlainText"/>
              <w:ind w:left="33"/>
              <w:jc w:val="both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- орендар водного об’єкта (за згодою)</w:t>
            </w:r>
          </w:p>
        </w:tc>
      </w:tr>
    </w:tbl>
    <w:p w:rsidR="00D80A65" w:rsidRDefault="00D80A65" w:rsidP="009E5E72">
      <w:pPr>
        <w:spacing w:line="360" w:lineRule="auto"/>
      </w:pPr>
    </w:p>
    <w:p w:rsidR="00D80A65" w:rsidRPr="00220167" w:rsidRDefault="00D80A65" w:rsidP="00924F82">
      <w:pPr>
        <w:spacing w:line="360" w:lineRule="auto"/>
        <w:rPr>
          <w:szCs w:val="28"/>
        </w:rPr>
      </w:pPr>
    </w:p>
    <w:p w:rsidR="00D80A65" w:rsidRDefault="00D80A65" w:rsidP="00EB7DD2">
      <w:pPr>
        <w:jc w:val="center"/>
        <w:rPr>
          <w:lang w:val="ru-RU"/>
        </w:rPr>
      </w:pPr>
    </w:p>
    <w:sectPr w:rsidR="00D80A65" w:rsidSect="00207237"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A65" w:rsidRDefault="00D80A65">
      <w:r>
        <w:separator/>
      </w:r>
    </w:p>
  </w:endnote>
  <w:endnote w:type="continuationSeparator" w:id="0">
    <w:p w:rsidR="00D80A65" w:rsidRDefault="00D80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A65" w:rsidRDefault="00D80A65">
      <w:r>
        <w:separator/>
      </w:r>
    </w:p>
  </w:footnote>
  <w:footnote w:type="continuationSeparator" w:id="0">
    <w:p w:rsidR="00D80A65" w:rsidRDefault="00D80A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23ABE"/>
    <w:multiLevelType w:val="hybridMultilevel"/>
    <w:tmpl w:val="930CBF1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1B0"/>
    <w:rsid w:val="00002C8B"/>
    <w:rsid w:val="000103F7"/>
    <w:rsid w:val="00022A88"/>
    <w:rsid w:val="0002636C"/>
    <w:rsid w:val="00030F3A"/>
    <w:rsid w:val="000401D1"/>
    <w:rsid w:val="00044668"/>
    <w:rsid w:val="00051E8F"/>
    <w:rsid w:val="00052271"/>
    <w:rsid w:val="00055968"/>
    <w:rsid w:val="00055D3A"/>
    <w:rsid w:val="00056336"/>
    <w:rsid w:val="000601B9"/>
    <w:rsid w:val="000652A7"/>
    <w:rsid w:val="00074A8E"/>
    <w:rsid w:val="00082B2C"/>
    <w:rsid w:val="00082D42"/>
    <w:rsid w:val="00083E2E"/>
    <w:rsid w:val="000859B4"/>
    <w:rsid w:val="00093412"/>
    <w:rsid w:val="00097294"/>
    <w:rsid w:val="000A1A40"/>
    <w:rsid w:val="000A23D0"/>
    <w:rsid w:val="000A4535"/>
    <w:rsid w:val="000A51B5"/>
    <w:rsid w:val="000B0164"/>
    <w:rsid w:val="000B443A"/>
    <w:rsid w:val="000C0477"/>
    <w:rsid w:val="000C22A9"/>
    <w:rsid w:val="000C4468"/>
    <w:rsid w:val="000C7A82"/>
    <w:rsid w:val="000D0875"/>
    <w:rsid w:val="000D267D"/>
    <w:rsid w:val="000D2E60"/>
    <w:rsid w:val="000E428D"/>
    <w:rsid w:val="000E4DB6"/>
    <w:rsid w:val="000E5901"/>
    <w:rsid w:val="000E653C"/>
    <w:rsid w:val="000E6EB4"/>
    <w:rsid w:val="000F0AF3"/>
    <w:rsid w:val="000F4E8C"/>
    <w:rsid w:val="000F59EA"/>
    <w:rsid w:val="000F7872"/>
    <w:rsid w:val="00112BF1"/>
    <w:rsid w:val="00114AB6"/>
    <w:rsid w:val="0012111F"/>
    <w:rsid w:val="001279B1"/>
    <w:rsid w:val="00131955"/>
    <w:rsid w:val="00141174"/>
    <w:rsid w:val="00144767"/>
    <w:rsid w:val="001541F1"/>
    <w:rsid w:val="00154627"/>
    <w:rsid w:val="001607AD"/>
    <w:rsid w:val="00161E8F"/>
    <w:rsid w:val="00165364"/>
    <w:rsid w:val="00166D8B"/>
    <w:rsid w:val="00186FE8"/>
    <w:rsid w:val="001910B3"/>
    <w:rsid w:val="00192048"/>
    <w:rsid w:val="001935C6"/>
    <w:rsid w:val="001949E2"/>
    <w:rsid w:val="001962E8"/>
    <w:rsid w:val="001A09A5"/>
    <w:rsid w:val="001A4100"/>
    <w:rsid w:val="001B23C2"/>
    <w:rsid w:val="001B7F6E"/>
    <w:rsid w:val="001C4325"/>
    <w:rsid w:val="001C4D6C"/>
    <w:rsid w:val="001C631B"/>
    <w:rsid w:val="001C6FC2"/>
    <w:rsid w:val="001D1E08"/>
    <w:rsid w:val="001D29EE"/>
    <w:rsid w:val="001E593C"/>
    <w:rsid w:val="001E5FF0"/>
    <w:rsid w:val="001E67FB"/>
    <w:rsid w:val="001F15B1"/>
    <w:rsid w:val="001F2F8F"/>
    <w:rsid w:val="001F3E25"/>
    <w:rsid w:val="001F4050"/>
    <w:rsid w:val="001F46E8"/>
    <w:rsid w:val="001F4C79"/>
    <w:rsid w:val="001F7732"/>
    <w:rsid w:val="002020C8"/>
    <w:rsid w:val="00202D11"/>
    <w:rsid w:val="00205DFC"/>
    <w:rsid w:val="00207237"/>
    <w:rsid w:val="00212C89"/>
    <w:rsid w:val="00214341"/>
    <w:rsid w:val="00217202"/>
    <w:rsid w:val="00217611"/>
    <w:rsid w:val="00220167"/>
    <w:rsid w:val="002231D2"/>
    <w:rsid w:val="0024345B"/>
    <w:rsid w:val="00245377"/>
    <w:rsid w:val="002513C4"/>
    <w:rsid w:val="00251C55"/>
    <w:rsid w:val="00256269"/>
    <w:rsid w:val="00257A90"/>
    <w:rsid w:val="00262C88"/>
    <w:rsid w:val="00265D29"/>
    <w:rsid w:val="002676CE"/>
    <w:rsid w:val="00277C97"/>
    <w:rsid w:val="00283327"/>
    <w:rsid w:val="00286330"/>
    <w:rsid w:val="00286E13"/>
    <w:rsid w:val="002920EF"/>
    <w:rsid w:val="0029450B"/>
    <w:rsid w:val="002970BA"/>
    <w:rsid w:val="002A0D90"/>
    <w:rsid w:val="002A1165"/>
    <w:rsid w:val="002B5597"/>
    <w:rsid w:val="002B7170"/>
    <w:rsid w:val="002C0347"/>
    <w:rsid w:val="002C1661"/>
    <w:rsid w:val="002C3C17"/>
    <w:rsid w:val="002C51C0"/>
    <w:rsid w:val="002D282E"/>
    <w:rsid w:val="002D377C"/>
    <w:rsid w:val="002D4F80"/>
    <w:rsid w:val="002D7D5C"/>
    <w:rsid w:val="002E768D"/>
    <w:rsid w:val="002E7EF2"/>
    <w:rsid w:val="002F57F8"/>
    <w:rsid w:val="002F69C5"/>
    <w:rsid w:val="002F7755"/>
    <w:rsid w:val="003013FE"/>
    <w:rsid w:val="00304588"/>
    <w:rsid w:val="00311592"/>
    <w:rsid w:val="00315564"/>
    <w:rsid w:val="003162EC"/>
    <w:rsid w:val="00321F4F"/>
    <w:rsid w:val="003238AF"/>
    <w:rsid w:val="00324189"/>
    <w:rsid w:val="003303E4"/>
    <w:rsid w:val="00332527"/>
    <w:rsid w:val="00336FE2"/>
    <w:rsid w:val="00337A6F"/>
    <w:rsid w:val="0034286F"/>
    <w:rsid w:val="00343CFA"/>
    <w:rsid w:val="003447B6"/>
    <w:rsid w:val="00346596"/>
    <w:rsid w:val="00347CE9"/>
    <w:rsid w:val="0035330E"/>
    <w:rsid w:val="00364A15"/>
    <w:rsid w:val="003663FA"/>
    <w:rsid w:val="00366B88"/>
    <w:rsid w:val="00376D1A"/>
    <w:rsid w:val="00376D72"/>
    <w:rsid w:val="00381B35"/>
    <w:rsid w:val="00384E89"/>
    <w:rsid w:val="00386D94"/>
    <w:rsid w:val="003922DC"/>
    <w:rsid w:val="00392932"/>
    <w:rsid w:val="00396D51"/>
    <w:rsid w:val="003A039A"/>
    <w:rsid w:val="003A3A4D"/>
    <w:rsid w:val="003A698B"/>
    <w:rsid w:val="003A6F5F"/>
    <w:rsid w:val="003A7F18"/>
    <w:rsid w:val="003B0211"/>
    <w:rsid w:val="003B397C"/>
    <w:rsid w:val="003B6EC2"/>
    <w:rsid w:val="003C4D9C"/>
    <w:rsid w:val="003D1CF9"/>
    <w:rsid w:val="003D2A33"/>
    <w:rsid w:val="003D5E02"/>
    <w:rsid w:val="003D6C4A"/>
    <w:rsid w:val="003D76D4"/>
    <w:rsid w:val="003E0EBB"/>
    <w:rsid w:val="003E285F"/>
    <w:rsid w:val="003E4489"/>
    <w:rsid w:val="003E4E06"/>
    <w:rsid w:val="003F00C5"/>
    <w:rsid w:val="003F0912"/>
    <w:rsid w:val="003F0CE3"/>
    <w:rsid w:val="003F31C4"/>
    <w:rsid w:val="003F5466"/>
    <w:rsid w:val="003F55D4"/>
    <w:rsid w:val="003F64D2"/>
    <w:rsid w:val="004032A9"/>
    <w:rsid w:val="00406AB2"/>
    <w:rsid w:val="00407CE1"/>
    <w:rsid w:val="00415CA2"/>
    <w:rsid w:val="004164F5"/>
    <w:rsid w:val="004204C2"/>
    <w:rsid w:val="00420A7E"/>
    <w:rsid w:val="0042125F"/>
    <w:rsid w:val="004233F6"/>
    <w:rsid w:val="00423CE6"/>
    <w:rsid w:val="0042653F"/>
    <w:rsid w:val="00434012"/>
    <w:rsid w:val="00441935"/>
    <w:rsid w:val="00445D56"/>
    <w:rsid w:val="0045028E"/>
    <w:rsid w:val="00456986"/>
    <w:rsid w:val="00457BD4"/>
    <w:rsid w:val="00462D51"/>
    <w:rsid w:val="004663C9"/>
    <w:rsid w:val="004701EC"/>
    <w:rsid w:val="00480339"/>
    <w:rsid w:val="004804EC"/>
    <w:rsid w:val="004866F7"/>
    <w:rsid w:val="004867AC"/>
    <w:rsid w:val="00486C2D"/>
    <w:rsid w:val="00486C7F"/>
    <w:rsid w:val="00491CCA"/>
    <w:rsid w:val="004A0255"/>
    <w:rsid w:val="004A16E3"/>
    <w:rsid w:val="004A20DA"/>
    <w:rsid w:val="004A2565"/>
    <w:rsid w:val="004B042C"/>
    <w:rsid w:val="004B3E84"/>
    <w:rsid w:val="004B7E94"/>
    <w:rsid w:val="004E07CA"/>
    <w:rsid w:val="004F0119"/>
    <w:rsid w:val="004F0B2B"/>
    <w:rsid w:val="004F0BB8"/>
    <w:rsid w:val="0050045B"/>
    <w:rsid w:val="00520B3D"/>
    <w:rsid w:val="005303AA"/>
    <w:rsid w:val="00550CDA"/>
    <w:rsid w:val="00552BD7"/>
    <w:rsid w:val="005570B2"/>
    <w:rsid w:val="0056089B"/>
    <w:rsid w:val="005673B5"/>
    <w:rsid w:val="005759B1"/>
    <w:rsid w:val="00580BF3"/>
    <w:rsid w:val="00581291"/>
    <w:rsid w:val="0058232B"/>
    <w:rsid w:val="00592420"/>
    <w:rsid w:val="00596A3D"/>
    <w:rsid w:val="005A3BBA"/>
    <w:rsid w:val="005A5A0D"/>
    <w:rsid w:val="005B283E"/>
    <w:rsid w:val="005B33C6"/>
    <w:rsid w:val="005C036F"/>
    <w:rsid w:val="005C1380"/>
    <w:rsid w:val="005C2A93"/>
    <w:rsid w:val="005C2D05"/>
    <w:rsid w:val="005E1BA0"/>
    <w:rsid w:val="005E2A9E"/>
    <w:rsid w:val="00603679"/>
    <w:rsid w:val="00604E33"/>
    <w:rsid w:val="0060522F"/>
    <w:rsid w:val="0061571E"/>
    <w:rsid w:val="00616F32"/>
    <w:rsid w:val="00621457"/>
    <w:rsid w:val="006224FE"/>
    <w:rsid w:val="00633105"/>
    <w:rsid w:val="006448B1"/>
    <w:rsid w:val="0064629D"/>
    <w:rsid w:val="00650AC1"/>
    <w:rsid w:val="00651050"/>
    <w:rsid w:val="00653B33"/>
    <w:rsid w:val="006603C6"/>
    <w:rsid w:val="0066103E"/>
    <w:rsid w:val="006665BE"/>
    <w:rsid w:val="0066745C"/>
    <w:rsid w:val="00670430"/>
    <w:rsid w:val="006708E0"/>
    <w:rsid w:val="0067527F"/>
    <w:rsid w:val="006773A7"/>
    <w:rsid w:val="00682984"/>
    <w:rsid w:val="00692111"/>
    <w:rsid w:val="00697CD5"/>
    <w:rsid w:val="006A5560"/>
    <w:rsid w:val="006B3624"/>
    <w:rsid w:val="006B5246"/>
    <w:rsid w:val="006B7CA4"/>
    <w:rsid w:val="006C5BF9"/>
    <w:rsid w:val="006D18CE"/>
    <w:rsid w:val="006D292B"/>
    <w:rsid w:val="006D4A92"/>
    <w:rsid w:val="006D6125"/>
    <w:rsid w:val="006D6FA8"/>
    <w:rsid w:val="006E4066"/>
    <w:rsid w:val="0070436C"/>
    <w:rsid w:val="00706B92"/>
    <w:rsid w:val="00712C73"/>
    <w:rsid w:val="007137A8"/>
    <w:rsid w:val="00713C87"/>
    <w:rsid w:val="00714906"/>
    <w:rsid w:val="00723975"/>
    <w:rsid w:val="00732B69"/>
    <w:rsid w:val="007362AF"/>
    <w:rsid w:val="00743148"/>
    <w:rsid w:val="00745EF8"/>
    <w:rsid w:val="00761FD3"/>
    <w:rsid w:val="00762B19"/>
    <w:rsid w:val="00764BDD"/>
    <w:rsid w:val="007664B9"/>
    <w:rsid w:val="00772823"/>
    <w:rsid w:val="007751A0"/>
    <w:rsid w:val="00786813"/>
    <w:rsid w:val="0078700A"/>
    <w:rsid w:val="00794EAC"/>
    <w:rsid w:val="007B07A2"/>
    <w:rsid w:val="007B2B95"/>
    <w:rsid w:val="007C61B6"/>
    <w:rsid w:val="007D5383"/>
    <w:rsid w:val="007D6679"/>
    <w:rsid w:val="007E0211"/>
    <w:rsid w:val="007E2C1A"/>
    <w:rsid w:val="007E2FD3"/>
    <w:rsid w:val="007E40F0"/>
    <w:rsid w:val="007E6349"/>
    <w:rsid w:val="007E696F"/>
    <w:rsid w:val="007F060E"/>
    <w:rsid w:val="00800558"/>
    <w:rsid w:val="00812EB0"/>
    <w:rsid w:val="00815594"/>
    <w:rsid w:val="00820CFD"/>
    <w:rsid w:val="00825FAE"/>
    <w:rsid w:val="00830B95"/>
    <w:rsid w:val="00831E7D"/>
    <w:rsid w:val="00841431"/>
    <w:rsid w:val="00845CC5"/>
    <w:rsid w:val="00851272"/>
    <w:rsid w:val="0085153F"/>
    <w:rsid w:val="00855BA3"/>
    <w:rsid w:val="00856DFF"/>
    <w:rsid w:val="00861493"/>
    <w:rsid w:val="00862F8B"/>
    <w:rsid w:val="008677FB"/>
    <w:rsid w:val="00867B23"/>
    <w:rsid w:val="00871B22"/>
    <w:rsid w:val="00881B32"/>
    <w:rsid w:val="00891797"/>
    <w:rsid w:val="00895AA2"/>
    <w:rsid w:val="008978C0"/>
    <w:rsid w:val="008B00C8"/>
    <w:rsid w:val="008B5729"/>
    <w:rsid w:val="008C04D1"/>
    <w:rsid w:val="008C29D0"/>
    <w:rsid w:val="008C2D11"/>
    <w:rsid w:val="008C3DA8"/>
    <w:rsid w:val="008D1483"/>
    <w:rsid w:val="008D1784"/>
    <w:rsid w:val="008D3E9B"/>
    <w:rsid w:val="008E7221"/>
    <w:rsid w:val="008F4509"/>
    <w:rsid w:val="00900134"/>
    <w:rsid w:val="00914190"/>
    <w:rsid w:val="00915D31"/>
    <w:rsid w:val="00921E12"/>
    <w:rsid w:val="009223EE"/>
    <w:rsid w:val="00924F82"/>
    <w:rsid w:val="009253CA"/>
    <w:rsid w:val="0092681E"/>
    <w:rsid w:val="009364A4"/>
    <w:rsid w:val="00957499"/>
    <w:rsid w:val="00963C84"/>
    <w:rsid w:val="00972F2A"/>
    <w:rsid w:val="00973C65"/>
    <w:rsid w:val="00983DFC"/>
    <w:rsid w:val="00990407"/>
    <w:rsid w:val="009A1AF0"/>
    <w:rsid w:val="009A5917"/>
    <w:rsid w:val="009A61EB"/>
    <w:rsid w:val="009B3319"/>
    <w:rsid w:val="009B4049"/>
    <w:rsid w:val="009B5CB5"/>
    <w:rsid w:val="009D2C5E"/>
    <w:rsid w:val="009D6EA4"/>
    <w:rsid w:val="009E3F40"/>
    <w:rsid w:val="009E5E72"/>
    <w:rsid w:val="009F3134"/>
    <w:rsid w:val="009F3942"/>
    <w:rsid w:val="00A161A7"/>
    <w:rsid w:val="00A1725A"/>
    <w:rsid w:val="00A2075B"/>
    <w:rsid w:val="00A24320"/>
    <w:rsid w:val="00A303D9"/>
    <w:rsid w:val="00A3248A"/>
    <w:rsid w:val="00A4040B"/>
    <w:rsid w:val="00A47976"/>
    <w:rsid w:val="00A5554B"/>
    <w:rsid w:val="00A57116"/>
    <w:rsid w:val="00A57DFA"/>
    <w:rsid w:val="00A7781F"/>
    <w:rsid w:val="00A80112"/>
    <w:rsid w:val="00A874F0"/>
    <w:rsid w:val="00A93221"/>
    <w:rsid w:val="00A93807"/>
    <w:rsid w:val="00A94369"/>
    <w:rsid w:val="00A95548"/>
    <w:rsid w:val="00AA2E39"/>
    <w:rsid w:val="00AA3830"/>
    <w:rsid w:val="00AB0AA5"/>
    <w:rsid w:val="00AB4015"/>
    <w:rsid w:val="00AC20D4"/>
    <w:rsid w:val="00AC5B4E"/>
    <w:rsid w:val="00AD123A"/>
    <w:rsid w:val="00AD222A"/>
    <w:rsid w:val="00AD5488"/>
    <w:rsid w:val="00AD7CD0"/>
    <w:rsid w:val="00AE45A1"/>
    <w:rsid w:val="00AF0742"/>
    <w:rsid w:val="00AF0AC7"/>
    <w:rsid w:val="00AF7DC8"/>
    <w:rsid w:val="00B00576"/>
    <w:rsid w:val="00B15CD5"/>
    <w:rsid w:val="00B17D1B"/>
    <w:rsid w:val="00B32242"/>
    <w:rsid w:val="00B40AFE"/>
    <w:rsid w:val="00B42EF8"/>
    <w:rsid w:val="00B44406"/>
    <w:rsid w:val="00B44742"/>
    <w:rsid w:val="00B44B1C"/>
    <w:rsid w:val="00B4617E"/>
    <w:rsid w:val="00B47255"/>
    <w:rsid w:val="00B67E20"/>
    <w:rsid w:val="00B70156"/>
    <w:rsid w:val="00B73628"/>
    <w:rsid w:val="00B75C9E"/>
    <w:rsid w:val="00B75DC7"/>
    <w:rsid w:val="00B80E71"/>
    <w:rsid w:val="00B8253B"/>
    <w:rsid w:val="00B83EFE"/>
    <w:rsid w:val="00B91A6E"/>
    <w:rsid w:val="00B93FFE"/>
    <w:rsid w:val="00B9648C"/>
    <w:rsid w:val="00BA0531"/>
    <w:rsid w:val="00BA3347"/>
    <w:rsid w:val="00BA36D7"/>
    <w:rsid w:val="00BA6283"/>
    <w:rsid w:val="00BB747D"/>
    <w:rsid w:val="00BC6033"/>
    <w:rsid w:val="00BD02DB"/>
    <w:rsid w:val="00BD061C"/>
    <w:rsid w:val="00BD0AFB"/>
    <w:rsid w:val="00BD25F8"/>
    <w:rsid w:val="00BD69C4"/>
    <w:rsid w:val="00BE3663"/>
    <w:rsid w:val="00BF3A6A"/>
    <w:rsid w:val="00BF533A"/>
    <w:rsid w:val="00C02189"/>
    <w:rsid w:val="00C02256"/>
    <w:rsid w:val="00C0377D"/>
    <w:rsid w:val="00C22579"/>
    <w:rsid w:val="00C2284C"/>
    <w:rsid w:val="00C22CDB"/>
    <w:rsid w:val="00C26044"/>
    <w:rsid w:val="00C331C5"/>
    <w:rsid w:val="00C35983"/>
    <w:rsid w:val="00C45F08"/>
    <w:rsid w:val="00C5631B"/>
    <w:rsid w:val="00C610E3"/>
    <w:rsid w:val="00C66192"/>
    <w:rsid w:val="00C72D3C"/>
    <w:rsid w:val="00C75436"/>
    <w:rsid w:val="00C947AB"/>
    <w:rsid w:val="00C95D80"/>
    <w:rsid w:val="00CA0FB5"/>
    <w:rsid w:val="00CA4A5D"/>
    <w:rsid w:val="00CC1C71"/>
    <w:rsid w:val="00CD0E20"/>
    <w:rsid w:val="00CD1327"/>
    <w:rsid w:val="00CD2D5A"/>
    <w:rsid w:val="00CD4C74"/>
    <w:rsid w:val="00CD6B75"/>
    <w:rsid w:val="00CD6CD3"/>
    <w:rsid w:val="00CD70E8"/>
    <w:rsid w:val="00CE1612"/>
    <w:rsid w:val="00CE68F0"/>
    <w:rsid w:val="00CE7E2D"/>
    <w:rsid w:val="00CF5F4D"/>
    <w:rsid w:val="00CF7B09"/>
    <w:rsid w:val="00D01815"/>
    <w:rsid w:val="00D0290E"/>
    <w:rsid w:val="00D03321"/>
    <w:rsid w:val="00D0454D"/>
    <w:rsid w:val="00D06CF8"/>
    <w:rsid w:val="00D06D01"/>
    <w:rsid w:val="00D11B91"/>
    <w:rsid w:val="00D1460C"/>
    <w:rsid w:val="00D15AE4"/>
    <w:rsid w:val="00D33DCE"/>
    <w:rsid w:val="00D401B0"/>
    <w:rsid w:val="00D4179A"/>
    <w:rsid w:val="00D54873"/>
    <w:rsid w:val="00D54C39"/>
    <w:rsid w:val="00D55D85"/>
    <w:rsid w:val="00D568E9"/>
    <w:rsid w:val="00D571C2"/>
    <w:rsid w:val="00D57A99"/>
    <w:rsid w:val="00D606CA"/>
    <w:rsid w:val="00D62B8B"/>
    <w:rsid w:val="00D666A4"/>
    <w:rsid w:val="00D67530"/>
    <w:rsid w:val="00D73228"/>
    <w:rsid w:val="00D73394"/>
    <w:rsid w:val="00D77C31"/>
    <w:rsid w:val="00D80A65"/>
    <w:rsid w:val="00D8646A"/>
    <w:rsid w:val="00D872B3"/>
    <w:rsid w:val="00D9427D"/>
    <w:rsid w:val="00DA5A8B"/>
    <w:rsid w:val="00DB194C"/>
    <w:rsid w:val="00DB35CD"/>
    <w:rsid w:val="00DB47A8"/>
    <w:rsid w:val="00DB48CE"/>
    <w:rsid w:val="00DC03C0"/>
    <w:rsid w:val="00DC2925"/>
    <w:rsid w:val="00DE5E6B"/>
    <w:rsid w:val="00DE5ED9"/>
    <w:rsid w:val="00DE7E36"/>
    <w:rsid w:val="00DF4B12"/>
    <w:rsid w:val="00DF623E"/>
    <w:rsid w:val="00E01A77"/>
    <w:rsid w:val="00E03617"/>
    <w:rsid w:val="00E2205B"/>
    <w:rsid w:val="00E23981"/>
    <w:rsid w:val="00E24D0B"/>
    <w:rsid w:val="00E26AA3"/>
    <w:rsid w:val="00E30973"/>
    <w:rsid w:val="00E32031"/>
    <w:rsid w:val="00E401EC"/>
    <w:rsid w:val="00E4022D"/>
    <w:rsid w:val="00E4360E"/>
    <w:rsid w:val="00E43B71"/>
    <w:rsid w:val="00E448AD"/>
    <w:rsid w:val="00E55660"/>
    <w:rsid w:val="00E5665E"/>
    <w:rsid w:val="00E632FD"/>
    <w:rsid w:val="00E80B04"/>
    <w:rsid w:val="00E85488"/>
    <w:rsid w:val="00E87514"/>
    <w:rsid w:val="00E908EB"/>
    <w:rsid w:val="00E90B1D"/>
    <w:rsid w:val="00E948A0"/>
    <w:rsid w:val="00E949E2"/>
    <w:rsid w:val="00EA2976"/>
    <w:rsid w:val="00EA3754"/>
    <w:rsid w:val="00EA4429"/>
    <w:rsid w:val="00EA466F"/>
    <w:rsid w:val="00EA5F7F"/>
    <w:rsid w:val="00EA68FB"/>
    <w:rsid w:val="00EB3E9C"/>
    <w:rsid w:val="00EB4203"/>
    <w:rsid w:val="00EB7DD2"/>
    <w:rsid w:val="00EC294F"/>
    <w:rsid w:val="00EC4280"/>
    <w:rsid w:val="00EC5798"/>
    <w:rsid w:val="00ED1976"/>
    <w:rsid w:val="00ED212D"/>
    <w:rsid w:val="00ED5393"/>
    <w:rsid w:val="00ED5728"/>
    <w:rsid w:val="00EE39DA"/>
    <w:rsid w:val="00EF2BA8"/>
    <w:rsid w:val="00EF7B8D"/>
    <w:rsid w:val="00F04B14"/>
    <w:rsid w:val="00F05C80"/>
    <w:rsid w:val="00F17C39"/>
    <w:rsid w:val="00F24C4F"/>
    <w:rsid w:val="00F34B9E"/>
    <w:rsid w:val="00F3541A"/>
    <w:rsid w:val="00F35FAD"/>
    <w:rsid w:val="00F452EE"/>
    <w:rsid w:val="00F45472"/>
    <w:rsid w:val="00F675D2"/>
    <w:rsid w:val="00F71640"/>
    <w:rsid w:val="00F73DB8"/>
    <w:rsid w:val="00F807A9"/>
    <w:rsid w:val="00F81BA6"/>
    <w:rsid w:val="00F87B46"/>
    <w:rsid w:val="00F97B43"/>
    <w:rsid w:val="00FA254B"/>
    <w:rsid w:val="00FA2FB5"/>
    <w:rsid w:val="00FB54A3"/>
    <w:rsid w:val="00FB57FB"/>
    <w:rsid w:val="00FB5B25"/>
    <w:rsid w:val="00FC285F"/>
    <w:rsid w:val="00FC46A0"/>
    <w:rsid w:val="00FD2542"/>
    <w:rsid w:val="00FD2E35"/>
    <w:rsid w:val="00FD5B0D"/>
    <w:rsid w:val="00FE397B"/>
    <w:rsid w:val="00FF2CB6"/>
    <w:rsid w:val="00FF4FCD"/>
    <w:rsid w:val="00FF585D"/>
    <w:rsid w:val="00FF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1B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01B0"/>
    <w:pPr>
      <w:keepNext/>
      <w:jc w:val="center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FE397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401B0"/>
    <w:pPr>
      <w:keepNext/>
      <w:jc w:val="both"/>
      <w:outlineLvl w:val="3"/>
    </w:pPr>
  </w:style>
  <w:style w:type="paragraph" w:styleId="Heading6">
    <w:name w:val="heading 6"/>
    <w:basedOn w:val="Normal"/>
    <w:next w:val="Normal"/>
    <w:link w:val="Heading6Char"/>
    <w:uiPriority w:val="99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401B0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D401B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337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uk-UA"/>
    </w:rPr>
  </w:style>
  <w:style w:type="paragraph" w:styleId="Header">
    <w:name w:val="header"/>
    <w:basedOn w:val="Normal"/>
    <w:link w:val="HeaderChar"/>
    <w:uiPriority w:val="99"/>
    <w:rsid w:val="007E69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7E69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10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uk-UA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6603C6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EB7DD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CE7E2D"/>
    <w:pPr>
      <w:spacing w:after="120"/>
    </w:pPr>
    <w:rPr>
      <w:rFonts w:ascii="Antiqua" w:hAnsi="Antiqua"/>
      <w:sz w:val="2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character" w:customStyle="1" w:styleId="st">
    <w:name w:val="st"/>
    <w:basedOn w:val="DefaultParagraphFont"/>
    <w:uiPriority w:val="99"/>
    <w:rsid w:val="00CE7E2D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E7E2D"/>
    <w:rPr>
      <w:rFonts w:cs="Times New Roman"/>
      <w:i/>
    </w:rPr>
  </w:style>
  <w:style w:type="character" w:styleId="Strong">
    <w:name w:val="Strong"/>
    <w:basedOn w:val="DefaultParagraphFont"/>
    <w:uiPriority w:val="99"/>
    <w:qFormat/>
    <w:rsid w:val="00BC6033"/>
    <w:rPr>
      <w:rFonts w:cs="Times New Roman"/>
      <w:b/>
    </w:rPr>
  </w:style>
  <w:style w:type="paragraph" w:styleId="BodyText3">
    <w:name w:val="Body Text 3"/>
    <w:basedOn w:val="Normal"/>
    <w:link w:val="BodyText3Char"/>
    <w:uiPriority w:val="99"/>
    <w:rsid w:val="001C6FC2"/>
    <w:pPr>
      <w:spacing w:after="120"/>
    </w:pPr>
    <w:rPr>
      <w:rFonts w:ascii="Antiqua" w:hAnsi="Antiqu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uk-UA"/>
    </w:rPr>
  </w:style>
  <w:style w:type="paragraph" w:customStyle="1" w:styleId="1">
    <w:name w:val="Знак Знак Знак Знак Знак Знак Знак Знак Знак Знак Знак Знак1"/>
    <w:basedOn w:val="Normal"/>
    <w:uiPriority w:val="99"/>
    <w:rsid w:val="003F0CE3"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072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PlainText">
    <w:name w:val="Plain Text"/>
    <w:basedOn w:val="Normal"/>
    <w:link w:val="PlainTextChar"/>
    <w:uiPriority w:val="99"/>
    <w:rsid w:val="00207237"/>
    <w:rPr>
      <w:rFonts w:ascii="Courier New" w:eastAsia="Batang" w:hAnsi="Courier New" w:cs="Courier New"/>
      <w:sz w:val="20"/>
      <w:szCs w:val="20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07237"/>
    <w:rPr>
      <w:rFonts w:ascii="Courier New" w:eastAsia="Batang" w:hAnsi="Courier New" w:cs="Courier New"/>
      <w:lang w:val="ru-RU" w:eastAsia="ru-RU"/>
    </w:rPr>
  </w:style>
  <w:style w:type="table" w:styleId="TableGrid">
    <w:name w:val="Table Grid"/>
    <w:basedOn w:val="TableNormal"/>
    <w:uiPriority w:val="99"/>
    <w:rsid w:val="002072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0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1398</Words>
  <Characters>797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15 січня 2009 року                       м</dc:title>
  <dc:subject/>
  <dc:creator>1</dc:creator>
  <cp:keywords/>
  <dc:description/>
  <cp:lastModifiedBy>Admin</cp:lastModifiedBy>
  <cp:revision>4</cp:revision>
  <cp:lastPrinted>2016-03-21T11:07:00Z</cp:lastPrinted>
  <dcterms:created xsi:type="dcterms:W3CDTF">2016-05-30T08:43:00Z</dcterms:created>
  <dcterms:modified xsi:type="dcterms:W3CDTF">2016-06-10T06:44:00Z</dcterms:modified>
</cp:coreProperties>
</file>