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4FD" w:rsidRDefault="008774FD" w:rsidP="006F0F46">
      <w:pPr>
        <w:jc w:val="center"/>
        <w:rPr>
          <w:snapToGrid w:val="0"/>
          <w:spacing w:val="8"/>
          <w:sz w:val="24"/>
        </w:rPr>
      </w:pPr>
      <w:r w:rsidRPr="00EA3800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8774FD" w:rsidRDefault="008774FD" w:rsidP="002A4A36">
      <w:pPr>
        <w:spacing w:line="360" w:lineRule="auto"/>
        <w:rPr>
          <w:spacing w:val="8"/>
          <w:sz w:val="12"/>
          <w:szCs w:val="20"/>
        </w:rPr>
      </w:pPr>
    </w:p>
    <w:p w:rsidR="008774FD" w:rsidRPr="006A4DE2" w:rsidRDefault="008774FD" w:rsidP="002A4A36">
      <w:pPr>
        <w:pStyle w:val="Heading2"/>
        <w:rPr>
          <w:b/>
          <w:lang w:val="ru-RU"/>
        </w:rPr>
      </w:pPr>
      <w:r>
        <w:rPr>
          <w:b/>
        </w:rPr>
        <w:t xml:space="preserve"> К</w:t>
      </w:r>
      <w:bookmarkStart w:id="0" w:name="_GoBack"/>
      <w:bookmarkEnd w:id="0"/>
      <w:r>
        <w:rPr>
          <w:b/>
        </w:rPr>
        <w:t xml:space="preserve">АМІНЬ-КАШИРСЬКА </w:t>
      </w:r>
      <w:r w:rsidRPr="006A4DE2">
        <w:rPr>
          <w:b/>
        </w:rPr>
        <w:t>РАЙОННА ДЕРЖАВНА АДМІНІСТРАЦІЯ</w:t>
      </w:r>
    </w:p>
    <w:p w:rsidR="008774FD" w:rsidRPr="006A4DE2" w:rsidRDefault="008774FD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8774FD" w:rsidRDefault="008774FD" w:rsidP="002A4A36">
      <w:pPr>
        <w:jc w:val="center"/>
        <w:rPr>
          <w:b/>
          <w:sz w:val="16"/>
          <w:szCs w:val="16"/>
        </w:rPr>
      </w:pPr>
    </w:p>
    <w:p w:rsidR="008774FD" w:rsidRDefault="008774FD" w:rsidP="002A4A36">
      <w:pPr>
        <w:jc w:val="center"/>
        <w:rPr>
          <w:b/>
          <w:sz w:val="16"/>
          <w:szCs w:val="16"/>
        </w:rPr>
      </w:pPr>
    </w:p>
    <w:p w:rsidR="008774FD" w:rsidRDefault="008774FD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8774FD" w:rsidRDefault="008774FD" w:rsidP="00BE11DE">
      <w:pPr>
        <w:pStyle w:val="Title"/>
        <w:jc w:val="left"/>
        <w:rPr>
          <w:sz w:val="20"/>
          <w:szCs w:val="20"/>
        </w:rPr>
      </w:pPr>
    </w:p>
    <w:p w:rsidR="008774FD" w:rsidRDefault="008774FD" w:rsidP="00BE11DE">
      <w:pPr>
        <w:pStyle w:val="Title"/>
        <w:jc w:val="left"/>
        <w:rPr>
          <w:sz w:val="20"/>
          <w:szCs w:val="20"/>
        </w:rPr>
      </w:pPr>
    </w:p>
    <w:p w:rsidR="008774FD" w:rsidRDefault="008774FD" w:rsidP="00BE11DE">
      <w:pPr>
        <w:pStyle w:val="Title"/>
        <w:jc w:val="left"/>
      </w:pPr>
      <w:r>
        <w:rPr>
          <w:szCs w:val="28"/>
        </w:rPr>
        <w:t xml:space="preserve">25 травня 2016 року       </w:t>
      </w:r>
      <w:r>
        <w:t xml:space="preserve">        м.Камінь-Каширський</w:t>
      </w:r>
      <w:r>
        <w:tab/>
      </w:r>
      <w:r>
        <w:tab/>
      </w:r>
      <w:r>
        <w:tab/>
      </w:r>
      <w:r>
        <w:tab/>
        <w:t>№ 172</w:t>
      </w:r>
    </w:p>
    <w:p w:rsidR="008774FD" w:rsidRDefault="008774FD" w:rsidP="002A4A36">
      <w:pPr>
        <w:pStyle w:val="Title"/>
        <w:jc w:val="left"/>
      </w:pPr>
      <w:r>
        <w:t xml:space="preserve">           </w:t>
      </w:r>
    </w:p>
    <w:p w:rsidR="008774FD" w:rsidRDefault="008774FD" w:rsidP="008533AB">
      <w:r>
        <w:t xml:space="preserve">                     Про   затвердження   технічної   документації   із</w:t>
      </w:r>
    </w:p>
    <w:p w:rsidR="008774FD" w:rsidRDefault="008774FD" w:rsidP="008533AB">
      <w:r>
        <w:t xml:space="preserve">                     землеустрою щодо встановлення меж земельних  </w:t>
      </w:r>
    </w:p>
    <w:p w:rsidR="008774FD" w:rsidRPr="00FF0543" w:rsidRDefault="008774FD" w:rsidP="008533AB">
      <w:pPr>
        <w:rPr>
          <w:lang w:val="ru-RU"/>
        </w:rPr>
      </w:pPr>
      <w:r>
        <w:t xml:space="preserve">                     ділянок часток (паїв) колишнього </w:t>
      </w:r>
      <w:r>
        <w:rPr>
          <w:szCs w:val="28"/>
        </w:rPr>
        <w:t>КСП „Росія”</w:t>
      </w:r>
    </w:p>
    <w:p w:rsidR="008774FD" w:rsidRDefault="008774FD" w:rsidP="008533AB">
      <w:r>
        <w:t xml:space="preserve">                     в натурі (на  місцевості)  </w:t>
      </w:r>
    </w:p>
    <w:p w:rsidR="008774FD" w:rsidRDefault="008774FD" w:rsidP="00E41E7E">
      <w:r>
        <w:t xml:space="preserve">                     </w:t>
      </w:r>
    </w:p>
    <w:p w:rsidR="008774FD" w:rsidRDefault="008774FD" w:rsidP="00166819">
      <w:pPr>
        <w:ind w:firstLine="708"/>
        <w:jc w:val="both"/>
      </w:pPr>
      <w:r>
        <w:t xml:space="preserve">Розглянувши заяви власників земельних часток (паїв) колишнього                  </w:t>
      </w:r>
      <w:r>
        <w:rPr>
          <w:szCs w:val="28"/>
        </w:rPr>
        <w:t>КСП „Росія”</w:t>
      </w:r>
      <w:r>
        <w:t xml:space="preserve"> 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„Про порядок виділення в натурі (на місцевості) земельних ділянок власникам земельних часток (паїв)”, ст. 21 Закону України „Про державний земельний кадастр”, п. 7 ст.</w:t>
      </w:r>
      <w:r>
        <w:rPr>
          <w:lang w:val="ru-RU"/>
        </w:rPr>
        <w:t xml:space="preserve"> </w:t>
      </w:r>
      <w:r>
        <w:t>13 Закону України „Про місцеві державні адміністрації”:</w:t>
      </w:r>
    </w:p>
    <w:p w:rsidR="008774FD" w:rsidRPr="00E234EA" w:rsidRDefault="008774FD" w:rsidP="00166819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часток (паїв) </w:t>
      </w:r>
      <w:r>
        <w:t xml:space="preserve">колишнього </w:t>
      </w:r>
      <w:r>
        <w:rPr>
          <w:szCs w:val="28"/>
        </w:rPr>
        <w:t>КСП „Росія”</w:t>
      </w:r>
      <w:r>
        <w:t xml:space="preserve"> </w:t>
      </w:r>
      <w:r>
        <w:rPr>
          <w:szCs w:val="28"/>
        </w:rPr>
        <w:t xml:space="preserve"> в натурі (на місцевості) виділених </w:t>
      </w:r>
      <w:r w:rsidRPr="008D6223">
        <w:rPr>
          <w:szCs w:val="28"/>
        </w:rPr>
        <w:t>громадянам</w:t>
      </w:r>
      <w:r w:rsidRPr="0005754F">
        <w:rPr>
          <w:szCs w:val="28"/>
        </w:rPr>
        <w:t xml:space="preserve"> </w:t>
      </w:r>
      <w:r>
        <w:rPr>
          <w:szCs w:val="28"/>
        </w:rPr>
        <w:t xml:space="preserve">Войчуку М.П., Самко М.К., Давидюк Н.П. </w:t>
      </w:r>
      <w:r w:rsidRPr="00762588">
        <w:rPr>
          <w:szCs w:val="28"/>
        </w:rPr>
        <w:t xml:space="preserve">в  розмірі </w:t>
      </w:r>
      <w:r>
        <w:rPr>
          <w:szCs w:val="28"/>
        </w:rPr>
        <w:t xml:space="preserve"> земельної частки (паю) </w:t>
      </w:r>
      <w:r w:rsidRPr="00762588">
        <w:rPr>
          <w:szCs w:val="28"/>
        </w:rPr>
        <w:t>за  межами   населеного   пу</w:t>
      </w:r>
      <w:r>
        <w:rPr>
          <w:szCs w:val="28"/>
        </w:rPr>
        <w:t xml:space="preserve">нкту  на </w:t>
      </w:r>
      <w:r w:rsidRPr="00762588">
        <w:rPr>
          <w:szCs w:val="28"/>
        </w:rPr>
        <w:t xml:space="preserve">території  </w:t>
      </w:r>
      <w:r>
        <w:rPr>
          <w:szCs w:val="28"/>
        </w:rPr>
        <w:t xml:space="preserve">Тоболівської сільської ради </w:t>
      </w:r>
      <w:r w:rsidRPr="00762588">
        <w:rPr>
          <w:szCs w:val="28"/>
        </w:rPr>
        <w:t>Камінь-Каширського  району.</w:t>
      </w:r>
    </w:p>
    <w:p w:rsidR="008774FD" w:rsidRDefault="008774FD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Тоболівської сільської ради в розмірі частки (паю) </w:t>
      </w:r>
      <w:r>
        <w:t xml:space="preserve">колишнього </w:t>
      </w:r>
      <w:r>
        <w:rPr>
          <w:szCs w:val="28"/>
        </w:rPr>
        <w:t xml:space="preserve">КСП  „Росія” </w:t>
      </w:r>
      <w:r w:rsidRPr="008D6223">
        <w:t>громадянам:</w:t>
      </w:r>
      <w:r>
        <w:t xml:space="preserve"> </w:t>
      </w:r>
    </w:p>
    <w:p w:rsidR="008774FD" w:rsidRDefault="008774FD" w:rsidP="00166819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Войчуку Михайлу Панасовичу для ведення особистого селянського господарства, кадастрові номери зареєстрованих земельних ділянок: 0721487400:05:000:0538 площею </w:t>
      </w:r>
      <w:smartTag w:uri="urn:schemas-microsoft-com:office:smarttags" w:element="metricconverter">
        <w:smartTagPr>
          <w:attr w:name="ProductID" w:val="0,3563 га"/>
        </w:smartTagPr>
        <w:r>
          <w:rPr>
            <w:szCs w:val="28"/>
          </w:rPr>
          <w:t>0,3563 га</w:t>
        </w:r>
      </w:smartTag>
      <w:r>
        <w:rPr>
          <w:szCs w:val="28"/>
        </w:rPr>
        <w:t xml:space="preserve">, 0721487400:02:000:0171 площею </w:t>
      </w:r>
      <w:smartTag w:uri="urn:schemas-microsoft-com:office:smarttags" w:element="metricconverter">
        <w:smartTagPr>
          <w:attr w:name="ProductID" w:val="0,2858 га"/>
        </w:smartTagPr>
        <w:r>
          <w:rPr>
            <w:szCs w:val="28"/>
          </w:rPr>
          <w:t>0,2858 га</w:t>
        </w:r>
      </w:smartTag>
      <w:r>
        <w:rPr>
          <w:szCs w:val="28"/>
        </w:rPr>
        <w:t xml:space="preserve">, 0721487400:01:000:0319 площею </w:t>
      </w:r>
      <w:smartTag w:uri="urn:schemas-microsoft-com:office:smarttags" w:element="metricconverter">
        <w:smartTagPr>
          <w:attr w:name="ProductID" w:val="0,3202 га"/>
        </w:smartTagPr>
        <w:r>
          <w:rPr>
            <w:szCs w:val="28"/>
          </w:rPr>
          <w:t>0,3202 га</w:t>
        </w:r>
      </w:smartTag>
      <w:r>
        <w:rPr>
          <w:szCs w:val="28"/>
        </w:rPr>
        <w:t xml:space="preserve">, 0721487400:01:000:0318 площею </w:t>
      </w:r>
      <w:smartTag w:uri="urn:schemas-microsoft-com:office:smarttags" w:element="metricconverter">
        <w:smartTagPr>
          <w:attr w:name="ProductID" w:val="0,1772 га"/>
        </w:smartTagPr>
        <w:r>
          <w:rPr>
            <w:szCs w:val="28"/>
          </w:rPr>
          <w:t>0,1772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8774FD" w:rsidRDefault="008774FD" w:rsidP="008D6223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Самко Марії Куприянівні для ведення особистого селянського господарства, кадастрові номери зареєстрованих земельних ділянок: 0721487400:01:000:1035 площею </w:t>
      </w:r>
      <w:smartTag w:uri="urn:schemas-microsoft-com:office:smarttags" w:element="metricconverter">
        <w:smartTagPr>
          <w:attr w:name="ProductID" w:val="0,2806 га"/>
        </w:smartTagPr>
        <w:r>
          <w:rPr>
            <w:szCs w:val="28"/>
          </w:rPr>
          <w:t>0,2806 га</w:t>
        </w:r>
      </w:smartTag>
      <w:r>
        <w:rPr>
          <w:szCs w:val="28"/>
        </w:rPr>
        <w:t xml:space="preserve">, 0721487400:05:000:0630 площею </w:t>
      </w:r>
      <w:smartTag w:uri="urn:schemas-microsoft-com:office:smarttags" w:element="metricconverter">
        <w:smartTagPr>
          <w:attr w:name="ProductID" w:val="0,3559 га"/>
        </w:smartTagPr>
        <w:r>
          <w:rPr>
            <w:szCs w:val="28"/>
          </w:rPr>
          <w:t>0,3559 га</w:t>
        </w:r>
      </w:smartTag>
      <w:r>
        <w:rPr>
          <w:szCs w:val="28"/>
        </w:rPr>
        <w:t xml:space="preserve">, 0721487400:01:000:1034 площею </w:t>
      </w:r>
      <w:smartTag w:uri="urn:schemas-microsoft-com:office:smarttags" w:element="metricconverter">
        <w:smartTagPr>
          <w:attr w:name="ProductID" w:val="0,1571 га"/>
        </w:smartTagPr>
        <w:r>
          <w:rPr>
            <w:szCs w:val="28"/>
          </w:rPr>
          <w:t>0,1571 га</w:t>
        </w:r>
      </w:smartTag>
      <w:r>
        <w:rPr>
          <w:szCs w:val="28"/>
        </w:rPr>
        <w:t xml:space="preserve">, 0721487400:01:000:1033 площею </w:t>
      </w:r>
      <w:smartTag w:uri="urn:schemas-microsoft-com:office:smarttags" w:element="metricconverter">
        <w:smartTagPr>
          <w:attr w:name="ProductID" w:val="0,2793 га"/>
        </w:smartTagPr>
        <w:r>
          <w:rPr>
            <w:szCs w:val="28"/>
          </w:rPr>
          <w:t>0,2793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8774FD" w:rsidRDefault="008774FD" w:rsidP="008D6223">
      <w:pPr>
        <w:ind w:firstLine="708"/>
        <w:jc w:val="both"/>
        <w:rPr>
          <w:szCs w:val="28"/>
        </w:rPr>
      </w:pPr>
      <w:r>
        <w:t xml:space="preserve">- </w:t>
      </w:r>
      <w:r>
        <w:rPr>
          <w:szCs w:val="28"/>
        </w:rPr>
        <w:t xml:space="preserve">Давидюк Надії Пилипівні для ведення особистого селянського господарства, кадастрові номери зареєстрованих земельних ділянок: 0721487400:01:000:1200 площею </w:t>
      </w:r>
      <w:smartTag w:uri="urn:schemas-microsoft-com:office:smarttags" w:element="metricconverter">
        <w:smartTagPr>
          <w:attr w:name="ProductID" w:val="0,1722 га"/>
        </w:smartTagPr>
        <w:r>
          <w:rPr>
            <w:szCs w:val="28"/>
          </w:rPr>
          <w:t>0,1722 га</w:t>
        </w:r>
      </w:smartTag>
      <w:r>
        <w:rPr>
          <w:szCs w:val="28"/>
        </w:rPr>
        <w:t xml:space="preserve">, 0721487400:01:000:1199 площею </w:t>
      </w:r>
      <w:smartTag w:uri="urn:schemas-microsoft-com:office:smarttags" w:element="metricconverter">
        <w:smartTagPr>
          <w:attr w:name="ProductID" w:val="0,2932 га"/>
        </w:smartTagPr>
        <w:r>
          <w:rPr>
            <w:szCs w:val="28"/>
          </w:rPr>
          <w:t>0,2932 га</w:t>
        </w:r>
      </w:smartTag>
      <w:r>
        <w:rPr>
          <w:szCs w:val="28"/>
        </w:rPr>
        <w:t xml:space="preserve">, 0721487400:01:000:1201 площею </w:t>
      </w:r>
      <w:smartTag w:uri="urn:schemas-microsoft-com:office:smarttags" w:element="metricconverter">
        <w:smartTagPr>
          <w:attr w:name="ProductID" w:val="0,3202 га"/>
        </w:smartTagPr>
        <w:r>
          <w:rPr>
            <w:szCs w:val="28"/>
          </w:rPr>
          <w:t>0,3202 га</w:t>
        </w:r>
      </w:smartTag>
      <w:r>
        <w:rPr>
          <w:szCs w:val="28"/>
        </w:rPr>
        <w:t xml:space="preserve">, 0721487400:02:000:0507 площею </w:t>
      </w:r>
      <w:smartTag w:uri="urn:schemas-microsoft-com:office:smarttags" w:element="metricconverter">
        <w:smartTagPr>
          <w:attr w:name="ProductID" w:val="0,2435 га"/>
        </w:smartTagPr>
        <w:r>
          <w:rPr>
            <w:szCs w:val="28"/>
          </w:rPr>
          <w:t>0,2435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(пай);</w:t>
      </w:r>
    </w:p>
    <w:p w:rsidR="008774FD" w:rsidRDefault="008774FD" w:rsidP="0036254C">
      <w:pPr>
        <w:ind w:firstLine="708"/>
        <w:jc w:val="both"/>
      </w:pPr>
      <w:r w:rsidRPr="00CC22EC">
        <w:rPr>
          <w:szCs w:val="28"/>
        </w:rPr>
        <w:t xml:space="preserve">3. </w:t>
      </w:r>
      <w:r w:rsidRPr="008D6223">
        <w:rPr>
          <w:szCs w:val="28"/>
        </w:rPr>
        <w:t>Громадянам</w:t>
      </w:r>
      <w:r w:rsidRPr="00CC22EC">
        <w:rPr>
          <w:szCs w:val="28"/>
        </w:rPr>
        <w:t xml:space="preserve"> </w:t>
      </w:r>
      <w:r>
        <w:rPr>
          <w:szCs w:val="28"/>
        </w:rPr>
        <w:t xml:space="preserve">Войчуку Михайлу Панасовичу, Самко Марії Куприянівні, Давидюк Надії Пилипівні </w:t>
      </w:r>
      <w:r w:rsidRPr="00CC22EC">
        <w:rPr>
          <w:szCs w:val="28"/>
        </w:rPr>
        <w:t>право</w:t>
      </w:r>
      <w:r>
        <w:t xml:space="preserve"> приватної власності на вищевказані земельні ділянки зареєструвати у встановленому законом  порядку.   </w:t>
      </w:r>
    </w:p>
    <w:p w:rsidR="008774FD" w:rsidRDefault="008774FD" w:rsidP="00F57CED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</w:t>
      </w:r>
      <w:r>
        <w:rPr>
          <w:sz w:val="16"/>
          <w:szCs w:val="16"/>
        </w:rPr>
        <w:t xml:space="preserve"> </w:t>
      </w:r>
      <w:r>
        <w:t>Відділу Держгеокадастру у Камінь-Каширському районі та                            Тоболівській сільській раді внести відповідні зміни в земельно-облікові документи.</w:t>
      </w:r>
    </w:p>
    <w:p w:rsidR="008774FD" w:rsidRDefault="008774FD" w:rsidP="00166819">
      <w:pPr>
        <w:jc w:val="both"/>
        <w:rPr>
          <w:sz w:val="24"/>
          <w:szCs w:val="20"/>
        </w:rPr>
      </w:pPr>
    </w:p>
    <w:p w:rsidR="008774FD" w:rsidRDefault="008774FD" w:rsidP="00166819">
      <w:pPr>
        <w:jc w:val="both"/>
        <w:rPr>
          <w:sz w:val="24"/>
          <w:szCs w:val="20"/>
        </w:rPr>
      </w:pPr>
    </w:p>
    <w:p w:rsidR="008774FD" w:rsidRDefault="008774FD" w:rsidP="00166819">
      <w:pPr>
        <w:jc w:val="both"/>
        <w:rPr>
          <w:sz w:val="24"/>
          <w:szCs w:val="20"/>
        </w:rPr>
      </w:pPr>
    </w:p>
    <w:p w:rsidR="008774FD" w:rsidRDefault="008774FD" w:rsidP="00427246">
      <w:pPr>
        <w:rPr>
          <w:szCs w:val="28"/>
        </w:rPr>
      </w:pPr>
      <w:r w:rsidRPr="00427246">
        <w:rPr>
          <w:szCs w:val="28"/>
        </w:rPr>
        <w:t xml:space="preserve">Перший заступник </w:t>
      </w:r>
    </w:p>
    <w:p w:rsidR="008774FD" w:rsidRPr="00427246" w:rsidRDefault="008774FD" w:rsidP="00427246">
      <w:pPr>
        <w:rPr>
          <w:szCs w:val="28"/>
        </w:rPr>
      </w:pPr>
      <w:r w:rsidRPr="00427246">
        <w:rPr>
          <w:szCs w:val="28"/>
        </w:rPr>
        <w:t xml:space="preserve">голови райдержадміністрації   </w:t>
      </w:r>
      <w:r w:rsidRPr="00427246">
        <w:rPr>
          <w:szCs w:val="28"/>
        </w:rPr>
        <w:tab/>
      </w:r>
      <w:r>
        <w:rPr>
          <w:sz w:val="24"/>
        </w:rPr>
        <w:t xml:space="preserve">   </w:t>
      </w:r>
      <w:r>
        <w:rPr>
          <w:sz w:val="24"/>
        </w:rPr>
        <w:tab/>
      </w:r>
      <w:r w:rsidRPr="00427246">
        <w:rPr>
          <w:b/>
          <w:szCs w:val="28"/>
        </w:rPr>
        <w:t xml:space="preserve">        </w:t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427246">
        <w:rPr>
          <w:b/>
          <w:szCs w:val="28"/>
        </w:rPr>
        <w:t>О.</w:t>
      </w:r>
      <w:r w:rsidRPr="00427246">
        <w:rPr>
          <w:b/>
          <w:szCs w:val="28"/>
          <w:lang w:val="ru-RU"/>
        </w:rPr>
        <w:t xml:space="preserve"> </w:t>
      </w:r>
      <w:r w:rsidRPr="00427246">
        <w:rPr>
          <w:b/>
          <w:szCs w:val="28"/>
        </w:rPr>
        <w:t>МИХАЛІК</w:t>
      </w:r>
    </w:p>
    <w:p w:rsidR="008774FD" w:rsidRDefault="008774FD" w:rsidP="00166819">
      <w:pPr>
        <w:jc w:val="both"/>
        <w:rPr>
          <w:sz w:val="24"/>
        </w:rPr>
      </w:pPr>
    </w:p>
    <w:p w:rsidR="008774FD" w:rsidRDefault="008774FD" w:rsidP="00166819">
      <w:pPr>
        <w:jc w:val="both"/>
        <w:rPr>
          <w:sz w:val="24"/>
        </w:rPr>
      </w:pPr>
      <w:r>
        <w:rPr>
          <w:sz w:val="24"/>
        </w:rPr>
        <w:t>Король  22368</w:t>
      </w:r>
    </w:p>
    <w:p w:rsidR="008774FD" w:rsidRDefault="008774FD" w:rsidP="00166819">
      <w:pPr>
        <w:jc w:val="both"/>
        <w:rPr>
          <w:sz w:val="24"/>
        </w:rPr>
      </w:pPr>
    </w:p>
    <w:p w:rsidR="008774FD" w:rsidRDefault="008774FD" w:rsidP="00166819">
      <w:pPr>
        <w:jc w:val="both"/>
        <w:rPr>
          <w:sz w:val="24"/>
        </w:rPr>
      </w:pPr>
    </w:p>
    <w:p w:rsidR="008774FD" w:rsidRDefault="008774FD" w:rsidP="00166819">
      <w:pPr>
        <w:jc w:val="both"/>
        <w:rPr>
          <w:sz w:val="24"/>
        </w:rPr>
      </w:pPr>
    </w:p>
    <w:p w:rsidR="008774FD" w:rsidRDefault="008774FD" w:rsidP="00166819">
      <w:pPr>
        <w:jc w:val="both"/>
        <w:rPr>
          <w:sz w:val="24"/>
        </w:rPr>
      </w:pPr>
    </w:p>
    <w:p w:rsidR="008774FD" w:rsidRDefault="008774FD" w:rsidP="00166819">
      <w:pPr>
        <w:jc w:val="both"/>
        <w:rPr>
          <w:sz w:val="24"/>
        </w:rPr>
      </w:pPr>
    </w:p>
    <w:p w:rsidR="008774FD" w:rsidRDefault="008774FD" w:rsidP="00166819">
      <w:pPr>
        <w:jc w:val="both"/>
        <w:rPr>
          <w:sz w:val="24"/>
        </w:rPr>
      </w:pPr>
    </w:p>
    <w:p w:rsidR="008774FD" w:rsidRDefault="008774FD" w:rsidP="00166819">
      <w:pPr>
        <w:jc w:val="both"/>
        <w:rPr>
          <w:sz w:val="24"/>
        </w:rPr>
      </w:pPr>
    </w:p>
    <w:p w:rsidR="008774FD" w:rsidRDefault="008774FD" w:rsidP="00166819">
      <w:pPr>
        <w:jc w:val="both"/>
        <w:rPr>
          <w:sz w:val="24"/>
        </w:rPr>
      </w:pPr>
    </w:p>
    <w:p w:rsidR="008774FD" w:rsidRDefault="008774FD" w:rsidP="00166819">
      <w:pPr>
        <w:jc w:val="both"/>
        <w:rPr>
          <w:sz w:val="24"/>
        </w:rPr>
      </w:pPr>
    </w:p>
    <w:p w:rsidR="008774FD" w:rsidRDefault="008774FD" w:rsidP="00166819">
      <w:pPr>
        <w:jc w:val="both"/>
        <w:rPr>
          <w:sz w:val="24"/>
        </w:rPr>
      </w:pPr>
    </w:p>
    <w:p w:rsidR="008774FD" w:rsidRDefault="008774FD" w:rsidP="00166819">
      <w:pPr>
        <w:jc w:val="both"/>
        <w:rPr>
          <w:sz w:val="24"/>
        </w:rPr>
      </w:pPr>
    </w:p>
    <w:p w:rsidR="008774FD" w:rsidRDefault="008774FD" w:rsidP="00166819">
      <w:pPr>
        <w:jc w:val="both"/>
        <w:rPr>
          <w:sz w:val="24"/>
        </w:rPr>
      </w:pPr>
    </w:p>
    <w:p w:rsidR="008774FD" w:rsidRDefault="008774FD" w:rsidP="00166819">
      <w:pPr>
        <w:jc w:val="both"/>
        <w:rPr>
          <w:sz w:val="24"/>
        </w:rPr>
      </w:pPr>
    </w:p>
    <w:p w:rsidR="008774FD" w:rsidRDefault="008774FD" w:rsidP="00166819">
      <w:pPr>
        <w:jc w:val="both"/>
        <w:rPr>
          <w:sz w:val="24"/>
        </w:rPr>
      </w:pPr>
    </w:p>
    <w:p w:rsidR="008774FD" w:rsidRDefault="008774FD" w:rsidP="00166819">
      <w:pPr>
        <w:jc w:val="both"/>
        <w:rPr>
          <w:sz w:val="24"/>
        </w:rPr>
      </w:pPr>
    </w:p>
    <w:p w:rsidR="008774FD" w:rsidRDefault="008774FD" w:rsidP="00166819">
      <w:pPr>
        <w:jc w:val="both"/>
        <w:rPr>
          <w:sz w:val="24"/>
        </w:rPr>
      </w:pPr>
    </w:p>
    <w:p w:rsidR="008774FD" w:rsidRDefault="008774FD" w:rsidP="00166819">
      <w:pPr>
        <w:jc w:val="both"/>
        <w:rPr>
          <w:sz w:val="24"/>
        </w:rPr>
      </w:pPr>
    </w:p>
    <w:p w:rsidR="008774FD" w:rsidRDefault="008774FD" w:rsidP="00166819">
      <w:pPr>
        <w:jc w:val="both"/>
        <w:rPr>
          <w:sz w:val="24"/>
        </w:rPr>
      </w:pPr>
    </w:p>
    <w:p w:rsidR="008774FD" w:rsidRDefault="008774FD" w:rsidP="00166819">
      <w:pPr>
        <w:jc w:val="both"/>
        <w:rPr>
          <w:sz w:val="24"/>
        </w:rPr>
      </w:pPr>
    </w:p>
    <w:p w:rsidR="008774FD" w:rsidRDefault="008774FD" w:rsidP="00166819">
      <w:pPr>
        <w:jc w:val="both"/>
        <w:rPr>
          <w:sz w:val="24"/>
        </w:rPr>
      </w:pPr>
    </w:p>
    <w:p w:rsidR="008774FD" w:rsidRDefault="008774FD" w:rsidP="00166819">
      <w:pPr>
        <w:jc w:val="both"/>
        <w:rPr>
          <w:sz w:val="24"/>
        </w:rPr>
      </w:pPr>
    </w:p>
    <w:p w:rsidR="008774FD" w:rsidRDefault="008774FD" w:rsidP="00166819">
      <w:pPr>
        <w:jc w:val="both"/>
        <w:rPr>
          <w:sz w:val="24"/>
        </w:rPr>
      </w:pPr>
    </w:p>
    <w:p w:rsidR="008774FD" w:rsidRDefault="008774FD" w:rsidP="00166819">
      <w:pPr>
        <w:jc w:val="both"/>
        <w:rPr>
          <w:sz w:val="24"/>
        </w:rPr>
      </w:pPr>
    </w:p>
    <w:p w:rsidR="008774FD" w:rsidRDefault="008774FD" w:rsidP="00166819">
      <w:pPr>
        <w:jc w:val="both"/>
        <w:rPr>
          <w:sz w:val="24"/>
        </w:rPr>
      </w:pPr>
    </w:p>
    <w:p w:rsidR="008774FD" w:rsidRDefault="008774FD" w:rsidP="00166819">
      <w:pPr>
        <w:jc w:val="both"/>
        <w:rPr>
          <w:sz w:val="24"/>
        </w:rPr>
      </w:pPr>
    </w:p>
    <w:p w:rsidR="008774FD" w:rsidRDefault="008774FD" w:rsidP="00166819">
      <w:pPr>
        <w:jc w:val="both"/>
        <w:rPr>
          <w:sz w:val="24"/>
        </w:rPr>
      </w:pPr>
    </w:p>
    <w:p w:rsidR="008774FD" w:rsidRDefault="008774FD" w:rsidP="00166819">
      <w:pPr>
        <w:jc w:val="both"/>
        <w:rPr>
          <w:sz w:val="24"/>
        </w:rPr>
      </w:pPr>
    </w:p>
    <w:p w:rsidR="008774FD" w:rsidRDefault="008774FD" w:rsidP="00166819">
      <w:pPr>
        <w:jc w:val="both"/>
        <w:rPr>
          <w:sz w:val="24"/>
        </w:rPr>
      </w:pPr>
    </w:p>
    <w:p w:rsidR="008774FD" w:rsidRDefault="008774FD" w:rsidP="00166819">
      <w:pPr>
        <w:jc w:val="both"/>
        <w:rPr>
          <w:sz w:val="24"/>
        </w:rPr>
      </w:pPr>
    </w:p>
    <w:p w:rsidR="008774FD" w:rsidRDefault="008774FD" w:rsidP="00166819">
      <w:pPr>
        <w:jc w:val="both"/>
        <w:rPr>
          <w:sz w:val="24"/>
        </w:rPr>
      </w:pPr>
    </w:p>
    <w:p w:rsidR="008774FD" w:rsidRDefault="008774FD" w:rsidP="00166819">
      <w:pPr>
        <w:jc w:val="both"/>
        <w:rPr>
          <w:sz w:val="24"/>
        </w:rPr>
      </w:pPr>
    </w:p>
    <w:p w:rsidR="008774FD" w:rsidRDefault="008774FD" w:rsidP="00166819">
      <w:pPr>
        <w:jc w:val="both"/>
        <w:rPr>
          <w:sz w:val="24"/>
        </w:rPr>
      </w:pPr>
    </w:p>
    <w:p w:rsidR="008774FD" w:rsidRPr="00427246" w:rsidRDefault="008774FD" w:rsidP="00166819">
      <w:pPr>
        <w:jc w:val="both"/>
        <w:rPr>
          <w:sz w:val="24"/>
          <w:lang w:val="ru-RU"/>
        </w:rPr>
      </w:pPr>
    </w:p>
    <w:p w:rsidR="008774FD" w:rsidRPr="00427246" w:rsidRDefault="008774FD" w:rsidP="00166819">
      <w:pPr>
        <w:jc w:val="both"/>
        <w:rPr>
          <w:sz w:val="24"/>
          <w:lang w:val="ru-RU"/>
        </w:rPr>
      </w:pPr>
    </w:p>
    <w:p w:rsidR="008774FD" w:rsidRPr="00427246" w:rsidRDefault="008774FD" w:rsidP="00166819">
      <w:pPr>
        <w:jc w:val="both"/>
        <w:rPr>
          <w:sz w:val="24"/>
          <w:lang w:val="ru-RU"/>
        </w:rPr>
      </w:pPr>
    </w:p>
    <w:p w:rsidR="008774FD" w:rsidRPr="00427246" w:rsidRDefault="008774FD" w:rsidP="00166819">
      <w:pPr>
        <w:jc w:val="both"/>
        <w:rPr>
          <w:sz w:val="24"/>
          <w:lang w:val="ru-RU"/>
        </w:rPr>
      </w:pPr>
    </w:p>
    <w:p w:rsidR="008774FD" w:rsidRPr="00427246" w:rsidRDefault="008774FD" w:rsidP="00166819">
      <w:pPr>
        <w:jc w:val="both"/>
        <w:rPr>
          <w:sz w:val="24"/>
          <w:lang w:val="ru-RU"/>
        </w:rPr>
      </w:pPr>
    </w:p>
    <w:sectPr w:rsidR="008774FD" w:rsidRPr="00427246" w:rsidSect="00DB66D6">
      <w:pgSz w:w="11906" w:h="16838"/>
      <w:pgMar w:top="567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74FD" w:rsidRDefault="008774FD" w:rsidP="004A378E">
      <w:r>
        <w:separator/>
      </w:r>
    </w:p>
  </w:endnote>
  <w:endnote w:type="continuationSeparator" w:id="0">
    <w:p w:rsidR="008774FD" w:rsidRDefault="008774FD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74FD" w:rsidRDefault="008774FD" w:rsidP="004A378E">
      <w:r>
        <w:separator/>
      </w:r>
    </w:p>
  </w:footnote>
  <w:footnote w:type="continuationSeparator" w:id="0">
    <w:p w:rsidR="008774FD" w:rsidRDefault="008774FD" w:rsidP="004A37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01E8"/>
    <w:rsid w:val="0001515D"/>
    <w:rsid w:val="00016D05"/>
    <w:rsid w:val="00022E4E"/>
    <w:rsid w:val="00025113"/>
    <w:rsid w:val="000304A6"/>
    <w:rsid w:val="00034303"/>
    <w:rsid w:val="00043316"/>
    <w:rsid w:val="00051CD8"/>
    <w:rsid w:val="0005341F"/>
    <w:rsid w:val="00053787"/>
    <w:rsid w:val="0005754F"/>
    <w:rsid w:val="00065308"/>
    <w:rsid w:val="000700A8"/>
    <w:rsid w:val="000733B7"/>
    <w:rsid w:val="0008339E"/>
    <w:rsid w:val="00085400"/>
    <w:rsid w:val="000A73EA"/>
    <w:rsid w:val="000B2CE6"/>
    <w:rsid w:val="000B3C80"/>
    <w:rsid w:val="000B654C"/>
    <w:rsid w:val="000C16EB"/>
    <w:rsid w:val="000D04D8"/>
    <w:rsid w:val="000D1129"/>
    <w:rsid w:val="000E0695"/>
    <w:rsid w:val="000E2064"/>
    <w:rsid w:val="000E3606"/>
    <w:rsid w:val="000E73D7"/>
    <w:rsid w:val="000F5BC8"/>
    <w:rsid w:val="000F5E15"/>
    <w:rsid w:val="00111F30"/>
    <w:rsid w:val="0011349E"/>
    <w:rsid w:val="00126975"/>
    <w:rsid w:val="00145162"/>
    <w:rsid w:val="001476C7"/>
    <w:rsid w:val="001536A6"/>
    <w:rsid w:val="00164586"/>
    <w:rsid w:val="00164E99"/>
    <w:rsid w:val="00166819"/>
    <w:rsid w:val="00167FB5"/>
    <w:rsid w:val="001756BB"/>
    <w:rsid w:val="00180A54"/>
    <w:rsid w:val="00180E2C"/>
    <w:rsid w:val="00190F37"/>
    <w:rsid w:val="001A16F8"/>
    <w:rsid w:val="001B0C91"/>
    <w:rsid w:val="001B6C00"/>
    <w:rsid w:val="001B745D"/>
    <w:rsid w:val="001D13A5"/>
    <w:rsid w:val="001E4867"/>
    <w:rsid w:val="001F166C"/>
    <w:rsid w:val="001F3769"/>
    <w:rsid w:val="001F50EC"/>
    <w:rsid w:val="00205A83"/>
    <w:rsid w:val="00206D91"/>
    <w:rsid w:val="002236E9"/>
    <w:rsid w:val="00223BF0"/>
    <w:rsid w:val="002267A8"/>
    <w:rsid w:val="00226873"/>
    <w:rsid w:val="0023070F"/>
    <w:rsid w:val="00230A79"/>
    <w:rsid w:val="00232B96"/>
    <w:rsid w:val="002411CE"/>
    <w:rsid w:val="00243D5C"/>
    <w:rsid w:val="00245178"/>
    <w:rsid w:val="00252177"/>
    <w:rsid w:val="00263336"/>
    <w:rsid w:val="00265506"/>
    <w:rsid w:val="002707CB"/>
    <w:rsid w:val="0027210F"/>
    <w:rsid w:val="00272F2C"/>
    <w:rsid w:val="002735F3"/>
    <w:rsid w:val="00276A00"/>
    <w:rsid w:val="0027750E"/>
    <w:rsid w:val="002814D4"/>
    <w:rsid w:val="0028563A"/>
    <w:rsid w:val="0028739C"/>
    <w:rsid w:val="002A3CBB"/>
    <w:rsid w:val="002A4A36"/>
    <w:rsid w:val="002A5EED"/>
    <w:rsid w:val="002D46D2"/>
    <w:rsid w:val="002D4D33"/>
    <w:rsid w:val="002E1374"/>
    <w:rsid w:val="002E6D57"/>
    <w:rsid w:val="002E7B56"/>
    <w:rsid w:val="002F20C4"/>
    <w:rsid w:val="002F6E86"/>
    <w:rsid w:val="002F7443"/>
    <w:rsid w:val="00302C50"/>
    <w:rsid w:val="00312E35"/>
    <w:rsid w:val="00325B42"/>
    <w:rsid w:val="00334748"/>
    <w:rsid w:val="00342A07"/>
    <w:rsid w:val="00342B99"/>
    <w:rsid w:val="00355720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D1234"/>
    <w:rsid w:val="003D1657"/>
    <w:rsid w:val="003E4775"/>
    <w:rsid w:val="003F214F"/>
    <w:rsid w:val="004213A8"/>
    <w:rsid w:val="00421D78"/>
    <w:rsid w:val="00425C0A"/>
    <w:rsid w:val="00427246"/>
    <w:rsid w:val="00434E67"/>
    <w:rsid w:val="004371D2"/>
    <w:rsid w:val="00443AD5"/>
    <w:rsid w:val="00446019"/>
    <w:rsid w:val="004503DF"/>
    <w:rsid w:val="00452759"/>
    <w:rsid w:val="004724C9"/>
    <w:rsid w:val="00485C23"/>
    <w:rsid w:val="00490142"/>
    <w:rsid w:val="0049395E"/>
    <w:rsid w:val="004A236A"/>
    <w:rsid w:val="004A378E"/>
    <w:rsid w:val="004A46DD"/>
    <w:rsid w:val="004A6491"/>
    <w:rsid w:val="004A740C"/>
    <w:rsid w:val="004B1346"/>
    <w:rsid w:val="004B520C"/>
    <w:rsid w:val="004C0266"/>
    <w:rsid w:val="004C4D1E"/>
    <w:rsid w:val="004C541D"/>
    <w:rsid w:val="004C5452"/>
    <w:rsid w:val="004D39C4"/>
    <w:rsid w:val="004E147D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73F"/>
    <w:rsid w:val="00523891"/>
    <w:rsid w:val="005254B3"/>
    <w:rsid w:val="0055145A"/>
    <w:rsid w:val="00554ADB"/>
    <w:rsid w:val="00560569"/>
    <w:rsid w:val="00561919"/>
    <w:rsid w:val="0056231D"/>
    <w:rsid w:val="00564744"/>
    <w:rsid w:val="00565AA0"/>
    <w:rsid w:val="005671AE"/>
    <w:rsid w:val="005879DC"/>
    <w:rsid w:val="00587C46"/>
    <w:rsid w:val="00591D7B"/>
    <w:rsid w:val="0059796C"/>
    <w:rsid w:val="00597D1C"/>
    <w:rsid w:val="005B020A"/>
    <w:rsid w:val="005B5CD5"/>
    <w:rsid w:val="005C6FE3"/>
    <w:rsid w:val="005D0F64"/>
    <w:rsid w:val="005F4DC7"/>
    <w:rsid w:val="005F5095"/>
    <w:rsid w:val="006154A8"/>
    <w:rsid w:val="0062186D"/>
    <w:rsid w:val="00627C5A"/>
    <w:rsid w:val="00650F23"/>
    <w:rsid w:val="00663602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B611C"/>
    <w:rsid w:val="006B7BC8"/>
    <w:rsid w:val="006C1D58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5A74"/>
    <w:rsid w:val="007049D0"/>
    <w:rsid w:val="00713CE2"/>
    <w:rsid w:val="00721AE7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5209"/>
    <w:rsid w:val="00756C69"/>
    <w:rsid w:val="00761E4F"/>
    <w:rsid w:val="00762588"/>
    <w:rsid w:val="00764860"/>
    <w:rsid w:val="00765E3B"/>
    <w:rsid w:val="0077163B"/>
    <w:rsid w:val="007758B0"/>
    <w:rsid w:val="0078108D"/>
    <w:rsid w:val="007952F8"/>
    <w:rsid w:val="007A7264"/>
    <w:rsid w:val="007A7BA2"/>
    <w:rsid w:val="007B5B76"/>
    <w:rsid w:val="007B7A27"/>
    <w:rsid w:val="007C53E6"/>
    <w:rsid w:val="007C68C8"/>
    <w:rsid w:val="007C73A0"/>
    <w:rsid w:val="007D240E"/>
    <w:rsid w:val="007D6637"/>
    <w:rsid w:val="007E2880"/>
    <w:rsid w:val="007E47FC"/>
    <w:rsid w:val="007E73EF"/>
    <w:rsid w:val="007F21E4"/>
    <w:rsid w:val="007F288E"/>
    <w:rsid w:val="007F7232"/>
    <w:rsid w:val="00830D3B"/>
    <w:rsid w:val="008414BE"/>
    <w:rsid w:val="008423FA"/>
    <w:rsid w:val="00846BCD"/>
    <w:rsid w:val="00847E31"/>
    <w:rsid w:val="00850732"/>
    <w:rsid w:val="008533AB"/>
    <w:rsid w:val="008659A7"/>
    <w:rsid w:val="008728A9"/>
    <w:rsid w:val="008745F7"/>
    <w:rsid w:val="008774FD"/>
    <w:rsid w:val="00880610"/>
    <w:rsid w:val="008813CD"/>
    <w:rsid w:val="00891E9A"/>
    <w:rsid w:val="008A359F"/>
    <w:rsid w:val="008B2134"/>
    <w:rsid w:val="008C1A35"/>
    <w:rsid w:val="008C2A5D"/>
    <w:rsid w:val="008D109E"/>
    <w:rsid w:val="008D22AD"/>
    <w:rsid w:val="008D6223"/>
    <w:rsid w:val="008D7C1F"/>
    <w:rsid w:val="008D7E82"/>
    <w:rsid w:val="008E31FB"/>
    <w:rsid w:val="009023AB"/>
    <w:rsid w:val="0090684C"/>
    <w:rsid w:val="00906A42"/>
    <w:rsid w:val="00906C79"/>
    <w:rsid w:val="0090754B"/>
    <w:rsid w:val="009108E0"/>
    <w:rsid w:val="0091451D"/>
    <w:rsid w:val="00923C95"/>
    <w:rsid w:val="009259FF"/>
    <w:rsid w:val="009277DE"/>
    <w:rsid w:val="009418AA"/>
    <w:rsid w:val="009428E8"/>
    <w:rsid w:val="0094339E"/>
    <w:rsid w:val="00965771"/>
    <w:rsid w:val="00966097"/>
    <w:rsid w:val="00971292"/>
    <w:rsid w:val="00974706"/>
    <w:rsid w:val="00990A16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9F7087"/>
    <w:rsid w:val="00A0644B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45F67"/>
    <w:rsid w:val="00A53E0C"/>
    <w:rsid w:val="00A55CE4"/>
    <w:rsid w:val="00A620BB"/>
    <w:rsid w:val="00A626CC"/>
    <w:rsid w:val="00A7614A"/>
    <w:rsid w:val="00A8203A"/>
    <w:rsid w:val="00A82DE5"/>
    <w:rsid w:val="00A874DC"/>
    <w:rsid w:val="00AA108B"/>
    <w:rsid w:val="00AB46C6"/>
    <w:rsid w:val="00AC6F8F"/>
    <w:rsid w:val="00AD13A6"/>
    <w:rsid w:val="00AD6018"/>
    <w:rsid w:val="00AF288A"/>
    <w:rsid w:val="00AF49AB"/>
    <w:rsid w:val="00B05032"/>
    <w:rsid w:val="00B05126"/>
    <w:rsid w:val="00B14484"/>
    <w:rsid w:val="00B1768E"/>
    <w:rsid w:val="00B24881"/>
    <w:rsid w:val="00B35BD5"/>
    <w:rsid w:val="00B40AC9"/>
    <w:rsid w:val="00B41580"/>
    <w:rsid w:val="00B43D04"/>
    <w:rsid w:val="00B506C0"/>
    <w:rsid w:val="00B560CE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84A5B"/>
    <w:rsid w:val="00B854E8"/>
    <w:rsid w:val="00B90684"/>
    <w:rsid w:val="00B91D99"/>
    <w:rsid w:val="00B94C5B"/>
    <w:rsid w:val="00B97EA2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72DC"/>
    <w:rsid w:val="00BD28C8"/>
    <w:rsid w:val="00BD30B7"/>
    <w:rsid w:val="00BD58BA"/>
    <w:rsid w:val="00BD7B0D"/>
    <w:rsid w:val="00BE11DE"/>
    <w:rsid w:val="00BE3B81"/>
    <w:rsid w:val="00BF7E21"/>
    <w:rsid w:val="00C007C2"/>
    <w:rsid w:val="00C01867"/>
    <w:rsid w:val="00C1549C"/>
    <w:rsid w:val="00C1568A"/>
    <w:rsid w:val="00C2674A"/>
    <w:rsid w:val="00C26B7C"/>
    <w:rsid w:val="00C30052"/>
    <w:rsid w:val="00C41FEA"/>
    <w:rsid w:val="00C447B1"/>
    <w:rsid w:val="00C51646"/>
    <w:rsid w:val="00C526D5"/>
    <w:rsid w:val="00C53C69"/>
    <w:rsid w:val="00C55ADE"/>
    <w:rsid w:val="00C565F1"/>
    <w:rsid w:val="00C57215"/>
    <w:rsid w:val="00C77DF6"/>
    <w:rsid w:val="00C801C4"/>
    <w:rsid w:val="00C858D8"/>
    <w:rsid w:val="00C90F7C"/>
    <w:rsid w:val="00C91C87"/>
    <w:rsid w:val="00C93246"/>
    <w:rsid w:val="00CA02E1"/>
    <w:rsid w:val="00CA7C00"/>
    <w:rsid w:val="00CB13B9"/>
    <w:rsid w:val="00CC22EC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CE77A3"/>
    <w:rsid w:val="00CF3633"/>
    <w:rsid w:val="00D064A3"/>
    <w:rsid w:val="00D1352E"/>
    <w:rsid w:val="00D2221E"/>
    <w:rsid w:val="00D31153"/>
    <w:rsid w:val="00D367C0"/>
    <w:rsid w:val="00D50ADF"/>
    <w:rsid w:val="00D60FED"/>
    <w:rsid w:val="00D64C96"/>
    <w:rsid w:val="00D70721"/>
    <w:rsid w:val="00D9141B"/>
    <w:rsid w:val="00DA1C05"/>
    <w:rsid w:val="00DA21EC"/>
    <w:rsid w:val="00DA586B"/>
    <w:rsid w:val="00DB43EA"/>
    <w:rsid w:val="00DB66D6"/>
    <w:rsid w:val="00DC0CDE"/>
    <w:rsid w:val="00DD0E04"/>
    <w:rsid w:val="00DD7A0B"/>
    <w:rsid w:val="00DE1174"/>
    <w:rsid w:val="00DE4BEB"/>
    <w:rsid w:val="00DE7F2F"/>
    <w:rsid w:val="00E04A3E"/>
    <w:rsid w:val="00E04F77"/>
    <w:rsid w:val="00E0768C"/>
    <w:rsid w:val="00E1056F"/>
    <w:rsid w:val="00E22955"/>
    <w:rsid w:val="00E234EA"/>
    <w:rsid w:val="00E339AD"/>
    <w:rsid w:val="00E41E7E"/>
    <w:rsid w:val="00E52974"/>
    <w:rsid w:val="00E579A2"/>
    <w:rsid w:val="00E6341E"/>
    <w:rsid w:val="00E63B0F"/>
    <w:rsid w:val="00E73430"/>
    <w:rsid w:val="00E84AFE"/>
    <w:rsid w:val="00EA0437"/>
    <w:rsid w:val="00EA04B7"/>
    <w:rsid w:val="00EA15E8"/>
    <w:rsid w:val="00EA3800"/>
    <w:rsid w:val="00EA4C17"/>
    <w:rsid w:val="00EB318E"/>
    <w:rsid w:val="00EB56A4"/>
    <w:rsid w:val="00EC10A1"/>
    <w:rsid w:val="00ED058D"/>
    <w:rsid w:val="00ED4F2B"/>
    <w:rsid w:val="00EE58D0"/>
    <w:rsid w:val="00EE65BB"/>
    <w:rsid w:val="00F04CE2"/>
    <w:rsid w:val="00F079CC"/>
    <w:rsid w:val="00F36B46"/>
    <w:rsid w:val="00F4098A"/>
    <w:rsid w:val="00F448C9"/>
    <w:rsid w:val="00F46F0C"/>
    <w:rsid w:val="00F47F47"/>
    <w:rsid w:val="00F540A9"/>
    <w:rsid w:val="00F553A5"/>
    <w:rsid w:val="00F57CED"/>
    <w:rsid w:val="00F627F2"/>
    <w:rsid w:val="00F74D51"/>
    <w:rsid w:val="00F7517F"/>
    <w:rsid w:val="00F77914"/>
    <w:rsid w:val="00FA53BF"/>
    <w:rsid w:val="00FB4391"/>
    <w:rsid w:val="00FB6ACF"/>
    <w:rsid w:val="00FC55F7"/>
    <w:rsid w:val="00FD2F1A"/>
    <w:rsid w:val="00FE5A48"/>
    <w:rsid w:val="00FE5D3D"/>
    <w:rsid w:val="00FE71BE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036B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036B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036B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036B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036B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0F036B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F036B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168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8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8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8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8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8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8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460</Words>
  <Characters>2628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2016-05-25T06:28:00Z</cp:lastPrinted>
  <dcterms:created xsi:type="dcterms:W3CDTF">2016-05-30T06:40:00Z</dcterms:created>
  <dcterms:modified xsi:type="dcterms:W3CDTF">2016-05-30T06:40:00Z</dcterms:modified>
</cp:coreProperties>
</file>