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85" w:rsidRDefault="00344A85" w:rsidP="004C50C6">
      <w:pPr>
        <w:jc w:val="center"/>
        <w:rPr>
          <w:snapToGrid w:val="0"/>
          <w:spacing w:val="8"/>
          <w:sz w:val="24"/>
        </w:rPr>
      </w:pPr>
      <w:r w:rsidRPr="00AC5DAD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344A85" w:rsidRDefault="00344A85" w:rsidP="004C50C6">
      <w:pPr>
        <w:jc w:val="center"/>
        <w:rPr>
          <w:snapToGrid w:val="0"/>
          <w:spacing w:val="8"/>
          <w:sz w:val="24"/>
        </w:rPr>
      </w:pPr>
    </w:p>
    <w:p w:rsidR="00344A85" w:rsidRPr="006A4DE2" w:rsidRDefault="00344A85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44A85" w:rsidRPr="006A4DE2" w:rsidRDefault="00344A85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44A85" w:rsidRDefault="00344A85" w:rsidP="004C50C6">
      <w:pPr>
        <w:jc w:val="center"/>
        <w:rPr>
          <w:b/>
          <w:sz w:val="16"/>
          <w:szCs w:val="16"/>
        </w:rPr>
      </w:pPr>
    </w:p>
    <w:p w:rsidR="00344A85" w:rsidRPr="00C565F1" w:rsidRDefault="00344A85" w:rsidP="004C50C6">
      <w:pPr>
        <w:jc w:val="center"/>
        <w:rPr>
          <w:b/>
          <w:sz w:val="16"/>
          <w:szCs w:val="16"/>
        </w:rPr>
      </w:pPr>
    </w:p>
    <w:p w:rsidR="00344A85" w:rsidRDefault="00344A85" w:rsidP="004C50C6">
      <w:pPr>
        <w:pStyle w:val="Heading1"/>
      </w:pPr>
      <w:r w:rsidRPr="009428E8">
        <w:t>РОЗПОРЯДЖЕННЯ</w:t>
      </w:r>
    </w:p>
    <w:p w:rsidR="00344A85" w:rsidRDefault="00344A85" w:rsidP="004C50C6">
      <w:pPr>
        <w:pStyle w:val="Title"/>
        <w:jc w:val="left"/>
        <w:rPr>
          <w:sz w:val="20"/>
          <w:szCs w:val="20"/>
        </w:rPr>
      </w:pPr>
    </w:p>
    <w:p w:rsidR="00344A85" w:rsidRDefault="00344A85" w:rsidP="004C50C6">
      <w:pPr>
        <w:pStyle w:val="Title"/>
        <w:jc w:val="left"/>
        <w:rPr>
          <w:sz w:val="20"/>
          <w:szCs w:val="20"/>
        </w:rPr>
      </w:pPr>
    </w:p>
    <w:p w:rsidR="00344A85" w:rsidRDefault="00344A85" w:rsidP="004C50C6">
      <w:pPr>
        <w:pStyle w:val="Title"/>
        <w:jc w:val="left"/>
      </w:pPr>
      <w:r>
        <w:rPr>
          <w:szCs w:val="28"/>
        </w:rPr>
        <w:t xml:space="preserve">18 травня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166</w:t>
      </w:r>
    </w:p>
    <w:p w:rsidR="00344A85" w:rsidRDefault="00344A85" w:rsidP="00163BDD">
      <w:pPr>
        <w:jc w:val="both"/>
      </w:pPr>
    </w:p>
    <w:p w:rsidR="00344A85" w:rsidRDefault="00344A85" w:rsidP="00163BDD">
      <w:pPr>
        <w:jc w:val="both"/>
      </w:pPr>
    </w:p>
    <w:p w:rsidR="00344A85" w:rsidRPr="00575828" w:rsidRDefault="00344A85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громадянам</w:t>
      </w:r>
      <w:r w:rsidRPr="00575828">
        <w:rPr>
          <w:szCs w:val="28"/>
        </w:rPr>
        <w:t xml:space="preserve"> дозволу на розроблення </w:t>
      </w:r>
    </w:p>
    <w:p w:rsidR="00344A85" w:rsidRPr="00575828" w:rsidRDefault="00344A85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344A85" w:rsidRDefault="00344A85" w:rsidP="00575828">
      <w:pPr>
        <w:rPr>
          <w:szCs w:val="28"/>
        </w:rPr>
      </w:pPr>
      <w:r w:rsidRPr="00575828">
        <w:rPr>
          <w:szCs w:val="28"/>
        </w:rPr>
        <w:t xml:space="preserve">                  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ділянок </w:t>
      </w:r>
      <w:r>
        <w:rPr>
          <w:szCs w:val="28"/>
        </w:rPr>
        <w:t xml:space="preserve"> </w:t>
      </w:r>
      <w:r w:rsidRPr="00575828">
        <w:rPr>
          <w:szCs w:val="28"/>
        </w:rPr>
        <w:t>част</w:t>
      </w:r>
      <w:r>
        <w:rPr>
          <w:szCs w:val="28"/>
        </w:rPr>
        <w:t xml:space="preserve">ок (паїв) </w:t>
      </w:r>
      <w:r w:rsidRPr="00575828">
        <w:rPr>
          <w:szCs w:val="28"/>
        </w:rPr>
        <w:t xml:space="preserve">колишнього </w:t>
      </w:r>
    </w:p>
    <w:p w:rsidR="00344A85" w:rsidRPr="00575828" w:rsidRDefault="00344A85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344A85" w:rsidRPr="00AC4C9D" w:rsidRDefault="00344A85" w:rsidP="001B6D24">
      <w:pPr>
        <w:rPr>
          <w:lang w:val="ru-RU"/>
        </w:rPr>
      </w:pPr>
    </w:p>
    <w:p w:rsidR="00344A85" w:rsidRPr="00AC4C9D" w:rsidRDefault="00344A85" w:rsidP="001B6D24">
      <w:pPr>
        <w:rPr>
          <w:lang w:val="ru-RU"/>
        </w:rPr>
      </w:pPr>
    </w:p>
    <w:p w:rsidR="00344A85" w:rsidRDefault="00344A85" w:rsidP="00DD5492">
      <w:pPr>
        <w:jc w:val="both"/>
      </w:pPr>
      <w:r>
        <w:t xml:space="preserve">          Розглянувши заяви власників сертифікатів на право на земельні частки (паї)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344A85" w:rsidRDefault="00344A85" w:rsidP="009F376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часток (паїв)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Тоболівської сільської ради громадянам:</w:t>
      </w:r>
    </w:p>
    <w:p w:rsidR="00344A85" w:rsidRDefault="00344A85" w:rsidP="009F3763">
      <w:pPr>
        <w:tabs>
          <w:tab w:val="left" w:pos="567"/>
        </w:tabs>
        <w:jc w:val="both"/>
      </w:pPr>
      <w:r>
        <w:tab/>
        <w:t xml:space="preserve">- </w:t>
      </w:r>
      <w:r>
        <w:rPr>
          <w:lang w:val="ru-RU"/>
        </w:rPr>
        <w:t>Тепловій Ганні Іванівні</w:t>
      </w:r>
      <w:r>
        <w:t xml:space="preserve"> власнику сертифіката на право на земельну частку (пай) серії ВЛ № 0172167;</w:t>
      </w:r>
    </w:p>
    <w:p w:rsidR="00344A85" w:rsidRPr="00AC4C9D" w:rsidRDefault="00344A85" w:rsidP="00AC4C9D">
      <w:pPr>
        <w:tabs>
          <w:tab w:val="left" w:pos="567"/>
        </w:tabs>
        <w:jc w:val="both"/>
      </w:pPr>
      <w:r>
        <w:tab/>
        <w:t xml:space="preserve">- Яцуку Миколі Степановичу власнику сертифіката на право на земельну частку (пай) серії РН № 068615; </w:t>
      </w:r>
      <w:r w:rsidRPr="00916043">
        <w:rPr>
          <w:lang w:val="ru-RU"/>
        </w:rPr>
        <w:t xml:space="preserve"> </w:t>
      </w:r>
    </w:p>
    <w:p w:rsidR="00344A85" w:rsidRDefault="00344A85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344A85" w:rsidRDefault="00344A85" w:rsidP="001B6D24">
      <w:r>
        <w:t xml:space="preserve">         </w:t>
      </w:r>
    </w:p>
    <w:p w:rsidR="00344A85" w:rsidRDefault="00344A85" w:rsidP="001B6D24"/>
    <w:p w:rsidR="00344A85" w:rsidRDefault="00344A85" w:rsidP="001B6D24"/>
    <w:p w:rsidR="00344A85" w:rsidRDefault="00344A85" w:rsidP="001B6D24"/>
    <w:p w:rsidR="00344A85" w:rsidRDefault="00344A85" w:rsidP="001B6D24"/>
    <w:p w:rsidR="00344A85" w:rsidRDefault="00344A85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344A85" w:rsidRPr="00E04C17" w:rsidRDefault="00344A85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344A85" w:rsidRDefault="00344A85" w:rsidP="001B6D24">
      <w:pPr>
        <w:rPr>
          <w:sz w:val="22"/>
          <w:szCs w:val="22"/>
        </w:rPr>
      </w:pPr>
      <w:r>
        <w:rPr>
          <w:sz w:val="22"/>
          <w:szCs w:val="22"/>
        </w:rPr>
        <w:t xml:space="preserve">Король </w:t>
      </w:r>
      <w:r w:rsidRPr="00B83396">
        <w:rPr>
          <w:sz w:val="22"/>
          <w:szCs w:val="22"/>
        </w:rPr>
        <w:t>22368</w:t>
      </w:r>
    </w:p>
    <w:p w:rsidR="00344A85" w:rsidRDefault="00344A85" w:rsidP="001B6D24">
      <w:pPr>
        <w:rPr>
          <w:sz w:val="22"/>
          <w:szCs w:val="22"/>
        </w:rPr>
      </w:pPr>
    </w:p>
    <w:p w:rsidR="00344A85" w:rsidRDefault="00344A85" w:rsidP="001B6D24">
      <w:pPr>
        <w:rPr>
          <w:sz w:val="22"/>
          <w:szCs w:val="22"/>
        </w:rPr>
      </w:pPr>
    </w:p>
    <w:p w:rsidR="00344A85" w:rsidRDefault="00344A85" w:rsidP="001B6D24">
      <w:pPr>
        <w:rPr>
          <w:sz w:val="22"/>
          <w:szCs w:val="22"/>
        </w:rPr>
      </w:pPr>
    </w:p>
    <w:p w:rsidR="00344A85" w:rsidRDefault="00344A85" w:rsidP="001B6D24">
      <w:pPr>
        <w:rPr>
          <w:sz w:val="22"/>
          <w:szCs w:val="22"/>
        </w:rPr>
      </w:pPr>
    </w:p>
    <w:p w:rsidR="00344A85" w:rsidRPr="00916043" w:rsidRDefault="00344A85" w:rsidP="001B6D24">
      <w:pPr>
        <w:rPr>
          <w:sz w:val="22"/>
          <w:szCs w:val="22"/>
        </w:rPr>
      </w:pPr>
      <w:bookmarkStart w:id="0" w:name="_GoBack"/>
      <w:bookmarkEnd w:id="0"/>
    </w:p>
    <w:sectPr w:rsidR="00344A85" w:rsidRPr="00916043" w:rsidSect="003141F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A85" w:rsidRDefault="00344A85" w:rsidP="00D113DB">
      <w:r>
        <w:separator/>
      </w:r>
    </w:p>
  </w:endnote>
  <w:endnote w:type="continuationSeparator" w:id="0">
    <w:p w:rsidR="00344A85" w:rsidRDefault="00344A85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A85" w:rsidRDefault="00344A85" w:rsidP="00D113DB">
      <w:r>
        <w:separator/>
      </w:r>
    </w:p>
  </w:footnote>
  <w:footnote w:type="continuationSeparator" w:id="0">
    <w:p w:rsidR="00344A85" w:rsidRDefault="00344A85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7720"/>
    <w:rsid w:val="00061630"/>
    <w:rsid w:val="00062975"/>
    <w:rsid w:val="0009157B"/>
    <w:rsid w:val="00094177"/>
    <w:rsid w:val="000A4A8C"/>
    <w:rsid w:val="000A66CA"/>
    <w:rsid w:val="000B33A3"/>
    <w:rsid w:val="000F293B"/>
    <w:rsid w:val="00103A1E"/>
    <w:rsid w:val="00106185"/>
    <w:rsid w:val="001112AB"/>
    <w:rsid w:val="001152E4"/>
    <w:rsid w:val="00116FC1"/>
    <w:rsid w:val="001233C6"/>
    <w:rsid w:val="00126C58"/>
    <w:rsid w:val="0014174A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C33F5"/>
    <w:rsid w:val="002C4595"/>
    <w:rsid w:val="002E3BA1"/>
    <w:rsid w:val="002F0344"/>
    <w:rsid w:val="002F454E"/>
    <w:rsid w:val="00302869"/>
    <w:rsid w:val="003040BA"/>
    <w:rsid w:val="00306B54"/>
    <w:rsid w:val="003141F2"/>
    <w:rsid w:val="00317988"/>
    <w:rsid w:val="0032639B"/>
    <w:rsid w:val="00344A85"/>
    <w:rsid w:val="00361B5B"/>
    <w:rsid w:val="003869D8"/>
    <w:rsid w:val="0039672E"/>
    <w:rsid w:val="003A0D83"/>
    <w:rsid w:val="003A4737"/>
    <w:rsid w:val="003E7F26"/>
    <w:rsid w:val="003F60D4"/>
    <w:rsid w:val="00404023"/>
    <w:rsid w:val="00410F37"/>
    <w:rsid w:val="00414467"/>
    <w:rsid w:val="004312D4"/>
    <w:rsid w:val="00443E4B"/>
    <w:rsid w:val="004511F1"/>
    <w:rsid w:val="00456C12"/>
    <w:rsid w:val="00462D0A"/>
    <w:rsid w:val="00470C74"/>
    <w:rsid w:val="004720B5"/>
    <w:rsid w:val="004A00FE"/>
    <w:rsid w:val="004A6BFA"/>
    <w:rsid w:val="004A772A"/>
    <w:rsid w:val="004C50C6"/>
    <w:rsid w:val="005019DB"/>
    <w:rsid w:val="00506500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D240E"/>
    <w:rsid w:val="005E1460"/>
    <w:rsid w:val="005E2C54"/>
    <w:rsid w:val="00614E83"/>
    <w:rsid w:val="00615691"/>
    <w:rsid w:val="006373EB"/>
    <w:rsid w:val="0065328A"/>
    <w:rsid w:val="00656B73"/>
    <w:rsid w:val="006738DC"/>
    <w:rsid w:val="006A2A6C"/>
    <w:rsid w:val="006A33E9"/>
    <w:rsid w:val="006A4DE2"/>
    <w:rsid w:val="006D7147"/>
    <w:rsid w:val="007029B2"/>
    <w:rsid w:val="007037A2"/>
    <w:rsid w:val="00713443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E405B"/>
    <w:rsid w:val="008057D9"/>
    <w:rsid w:val="00806C40"/>
    <w:rsid w:val="008109A9"/>
    <w:rsid w:val="00844C4E"/>
    <w:rsid w:val="00857CB6"/>
    <w:rsid w:val="00877E46"/>
    <w:rsid w:val="0088149D"/>
    <w:rsid w:val="00892163"/>
    <w:rsid w:val="00896236"/>
    <w:rsid w:val="0089774F"/>
    <w:rsid w:val="00897DA2"/>
    <w:rsid w:val="008F77B9"/>
    <w:rsid w:val="00910FF2"/>
    <w:rsid w:val="00916043"/>
    <w:rsid w:val="0092747E"/>
    <w:rsid w:val="00937C7C"/>
    <w:rsid w:val="009428E8"/>
    <w:rsid w:val="009514F8"/>
    <w:rsid w:val="0096215E"/>
    <w:rsid w:val="00963C13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6147"/>
    <w:rsid w:val="00A065AB"/>
    <w:rsid w:val="00A07F9B"/>
    <w:rsid w:val="00A161B1"/>
    <w:rsid w:val="00A30643"/>
    <w:rsid w:val="00A31F38"/>
    <w:rsid w:val="00A344BC"/>
    <w:rsid w:val="00A40D14"/>
    <w:rsid w:val="00A672B5"/>
    <w:rsid w:val="00A7697D"/>
    <w:rsid w:val="00AA301D"/>
    <w:rsid w:val="00AC4C9D"/>
    <w:rsid w:val="00AC5DAD"/>
    <w:rsid w:val="00B044C7"/>
    <w:rsid w:val="00B142CC"/>
    <w:rsid w:val="00B169B5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054A0"/>
    <w:rsid w:val="00C201F2"/>
    <w:rsid w:val="00C34943"/>
    <w:rsid w:val="00C36DE7"/>
    <w:rsid w:val="00C3747A"/>
    <w:rsid w:val="00C54E74"/>
    <w:rsid w:val="00C565F1"/>
    <w:rsid w:val="00C577D8"/>
    <w:rsid w:val="00C70519"/>
    <w:rsid w:val="00C807FD"/>
    <w:rsid w:val="00C91EF3"/>
    <w:rsid w:val="00CC05B6"/>
    <w:rsid w:val="00CD7B1A"/>
    <w:rsid w:val="00CE0921"/>
    <w:rsid w:val="00CF3303"/>
    <w:rsid w:val="00D02214"/>
    <w:rsid w:val="00D038BA"/>
    <w:rsid w:val="00D113DB"/>
    <w:rsid w:val="00D25A39"/>
    <w:rsid w:val="00D30C09"/>
    <w:rsid w:val="00D510A8"/>
    <w:rsid w:val="00D5423B"/>
    <w:rsid w:val="00D90E3F"/>
    <w:rsid w:val="00DB4219"/>
    <w:rsid w:val="00DD5492"/>
    <w:rsid w:val="00DD6E4A"/>
    <w:rsid w:val="00DE29FF"/>
    <w:rsid w:val="00E04C17"/>
    <w:rsid w:val="00E1023F"/>
    <w:rsid w:val="00E148D0"/>
    <w:rsid w:val="00E16C37"/>
    <w:rsid w:val="00E31C9C"/>
    <w:rsid w:val="00E369DD"/>
    <w:rsid w:val="00E378BC"/>
    <w:rsid w:val="00E51DAB"/>
    <w:rsid w:val="00E90913"/>
    <w:rsid w:val="00E95828"/>
    <w:rsid w:val="00EA199A"/>
    <w:rsid w:val="00EA5574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EE9"/>
    <w:rsid w:val="00F93275"/>
    <w:rsid w:val="00FA4A4C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0AC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0ACF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0AC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20AC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0ACF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1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252</Words>
  <Characters>1437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2016-05-17T06:51:00Z</cp:lastPrinted>
  <dcterms:created xsi:type="dcterms:W3CDTF">2016-05-23T13:02:00Z</dcterms:created>
  <dcterms:modified xsi:type="dcterms:W3CDTF">2016-05-23T13:02:00Z</dcterms:modified>
</cp:coreProperties>
</file>