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D2" w:rsidRDefault="004A5AD2" w:rsidP="00F13711">
      <w:pPr>
        <w:jc w:val="center"/>
        <w:rPr>
          <w:snapToGrid w:val="0"/>
          <w:spacing w:val="8"/>
          <w:sz w:val="24"/>
        </w:rPr>
      </w:pPr>
      <w:r w:rsidRPr="00AC744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A5AD2" w:rsidRDefault="004A5AD2" w:rsidP="004C50C6">
      <w:pPr>
        <w:jc w:val="center"/>
        <w:rPr>
          <w:snapToGrid w:val="0"/>
          <w:spacing w:val="8"/>
          <w:sz w:val="24"/>
        </w:rPr>
      </w:pPr>
    </w:p>
    <w:p w:rsidR="004A5AD2" w:rsidRPr="006A4DE2" w:rsidRDefault="004A5AD2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A5AD2" w:rsidRPr="006A4DE2" w:rsidRDefault="004A5AD2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A5AD2" w:rsidRDefault="004A5AD2" w:rsidP="004C50C6">
      <w:pPr>
        <w:jc w:val="center"/>
        <w:rPr>
          <w:b/>
          <w:sz w:val="16"/>
          <w:szCs w:val="16"/>
        </w:rPr>
      </w:pPr>
    </w:p>
    <w:p w:rsidR="004A5AD2" w:rsidRPr="00E33D5C" w:rsidRDefault="004A5AD2" w:rsidP="004C50C6">
      <w:pPr>
        <w:jc w:val="center"/>
        <w:rPr>
          <w:b/>
          <w:sz w:val="16"/>
          <w:szCs w:val="16"/>
          <w:lang w:val="ru-RU"/>
        </w:rPr>
      </w:pPr>
      <w:r w:rsidRPr="002D22BC">
        <w:rPr>
          <w:b/>
          <w:sz w:val="16"/>
          <w:szCs w:val="16"/>
          <w:lang w:val="ru-RU"/>
        </w:rPr>
        <w:t xml:space="preserve"> </w:t>
      </w:r>
      <w:r w:rsidRPr="00E33D5C">
        <w:rPr>
          <w:b/>
          <w:sz w:val="16"/>
          <w:szCs w:val="16"/>
          <w:lang w:val="ru-RU"/>
        </w:rPr>
        <w:t xml:space="preserve">  </w:t>
      </w:r>
    </w:p>
    <w:p w:rsidR="004A5AD2" w:rsidRDefault="004A5AD2" w:rsidP="004C50C6">
      <w:pPr>
        <w:pStyle w:val="Heading1"/>
      </w:pPr>
      <w:r w:rsidRPr="009428E8">
        <w:t>РОЗПОРЯДЖЕННЯ</w:t>
      </w:r>
    </w:p>
    <w:p w:rsidR="004A5AD2" w:rsidRDefault="004A5AD2" w:rsidP="004C50C6">
      <w:pPr>
        <w:pStyle w:val="Title"/>
        <w:jc w:val="left"/>
        <w:rPr>
          <w:sz w:val="20"/>
          <w:szCs w:val="20"/>
        </w:rPr>
      </w:pPr>
    </w:p>
    <w:p w:rsidR="004A5AD2" w:rsidRDefault="004A5AD2" w:rsidP="004C50C6">
      <w:pPr>
        <w:pStyle w:val="Title"/>
        <w:jc w:val="left"/>
        <w:rPr>
          <w:sz w:val="20"/>
          <w:szCs w:val="20"/>
        </w:rPr>
      </w:pPr>
    </w:p>
    <w:p w:rsidR="004A5AD2" w:rsidRDefault="004A5AD2" w:rsidP="004C50C6">
      <w:pPr>
        <w:pStyle w:val="Title"/>
        <w:jc w:val="left"/>
      </w:pPr>
      <w:r>
        <w:rPr>
          <w:szCs w:val="28"/>
        </w:rPr>
        <w:t xml:space="preserve">18 травня 2016 року 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 xml:space="preserve"> №  165</w:t>
      </w:r>
    </w:p>
    <w:p w:rsidR="004A5AD2" w:rsidRDefault="004A5AD2" w:rsidP="00163BDD">
      <w:pPr>
        <w:jc w:val="both"/>
      </w:pPr>
    </w:p>
    <w:p w:rsidR="004A5AD2" w:rsidRDefault="004A5AD2" w:rsidP="00163BDD">
      <w:pPr>
        <w:jc w:val="both"/>
      </w:pPr>
    </w:p>
    <w:p w:rsidR="004A5AD2" w:rsidRPr="00575828" w:rsidRDefault="004A5AD2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Шуляк А.І.</w:t>
      </w:r>
      <w:r w:rsidRPr="00575828">
        <w:rPr>
          <w:szCs w:val="28"/>
        </w:rPr>
        <w:t xml:space="preserve"> дозволу на розроблення </w:t>
      </w:r>
    </w:p>
    <w:p w:rsidR="004A5AD2" w:rsidRPr="00575828" w:rsidRDefault="004A5AD2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4A5AD2" w:rsidRDefault="004A5AD2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</w:t>
      </w:r>
    </w:p>
    <w:p w:rsidR="004A5AD2" w:rsidRPr="00575828" w:rsidRDefault="004A5AD2" w:rsidP="00314FF4">
      <w:pPr>
        <w:ind w:left="708"/>
        <w:rPr>
          <w:szCs w:val="28"/>
        </w:rPr>
      </w:pPr>
      <w:r>
        <w:rPr>
          <w:szCs w:val="28"/>
        </w:rPr>
        <w:t xml:space="preserve">       «Стохід»</w:t>
      </w:r>
      <w: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4A5AD2" w:rsidRDefault="004A5AD2" w:rsidP="001B6D24"/>
    <w:p w:rsidR="004A5AD2" w:rsidRDefault="004A5AD2" w:rsidP="001B6D24">
      <w:r>
        <w:t xml:space="preserve"> </w:t>
      </w:r>
    </w:p>
    <w:p w:rsidR="004A5AD2" w:rsidRDefault="004A5AD2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«Стохід» </w:t>
      </w:r>
      <w:r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4A5AD2" w:rsidRPr="00FA4B13" w:rsidRDefault="004A5AD2" w:rsidP="00FA4B13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  «Стохід»</w:t>
      </w:r>
      <w:r>
        <w:t xml:space="preserve"> в натурі (на місцевості) за межами населеного пункту на території Боровненської сільської ради громадянці:</w:t>
      </w:r>
      <w:r w:rsidRPr="002A4BC3">
        <w:t xml:space="preserve"> </w:t>
      </w:r>
      <w:r>
        <w:t xml:space="preserve"> </w:t>
      </w:r>
    </w:p>
    <w:p w:rsidR="004A5AD2" w:rsidRPr="006179CB" w:rsidRDefault="004A5AD2" w:rsidP="00FA4B13">
      <w:pPr>
        <w:tabs>
          <w:tab w:val="left" w:pos="567"/>
        </w:tabs>
        <w:jc w:val="both"/>
      </w:pPr>
      <w:r w:rsidRPr="00841618">
        <w:tab/>
      </w:r>
      <w:r>
        <w:t>- Шуляк Антоніні Іванівні, власнику сертифікатів на право на земельну частку (пай) серії ВЛ № 0256368;</w:t>
      </w:r>
      <w:r w:rsidRPr="006179CB">
        <w:t xml:space="preserve"> </w:t>
      </w:r>
      <w:r>
        <w:t>серії ВЛ № 0242577;</w:t>
      </w:r>
    </w:p>
    <w:p w:rsidR="004A5AD2" w:rsidRDefault="004A5AD2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4A5AD2" w:rsidRDefault="004A5AD2" w:rsidP="001B6D24">
      <w:r>
        <w:t xml:space="preserve">         </w:t>
      </w:r>
    </w:p>
    <w:p w:rsidR="004A5AD2" w:rsidRDefault="004A5AD2" w:rsidP="001B6D24"/>
    <w:p w:rsidR="004A5AD2" w:rsidRDefault="004A5AD2" w:rsidP="001B6D24"/>
    <w:p w:rsidR="004A5AD2" w:rsidRDefault="004A5AD2" w:rsidP="001B6D24"/>
    <w:p w:rsidR="004A5AD2" w:rsidRDefault="004A5AD2" w:rsidP="001B6D24"/>
    <w:p w:rsidR="004A5AD2" w:rsidRDefault="004A5AD2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4A5AD2" w:rsidRPr="00E04C17" w:rsidRDefault="004A5AD2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4A5AD2" w:rsidRPr="00B83396" w:rsidRDefault="004A5AD2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Король</w:t>
      </w:r>
      <w:r w:rsidRPr="00B83396">
        <w:rPr>
          <w:sz w:val="22"/>
          <w:szCs w:val="22"/>
        </w:rPr>
        <w:t xml:space="preserve"> 22368</w:t>
      </w:r>
    </w:p>
    <w:p w:rsidR="004A5AD2" w:rsidRDefault="004A5AD2" w:rsidP="001B6D24"/>
    <w:p w:rsidR="004A5AD2" w:rsidRDefault="004A5AD2" w:rsidP="001B6D24"/>
    <w:p w:rsidR="004A5AD2" w:rsidRDefault="004A5AD2" w:rsidP="001B6D24"/>
    <w:p w:rsidR="004A5AD2" w:rsidRDefault="004A5AD2" w:rsidP="001B6D24"/>
    <w:p w:rsidR="004A5AD2" w:rsidRDefault="004A5AD2" w:rsidP="001B6D24">
      <w:pPr>
        <w:rPr>
          <w:lang w:val="ru-RU"/>
        </w:rPr>
      </w:pPr>
    </w:p>
    <w:p w:rsidR="004A5AD2" w:rsidRDefault="004A5AD2" w:rsidP="001B6D24">
      <w:pPr>
        <w:rPr>
          <w:i/>
          <w:szCs w:val="28"/>
        </w:rPr>
      </w:pPr>
      <w:bookmarkStart w:id="0" w:name="_GoBack"/>
      <w:bookmarkEnd w:id="0"/>
    </w:p>
    <w:sectPr w:rsidR="004A5AD2" w:rsidSect="00EE6B0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AD2" w:rsidRDefault="004A5AD2" w:rsidP="00D113DB">
      <w:r>
        <w:separator/>
      </w:r>
    </w:p>
  </w:endnote>
  <w:endnote w:type="continuationSeparator" w:id="0">
    <w:p w:rsidR="004A5AD2" w:rsidRDefault="004A5AD2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AD2" w:rsidRDefault="004A5AD2" w:rsidP="00D113DB">
      <w:r>
        <w:separator/>
      </w:r>
    </w:p>
  </w:footnote>
  <w:footnote w:type="continuationSeparator" w:id="0">
    <w:p w:rsidR="004A5AD2" w:rsidRDefault="004A5AD2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33A2D"/>
    <w:rsid w:val="00361B5B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56C12"/>
    <w:rsid w:val="004720B5"/>
    <w:rsid w:val="004858FF"/>
    <w:rsid w:val="004A00FE"/>
    <w:rsid w:val="004A5AD2"/>
    <w:rsid w:val="004A6BFA"/>
    <w:rsid w:val="004A772A"/>
    <w:rsid w:val="004C50C6"/>
    <w:rsid w:val="004E4F92"/>
    <w:rsid w:val="004E78E3"/>
    <w:rsid w:val="005019DB"/>
    <w:rsid w:val="00531C1A"/>
    <w:rsid w:val="005354D7"/>
    <w:rsid w:val="005513FD"/>
    <w:rsid w:val="00554362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179CB"/>
    <w:rsid w:val="00631319"/>
    <w:rsid w:val="00634288"/>
    <w:rsid w:val="006373EB"/>
    <w:rsid w:val="00656B73"/>
    <w:rsid w:val="006738DC"/>
    <w:rsid w:val="006A33E9"/>
    <w:rsid w:val="006A4DE2"/>
    <w:rsid w:val="006D7147"/>
    <w:rsid w:val="007029B2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E1FF3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A301D"/>
    <w:rsid w:val="00AC2774"/>
    <w:rsid w:val="00AC744E"/>
    <w:rsid w:val="00AF312D"/>
    <w:rsid w:val="00B044C7"/>
    <w:rsid w:val="00B142CC"/>
    <w:rsid w:val="00B169B5"/>
    <w:rsid w:val="00B43590"/>
    <w:rsid w:val="00B535A8"/>
    <w:rsid w:val="00B61131"/>
    <w:rsid w:val="00B67295"/>
    <w:rsid w:val="00B73321"/>
    <w:rsid w:val="00B83396"/>
    <w:rsid w:val="00B92097"/>
    <w:rsid w:val="00B9797B"/>
    <w:rsid w:val="00BA5BB5"/>
    <w:rsid w:val="00BB200E"/>
    <w:rsid w:val="00BC53C5"/>
    <w:rsid w:val="00BD1FAA"/>
    <w:rsid w:val="00BD7B5D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816B1"/>
    <w:rsid w:val="00D90E3F"/>
    <w:rsid w:val="00DB4219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C67FF"/>
    <w:rsid w:val="00FE3150"/>
    <w:rsid w:val="00FE6FB1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D1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D1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D1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77D1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77D13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20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237</Words>
  <Characters>1355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2016-05-19T08:43:00Z</cp:lastPrinted>
  <dcterms:created xsi:type="dcterms:W3CDTF">2016-05-23T12:57:00Z</dcterms:created>
  <dcterms:modified xsi:type="dcterms:W3CDTF">2016-05-23T12:57:00Z</dcterms:modified>
</cp:coreProperties>
</file>