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636" w:rsidRDefault="00FB1636" w:rsidP="006F0F46">
      <w:pPr>
        <w:jc w:val="center"/>
        <w:rPr>
          <w:snapToGrid w:val="0"/>
          <w:spacing w:val="8"/>
          <w:sz w:val="24"/>
        </w:rPr>
      </w:pPr>
      <w:r w:rsidRPr="009D37A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FB1636" w:rsidRDefault="00FB1636" w:rsidP="002A4A36">
      <w:pPr>
        <w:spacing w:line="360" w:lineRule="auto"/>
        <w:rPr>
          <w:spacing w:val="8"/>
          <w:sz w:val="12"/>
          <w:szCs w:val="20"/>
        </w:rPr>
      </w:pPr>
    </w:p>
    <w:p w:rsidR="00FB1636" w:rsidRPr="006A4DE2" w:rsidRDefault="00FB163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FB1636" w:rsidRPr="006A4DE2" w:rsidRDefault="00FB163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FB1636" w:rsidRDefault="00FB1636" w:rsidP="002A4A36">
      <w:pPr>
        <w:jc w:val="center"/>
        <w:rPr>
          <w:b/>
          <w:sz w:val="16"/>
          <w:szCs w:val="16"/>
        </w:rPr>
      </w:pPr>
    </w:p>
    <w:p w:rsidR="00FB1636" w:rsidRPr="00C565F1" w:rsidRDefault="00FB1636" w:rsidP="002A4A36">
      <w:pPr>
        <w:jc w:val="center"/>
        <w:rPr>
          <w:b/>
          <w:sz w:val="16"/>
          <w:szCs w:val="16"/>
        </w:rPr>
      </w:pPr>
    </w:p>
    <w:p w:rsidR="00FB1636" w:rsidRDefault="00FB1636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FB1636" w:rsidRDefault="00FB1636" w:rsidP="00BE11DE">
      <w:pPr>
        <w:pStyle w:val="Title"/>
        <w:jc w:val="left"/>
        <w:rPr>
          <w:sz w:val="20"/>
          <w:szCs w:val="20"/>
        </w:rPr>
      </w:pPr>
    </w:p>
    <w:p w:rsidR="00FB1636" w:rsidRDefault="00FB1636" w:rsidP="00BE11DE">
      <w:pPr>
        <w:pStyle w:val="Title"/>
        <w:jc w:val="left"/>
        <w:rPr>
          <w:sz w:val="20"/>
          <w:szCs w:val="20"/>
        </w:rPr>
      </w:pPr>
    </w:p>
    <w:p w:rsidR="00FB1636" w:rsidRDefault="00FB1636" w:rsidP="00BE11DE">
      <w:pPr>
        <w:pStyle w:val="Title"/>
        <w:jc w:val="left"/>
      </w:pPr>
      <w:r>
        <w:rPr>
          <w:szCs w:val="28"/>
        </w:rPr>
        <w:t xml:space="preserve">15 квітня 2016 року 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133</w:t>
      </w:r>
    </w:p>
    <w:p w:rsidR="00FB1636" w:rsidRDefault="00FB1636" w:rsidP="002A4A36">
      <w:pPr>
        <w:pStyle w:val="Title"/>
        <w:jc w:val="left"/>
      </w:pPr>
      <w:r>
        <w:t xml:space="preserve">           </w:t>
      </w:r>
    </w:p>
    <w:p w:rsidR="00FB1636" w:rsidRDefault="00FB1636" w:rsidP="008533AB">
      <w:r>
        <w:t xml:space="preserve">                     Про   затвердження   технічної   документації   із</w:t>
      </w:r>
    </w:p>
    <w:p w:rsidR="00FB1636" w:rsidRDefault="00FB1636" w:rsidP="008533AB">
      <w:r>
        <w:t xml:space="preserve">                     землеустрою щодо встановлення меж земельних  </w:t>
      </w:r>
    </w:p>
    <w:p w:rsidR="00FB1636" w:rsidRPr="00FF0543" w:rsidRDefault="00FB1636" w:rsidP="008533AB">
      <w:pPr>
        <w:rPr>
          <w:lang w:val="ru-RU"/>
        </w:rPr>
      </w:pPr>
      <w:r>
        <w:t xml:space="preserve">                     ділянок часток (паїв) колишнього КСП</w:t>
      </w:r>
      <w:r>
        <w:rPr>
          <w:szCs w:val="28"/>
        </w:rPr>
        <w:t xml:space="preserve"> “Перше травня</w:t>
      </w:r>
      <w:r w:rsidRPr="002B6016">
        <w:rPr>
          <w:szCs w:val="28"/>
        </w:rPr>
        <w:t>”</w:t>
      </w:r>
    </w:p>
    <w:p w:rsidR="00FB1636" w:rsidRDefault="00FB1636" w:rsidP="008533AB">
      <w:r>
        <w:t xml:space="preserve">                     в натурі (на  місцевості)  </w:t>
      </w:r>
    </w:p>
    <w:p w:rsidR="00FB1636" w:rsidRDefault="00FB1636" w:rsidP="00E41E7E">
      <w:r>
        <w:t xml:space="preserve">                     </w:t>
      </w:r>
    </w:p>
    <w:p w:rsidR="00FB1636" w:rsidRDefault="00FB1636" w:rsidP="00F211A1">
      <w:pPr>
        <w:ind w:firstLine="708"/>
        <w:jc w:val="both"/>
      </w:pPr>
      <w:r>
        <w:t>Розглянувши заяви власників земельних часток (паїв) колишнього КСП</w:t>
      </w:r>
      <w:r>
        <w:rPr>
          <w:szCs w:val="28"/>
        </w:rPr>
        <w:t xml:space="preserve"> “Перше травня</w:t>
      </w:r>
      <w:r w:rsidRPr="002B6016">
        <w:rPr>
          <w:szCs w:val="28"/>
        </w:rPr>
        <w:t>”</w:t>
      </w:r>
      <w:r>
        <w:rPr>
          <w:szCs w:val="28"/>
        </w:rPr>
        <w:t xml:space="preserve"> </w:t>
      </w:r>
      <w:r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FB1636" w:rsidRDefault="00FB1636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Перше травня</w:t>
      </w:r>
      <w:r w:rsidRPr="002B6016">
        <w:rPr>
          <w:szCs w:val="28"/>
        </w:rPr>
        <w:t>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громадянам Совальській Н.О., Каденчук В.С.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Раковоліської сільської ради </w:t>
      </w:r>
      <w:r w:rsidRPr="00762588">
        <w:rPr>
          <w:szCs w:val="28"/>
        </w:rPr>
        <w:t>Камінь-Каширського  району.</w:t>
      </w:r>
      <w:r>
        <w:rPr>
          <w:szCs w:val="28"/>
        </w:rPr>
        <w:t xml:space="preserve"> </w:t>
      </w:r>
    </w:p>
    <w:p w:rsidR="00FB1636" w:rsidRDefault="00FB1636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Раковоліської сільської ради в розмірі частки (паю) </w:t>
      </w:r>
      <w:r>
        <w:t>колишнього КСП</w:t>
      </w:r>
      <w:r>
        <w:rPr>
          <w:szCs w:val="28"/>
        </w:rPr>
        <w:t xml:space="preserve"> “Перше травня</w:t>
      </w:r>
      <w:r w:rsidRPr="002B6016">
        <w:rPr>
          <w:szCs w:val="28"/>
        </w:rPr>
        <w:t>”</w:t>
      </w:r>
      <w:r>
        <w:rPr>
          <w:szCs w:val="28"/>
        </w:rPr>
        <w:t xml:space="preserve"> </w:t>
      </w:r>
      <w:r>
        <w:t xml:space="preserve">громадянам: </w:t>
      </w:r>
    </w:p>
    <w:p w:rsidR="00FB1636" w:rsidRDefault="00FB1636" w:rsidP="00FD0AAF">
      <w:pPr>
        <w:ind w:firstLine="708"/>
        <w:jc w:val="both"/>
        <w:rPr>
          <w:szCs w:val="28"/>
        </w:rPr>
      </w:pPr>
      <w:r>
        <w:t>- Совальській Ніні Оксентії</w:t>
      </w:r>
      <w:bookmarkStart w:id="0" w:name="_GoBack"/>
      <w:bookmarkEnd w:id="0"/>
      <w:r>
        <w:t xml:space="preserve">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0721486600:03:000:0237 площею </w:t>
      </w:r>
      <w:smartTag w:uri="urn:schemas-microsoft-com:office:smarttags" w:element="metricconverter">
        <w:smartTagPr>
          <w:attr w:name="ProductID" w:val="0,4970 га"/>
        </w:smartTagPr>
        <w:r>
          <w:rPr>
            <w:szCs w:val="28"/>
          </w:rPr>
          <w:t>0,4970 га</w:t>
        </w:r>
      </w:smartTag>
      <w:r>
        <w:rPr>
          <w:szCs w:val="28"/>
        </w:rPr>
        <w:t xml:space="preserve">, 0721486600:03:000:0238 площею </w:t>
      </w:r>
      <w:smartTag w:uri="urn:schemas-microsoft-com:office:smarttags" w:element="metricconverter">
        <w:smartTagPr>
          <w:attr w:name="ProductID" w:val="0,5435 га"/>
        </w:smartTagPr>
        <w:r>
          <w:rPr>
            <w:szCs w:val="28"/>
          </w:rPr>
          <w:t>0,5435 га</w:t>
        </w:r>
      </w:smartTag>
      <w:r>
        <w:rPr>
          <w:szCs w:val="28"/>
        </w:rPr>
        <w:t xml:space="preserve">, 0721486600:04:000:0237 площею </w:t>
      </w:r>
      <w:smartTag w:uri="urn:schemas-microsoft-com:office:smarttags" w:element="metricconverter">
        <w:smartTagPr>
          <w:attr w:name="ProductID" w:val="1,0278 га"/>
        </w:smartTagPr>
        <w:r>
          <w:rPr>
            <w:szCs w:val="28"/>
          </w:rPr>
          <w:t>1,0278 га</w:t>
        </w:r>
      </w:smartTag>
      <w:r>
        <w:rPr>
          <w:szCs w:val="28"/>
        </w:rPr>
        <w:t>,</w:t>
      </w:r>
      <w:r w:rsidRPr="000826BB">
        <w:rPr>
          <w:szCs w:val="28"/>
        </w:rPr>
        <w:t xml:space="preserve"> </w:t>
      </w:r>
      <w:r>
        <w:rPr>
          <w:szCs w:val="28"/>
        </w:rPr>
        <w:t xml:space="preserve">0721486600:02:000:0779 площею </w:t>
      </w:r>
      <w:smartTag w:uri="urn:schemas-microsoft-com:office:smarttags" w:element="metricconverter">
        <w:smartTagPr>
          <w:attr w:name="ProductID" w:val="0,4786 га"/>
        </w:smartTagPr>
        <w:r>
          <w:rPr>
            <w:szCs w:val="28"/>
          </w:rPr>
          <w:t>0,4786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FB1636" w:rsidRDefault="00FB1636" w:rsidP="00F211A1">
      <w:pPr>
        <w:ind w:firstLine="708"/>
        <w:jc w:val="both"/>
        <w:rPr>
          <w:szCs w:val="28"/>
        </w:rPr>
      </w:pPr>
      <w:r>
        <w:t xml:space="preserve">- Каденчук Вірі Степанівні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0721486600:02:000:0781 площею </w:t>
      </w:r>
      <w:smartTag w:uri="urn:schemas-microsoft-com:office:smarttags" w:element="metricconverter">
        <w:smartTagPr>
          <w:attr w:name="ProductID" w:val="0,7771 га"/>
        </w:smartTagPr>
        <w:r>
          <w:rPr>
            <w:szCs w:val="28"/>
          </w:rPr>
          <w:t>0,7771 га</w:t>
        </w:r>
      </w:smartTag>
      <w:r>
        <w:rPr>
          <w:szCs w:val="28"/>
        </w:rPr>
        <w:t xml:space="preserve">, 0721486600:04:000:0238 площею </w:t>
      </w:r>
      <w:smartTag w:uri="urn:schemas-microsoft-com:office:smarttags" w:element="metricconverter">
        <w:smartTagPr>
          <w:attr w:name="ProductID" w:val="1,0022 га"/>
        </w:smartTagPr>
        <w:r>
          <w:rPr>
            <w:szCs w:val="28"/>
          </w:rPr>
          <w:t>1,0022 га</w:t>
        </w:r>
      </w:smartTag>
      <w:r>
        <w:rPr>
          <w:szCs w:val="28"/>
        </w:rPr>
        <w:t xml:space="preserve">, 0721486600:02:000:0795 площею </w:t>
      </w:r>
      <w:smartTag w:uri="urn:schemas-microsoft-com:office:smarttags" w:element="metricconverter">
        <w:smartTagPr>
          <w:attr w:name="ProductID" w:val="0,4552 га"/>
        </w:smartTagPr>
        <w:r>
          <w:rPr>
            <w:szCs w:val="28"/>
          </w:rPr>
          <w:t>0,4552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 </w:t>
      </w:r>
    </w:p>
    <w:p w:rsidR="00FB1636" w:rsidRDefault="00FB1636" w:rsidP="00166819">
      <w:pPr>
        <w:ind w:firstLine="708"/>
        <w:jc w:val="both"/>
      </w:pPr>
      <w:r>
        <w:t xml:space="preserve">3. Громадянам Совальській Ніні Оксентіївні, Каденчук Вірі Степанівні право приватної власності на вищевказані земельні ділянки зареєструвати у встановленому законом  порядку. </w:t>
      </w:r>
    </w:p>
    <w:p w:rsidR="00FB1636" w:rsidRDefault="00FB1636" w:rsidP="002D5261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Раковоліській сільській раді внести відповідні зміни в земельно-облікові документи.</w:t>
      </w:r>
    </w:p>
    <w:p w:rsidR="00FB1636" w:rsidRDefault="00FB1636" w:rsidP="00166819">
      <w:pPr>
        <w:jc w:val="both"/>
        <w:rPr>
          <w:sz w:val="24"/>
          <w:szCs w:val="20"/>
        </w:rPr>
      </w:pPr>
    </w:p>
    <w:p w:rsidR="00FB1636" w:rsidRDefault="00FB1636" w:rsidP="00166819">
      <w:pPr>
        <w:jc w:val="both"/>
        <w:rPr>
          <w:sz w:val="24"/>
          <w:szCs w:val="20"/>
        </w:rPr>
      </w:pPr>
    </w:p>
    <w:p w:rsidR="00FB1636" w:rsidRDefault="00FB1636" w:rsidP="00166819">
      <w:pPr>
        <w:jc w:val="both"/>
        <w:rPr>
          <w:sz w:val="24"/>
          <w:szCs w:val="20"/>
        </w:rPr>
      </w:pPr>
    </w:p>
    <w:p w:rsidR="00FB1636" w:rsidRDefault="00FB1636" w:rsidP="00166819">
      <w:pPr>
        <w:jc w:val="both"/>
        <w:rPr>
          <w:sz w:val="24"/>
          <w:szCs w:val="20"/>
        </w:rPr>
      </w:pPr>
    </w:p>
    <w:p w:rsidR="00FB1636" w:rsidRDefault="00FB1636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FB1636" w:rsidRPr="00E57EF9" w:rsidRDefault="00FB1636" w:rsidP="00166819">
      <w:pPr>
        <w:jc w:val="both"/>
        <w:rPr>
          <w:sz w:val="24"/>
          <w:lang w:val="ru-RU"/>
        </w:rPr>
      </w:pPr>
    </w:p>
    <w:p w:rsidR="00FB1636" w:rsidRPr="00E57EF9" w:rsidRDefault="00FB1636" w:rsidP="00166819">
      <w:pPr>
        <w:jc w:val="both"/>
        <w:rPr>
          <w:sz w:val="24"/>
          <w:lang w:val="ru-RU"/>
        </w:rPr>
      </w:pPr>
    </w:p>
    <w:p w:rsidR="00FB1636" w:rsidRPr="006879AF" w:rsidRDefault="00FB1636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FB1636" w:rsidRDefault="00FB1636" w:rsidP="00E41E7E">
      <w:pPr>
        <w:jc w:val="both"/>
        <w:rPr>
          <w:sz w:val="24"/>
          <w:szCs w:val="20"/>
        </w:rPr>
      </w:pPr>
    </w:p>
    <w:p w:rsidR="00FB1636" w:rsidRDefault="00FB1636" w:rsidP="00E41E7E">
      <w:pPr>
        <w:jc w:val="both"/>
        <w:rPr>
          <w:sz w:val="24"/>
          <w:szCs w:val="20"/>
        </w:rPr>
      </w:pPr>
    </w:p>
    <w:p w:rsidR="00FB1636" w:rsidRDefault="00FB1636" w:rsidP="00E41E7E">
      <w:pPr>
        <w:jc w:val="both"/>
        <w:rPr>
          <w:sz w:val="24"/>
          <w:szCs w:val="20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Default="00FB1636" w:rsidP="008A359F">
      <w:pPr>
        <w:rPr>
          <w:i/>
          <w:szCs w:val="28"/>
        </w:rPr>
      </w:pPr>
    </w:p>
    <w:p w:rsidR="00FB1636" w:rsidRPr="00EF0713" w:rsidRDefault="00FB1636" w:rsidP="008A359F">
      <w:pPr>
        <w:rPr>
          <w:i/>
          <w:szCs w:val="28"/>
          <w:lang w:val="ru-RU"/>
        </w:rPr>
      </w:pPr>
    </w:p>
    <w:p w:rsidR="00FB1636" w:rsidRPr="00EF0713" w:rsidRDefault="00FB1636" w:rsidP="008A359F">
      <w:pPr>
        <w:rPr>
          <w:i/>
          <w:szCs w:val="28"/>
          <w:lang w:val="ru-RU"/>
        </w:rPr>
      </w:pPr>
    </w:p>
    <w:p w:rsidR="00FB1636" w:rsidRDefault="00FB1636" w:rsidP="008A359F">
      <w:pPr>
        <w:rPr>
          <w:i/>
          <w:szCs w:val="28"/>
        </w:rPr>
      </w:pPr>
    </w:p>
    <w:p w:rsidR="00FB1636" w:rsidRPr="007F21E4" w:rsidRDefault="00FB1636" w:rsidP="00043316"/>
    <w:sectPr w:rsidR="00FB1636" w:rsidRPr="007F21E4" w:rsidSect="00EF0713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636" w:rsidRDefault="00FB1636" w:rsidP="00862FBA">
      <w:r>
        <w:separator/>
      </w:r>
    </w:p>
  </w:endnote>
  <w:endnote w:type="continuationSeparator" w:id="0">
    <w:p w:rsidR="00FB1636" w:rsidRDefault="00FB1636" w:rsidP="00862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636" w:rsidRDefault="00FB1636" w:rsidP="00862FBA">
      <w:r>
        <w:separator/>
      </w:r>
    </w:p>
  </w:footnote>
  <w:footnote w:type="continuationSeparator" w:id="0">
    <w:p w:rsidR="00FB1636" w:rsidRDefault="00FB1636" w:rsidP="00862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BD7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26BB"/>
    <w:rsid w:val="0008339E"/>
    <w:rsid w:val="00085400"/>
    <w:rsid w:val="000A73EA"/>
    <w:rsid w:val="000B0FB5"/>
    <w:rsid w:val="000B16C7"/>
    <w:rsid w:val="000B3C80"/>
    <w:rsid w:val="000D1129"/>
    <w:rsid w:val="000E3606"/>
    <w:rsid w:val="000E73D7"/>
    <w:rsid w:val="000F5BC8"/>
    <w:rsid w:val="00111F30"/>
    <w:rsid w:val="0011349E"/>
    <w:rsid w:val="00126975"/>
    <w:rsid w:val="00142054"/>
    <w:rsid w:val="001476C7"/>
    <w:rsid w:val="001536A6"/>
    <w:rsid w:val="00166819"/>
    <w:rsid w:val="00167FB5"/>
    <w:rsid w:val="001756BB"/>
    <w:rsid w:val="00180E2C"/>
    <w:rsid w:val="00186E65"/>
    <w:rsid w:val="00190F37"/>
    <w:rsid w:val="001B0C91"/>
    <w:rsid w:val="001B53F0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6A00"/>
    <w:rsid w:val="0027750E"/>
    <w:rsid w:val="002814D4"/>
    <w:rsid w:val="002A4A36"/>
    <w:rsid w:val="002B6016"/>
    <w:rsid w:val="002D46D2"/>
    <w:rsid w:val="002D4D33"/>
    <w:rsid w:val="002D5261"/>
    <w:rsid w:val="002E6D57"/>
    <w:rsid w:val="002F6E86"/>
    <w:rsid w:val="002F7443"/>
    <w:rsid w:val="00312E35"/>
    <w:rsid w:val="0032738F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85AB9"/>
    <w:rsid w:val="00390D98"/>
    <w:rsid w:val="003942DD"/>
    <w:rsid w:val="003D1234"/>
    <w:rsid w:val="003D1657"/>
    <w:rsid w:val="003E4775"/>
    <w:rsid w:val="003F214F"/>
    <w:rsid w:val="004213A8"/>
    <w:rsid w:val="00421C4E"/>
    <w:rsid w:val="00421D78"/>
    <w:rsid w:val="00425C0A"/>
    <w:rsid w:val="004371D2"/>
    <w:rsid w:val="00443AD5"/>
    <w:rsid w:val="004457D8"/>
    <w:rsid w:val="00446019"/>
    <w:rsid w:val="004503DF"/>
    <w:rsid w:val="00452759"/>
    <w:rsid w:val="00490142"/>
    <w:rsid w:val="004A6491"/>
    <w:rsid w:val="004A740C"/>
    <w:rsid w:val="004B520C"/>
    <w:rsid w:val="004B6906"/>
    <w:rsid w:val="004C0266"/>
    <w:rsid w:val="004C541D"/>
    <w:rsid w:val="004C5452"/>
    <w:rsid w:val="004C72F4"/>
    <w:rsid w:val="004E147D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4ADD"/>
    <w:rsid w:val="0055145A"/>
    <w:rsid w:val="00552334"/>
    <w:rsid w:val="00560569"/>
    <w:rsid w:val="0056231D"/>
    <w:rsid w:val="005671AE"/>
    <w:rsid w:val="005879DC"/>
    <w:rsid w:val="00587C46"/>
    <w:rsid w:val="005945D1"/>
    <w:rsid w:val="0059796C"/>
    <w:rsid w:val="00597D1C"/>
    <w:rsid w:val="005B020A"/>
    <w:rsid w:val="005B0860"/>
    <w:rsid w:val="005B5CD5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94CAD"/>
    <w:rsid w:val="006A492D"/>
    <w:rsid w:val="006A4DE2"/>
    <w:rsid w:val="006B611C"/>
    <w:rsid w:val="006C2538"/>
    <w:rsid w:val="006C5593"/>
    <w:rsid w:val="006D41B8"/>
    <w:rsid w:val="006D5037"/>
    <w:rsid w:val="006D59B5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0409"/>
    <w:rsid w:val="00762588"/>
    <w:rsid w:val="00764860"/>
    <w:rsid w:val="0077163B"/>
    <w:rsid w:val="007758B0"/>
    <w:rsid w:val="0078108D"/>
    <w:rsid w:val="007952F8"/>
    <w:rsid w:val="007A7264"/>
    <w:rsid w:val="007A7BA2"/>
    <w:rsid w:val="007B789B"/>
    <w:rsid w:val="007B7A27"/>
    <w:rsid w:val="007C73A0"/>
    <w:rsid w:val="007D240E"/>
    <w:rsid w:val="007D6637"/>
    <w:rsid w:val="007E2E22"/>
    <w:rsid w:val="007E47FC"/>
    <w:rsid w:val="007E73EF"/>
    <w:rsid w:val="007F21E4"/>
    <w:rsid w:val="008104A1"/>
    <w:rsid w:val="008414BE"/>
    <w:rsid w:val="00847E31"/>
    <w:rsid w:val="00850732"/>
    <w:rsid w:val="008533AB"/>
    <w:rsid w:val="00862FBA"/>
    <w:rsid w:val="00864FB8"/>
    <w:rsid w:val="008659A7"/>
    <w:rsid w:val="008745F7"/>
    <w:rsid w:val="00880610"/>
    <w:rsid w:val="008916EB"/>
    <w:rsid w:val="008A359F"/>
    <w:rsid w:val="008B2134"/>
    <w:rsid w:val="008C2A5D"/>
    <w:rsid w:val="008D109E"/>
    <w:rsid w:val="008D7C1F"/>
    <w:rsid w:val="008D7E82"/>
    <w:rsid w:val="008E0C8B"/>
    <w:rsid w:val="009023AB"/>
    <w:rsid w:val="0090684C"/>
    <w:rsid w:val="00906C79"/>
    <w:rsid w:val="009105E2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7B18"/>
    <w:rsid w:val="009D37A6"/>
    <w:rsid w:val="009E4071"/>
    <w:rsid w:val="00A0644B"/>
    <w:rsid w:val="00A1592F"/>
    <w:rsid w:val="00A22A3C"/>
    <w:rsid w:val="00A30A6E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E1061"/>
    <w:rsid w:val="00AF49AB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5D59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E1B5C"/>
    <w:rsid w:val="00BF7E21"/>
    <w:rsid w:val="00C007C2"/>
    <w:rsid w:val="00C1568A"/>
    <w:rsid w:val="00C30052"/>
    <w:rsid w:val="00C4039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4D9D"/>
    <w:rsid w:val="00CE627C"/>
    <w:rsid w:val="00CE641E"/>
    <w:rsid w:val="00D004DD"/>
    <w:rsid w:val="00D064A3"/>
    <w:rsid w:val="00D1352E"/>
    <w:rsid w:val="00D367C0"/>
    <w:rsid w:val="00D50ADF"/>
    <w:rsid w:val="00D60FED"/>
    <w:rsid w:val="00D64C96"/>
    <w:rsid w:val="00D735EA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05487"/>
    <w:rsid w:val="00E1056F"/>
    <w:rsid w:val="00E22955"/>
    <w:rsid w:val="00E234EA"/>
    <w:rsid w:val="00E339AD"/>
    <w:rsid w:val="00E41E7E"/>
    <w:rsid w:val="00E57EF9"/>
    <w:rsid w:val="00E63B0F"/>
    <w:rsid w:val="00EA0437"/>
    <w:rsid w:val="00EA15E8"/>
    <w:rsid w:val="00EA2709"/>
    <w:rsid w:val="00EA4C17"/>
    <w:rsid w:val="00EB0BEF"/>
    <w:rsid w:val="00EB318E"/>
    <w:rsid w:val="00EC10A1"/>
    <w:rsid w:val="00ED058D"/>
    <w:rsid w:val="00ED4D0B"/>
    <w:rsid w:val="00ED4F2B"/>
    <w:rsid w:val="00EE58D0"/>
    <w:rsid w:val="00EE65BB"/>
    <w:rsid w:val="00EF0713"/>
    <w:rsid w:val="00F04CE2"/>
    <w:rsid w:val="00F079CC"/>
    <w:rsid w:val="00F20A95"/>
    <w:rsid w:val="00F211A1"/>
    <w:rsid w:val="00F36B46"/>
    <w:rsid w:val="00F46F0C"/>
    <w:rsid w:val="00F56A12"/>
    <w:rsid w:val="00F627F2"/>
    <w:rsid w:val="00F7517F"/>
    <w:rsid w:val="00F8098A"/>
    <w:rsid w:val="00FB14DE"/>
    <w:rsid w:val="00FB1636"/>
    <w:rsid w:val="00FB6ACF"/>
    <w:rsid w:val="00FD0AAF"/>
    <w:rsid w:val="00FD2F1A"/>
    <w:rsid w:val="00FD3E67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4B38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4B38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4B3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4B38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4B38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5D4B38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D4B38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62F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2FBA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862F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2FBA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19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402</Words>
  <Characters>2298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2016-04-01T05:46:00Z</cp:lastPrinted>
  <dcterms:created xsi:type="dcterms:W3CDTF">2016-04-19T13:32:00Z</dcterms:created>
  <dcterms:modified xsi:type="dcterms:W3CDTF">2016-04-19T13:32:00Z</dcterms:modified>
</cp:coreProperties>
</file>