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4EA" w:rsidRDefault="003324EA" w:rsidP="00F13711">
      <w:pPr>
        <w:jc w:val="center"/>
        <w:rPr>
          <w:snapToGrid w:val="0"/>
          <w:spacing w:val="8"/>
          <w:sz w:val="24"/>
        </w:rPr>
      </w:pPr>
      <w:r w:rsidRPr="0098363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3324EA" w:rsidRDefault="003324EA" w:rsidP="004C50C6">
      <w:pPr>
        <w:jc w:val="center"/>
        <w:rPr>
          <w:snapToGrid w:val="0"/>
          <w:spacing w:val="8"/>
          <w:sz w:val="24"/>
        </w:rPr>
      </w:pPr>
    </w:p>
    <w:p w:rsidR="003324EA" w:rsidRPr="006A4DE2" w:rsidRDefault="003324EA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3324EA" w:rsidRPr="006A4DE2" w:rsidRDefault="003324EA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3324EA" w:rsidRDefault="003324EA" w:rsidP="004C50C6">
      <w:pPr>
        <w:jc w:val="center"/>
        <w:rPr>
          <w:b/>
          <w:sz w:val="16"/>
          <w:szCs w:val="16"/>
        </w:rPr>
      </w:pPr>
    </w:p>
    <w:p w:rsidR="003324EA" w:rsidRPr="00E33D5C" w:rsidRDefault="003324EA" w:rsidP="004C50C6">
      <w:pPr>
        <w:jc w:val="center"/>
        <w:rPr>
          <w:b/>
          <w:sz w:val="16"/>
          <w:szCs w:val="16"/>
          <w:lang w:val="ru-RU"/>
        </w:rPr>
      </w:pPr>
      <w:r w:rsidRPr="002D22BC">
        <w:rPr>
          <w:b/>
          <w:sz w:val="16"/>
          <w:szCs w:val="16"/>
          <w:lang w:val="ru-RU"/>
        </w:rPr>
        <w:t xml:space="preserve"> </w:t>
      </w:r>
      <w:r w:rsidRPr="00E33D5C">
        <w:rPr>
          <w:b/>
          <w:sz w:val="16"/>
          <w:szCs w:val="16"/>
          <w:lang w:val="ru-RU"/>
        </w:rPr>
        <w:t xml:space="preserve">  </w:t>
      </w:r>
    </w:p>
    <w:p w:rsidR="003324EA" w:rsidRDefault="003324EA" w:rsidP="004C50C6">
      <w:pPr>
        <w:pStyle w:val="Heading1"/>
      </w:pPr>
      <w:r w:rsidRPr="009428E8">
        <w:t>РОЗПОРЯДЖЕННЯ</w:t>
      </w:r>
    </w:p>
    <w:p w:rsidR="003324EA" w:rsidRDefault="003324EA" w:rsidP="004C50C6">
      <w:pPr>
        <w:pStyle w:val="Title"/>
        <w:jc w:val="left"/>
        <w:rPr>
          <w:sz w:val="20"/>
          <w:szCs w:val="20"/>
        </w:rPr>
      </w:pPr>
    </w:p>
    <w:p w:rsidR="003324EA" w:rsidRDefault="003324EA" w:rsidP="004C50C6">
      <w:pPr>
        <w:pStyle w:val="Title"/>
        <w:jc w:val="left"/>
        <w:rPr>
          <w:sz w:val="20"/>
          <w:szCs w:val="20"/>
        </w:rPr>
      </w:pPr>
    </w:p>
    <w:p w:rsidR="003324EA" w:rsidRDefault="003324EA" w:rsidP="004C50C6">
      <w:pPr>
        <w:pStyle w:val="Title"/>
        <w:jc w:val="left"/>
      </w:pPr>
      <w:r>
        <w:rPr>
          <w:szCs w:val="28"/>
        </w:rPr>
        <w:t xml:space="preserve">15 квітня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129</w:t>
      </w:r>
    </w:p>
    <w:p w:rsidR="003324EA" w:rsidRDefault="003324EA" w:rsidP="00163BDD">
      <w:pPr>
        <w:jc w:val="both"/>
      </w:pPr>
    </w:p>
    <w:p w:rsidR="003324EA" w:rsidRDefault="003324EA" w:rsidP="00163BDD">
      <w:pPr>
        <w:jc w:val="both"/>
      </w:pPr>
    </w:p>
    <w:p w:rsidR="003324EA" w:rsidRPr="00575828" w:rsidRDefault="003324EA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Грищук Н.І.</w:t>
      </w:r>
      <w:r w:rsidRPr="00575828">
        <w:rPr>
          <w:szCs w:val="28"/>
        </w:rPr>
        <w:t xml:space="preserve"> дозволу на розроблення </w:t>
      </w:r>
    </w:p>
    <w:p w:rsidR="003324EA" w:rsidRPr="00575828" w:rsidRDefault="003324EA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3324EA" w:rsidRDefault="003324EA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</w:t>
      </w:r>
    </w:p>
    <w:p w:rsidR="003324EA" w:rsidRPr="00575828" w:rsidRDefault="003324EA" w:rsidP="00314FF4">
      <w:pPr>
        <w:ind w:left="708"/>
        <w:rPr>
          <w:szCs w:val="28"/>
        </w:rPr>
      </w:pPr>
      <w:r>
        <w:rPr>
          <w:szCs w:val="28"/>
        </w:rPr>
        <w:t xml:space="preserve">       «Перше травня»</w:t>
      </w:r>
      <w: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3324EA" w:rsidRDefault="003324EA" w:rsidP="001B6D24"/>
    <w:p w:rsidR="003324EA" w:rsidRDefault="003324EA" w:rsidP="001B6D24">
      <w:r>
        <w:t xml:space="preserve"> </w:t>
      </w:r>
    </w:p>
    <w:p w:rsidR="003324EA" w:rsidRDefault="003324EA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«Перше травня» </w:t>
      </w:r>
      <w:r>
        <w:t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3324EA" w:rsidRPr="002A4BC3" w:rsidRDefault="003324EA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 «Перше травня»</w:t>
      </w:r>
      <w:r>
        <w:t xml:space="preserve"> в натурі (на місцевості) за межами населеного пункту на території Раковоліської сільської ради громадянці:</w:t>
      </w:r>
      <w:r w:rsidRPr="002A4BC3">
        <w:t xml:space="preserve"> </w:t>
      </w:r>
    </w:p>
    <w:p w:rsidR="003324EA" w:rsidRDefault="003324EA" w:rsidP="00197F79">
      <w:pPr>
        <w:jc w:val="both"/>
      </w:pPr>
      <w:r>
        <w:t xml:space="preserve">        </w:t>
      </w:r>
      <w:r w:rsidRPr="0010420A">
        <w:t xml:space="preserve">- </w:t>
      </w:r>
      <w:r>
        <w:t xml:space="preserve">Грищук Ніні Іванівні, власнику сертифікатів на право на земельну частку (пай) серії ВЛ № 0256366, серія ВЛ № </w:t>
      </w:r>
      <w:bookmarkStart w:id="0" w:name="_GoBack"/>
      <w:bookmarkEnd w:id="0"/>
      <w:r>
        <w:t>0180542;</w:t>
      </w:r>
    </w:p>
    <w:p w:rsidR="003324EA" w:rsidRDefault="003324EA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3324EA" w:rsidRDefault="003324EA" w:rsidP="001B6D24">
      <w:r>
        <w:t xml:space="preserve">         </w:t>
      </w:r>
    </w:p>
    <w:p w:rsidR="003324EA" w:rsidRDefault="003324EA" w:rsidP="001B6D24"/>
    <w:p w:rsidR="003324EA" w:rsidRDefault="003324EA" w:rsidP="001B6D24"/>
    <w:p w:rsidR="003324EA" w:rsidRDefault="003324EA" w:rsidP="001B6D24"/>
    <w:p w:rsidR="003324EA" w:rsidRDefault="003324EA" w:rsidP="001B6D24"/>
    <w:p w:rsidR="003324EA" w:rsidRDefault="003324EA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3324EA" w:rsidRPr="00E04C17" w:rsidRDefault="003324EA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3324EA" w:rsidRPr="00B83396" w:rsidRDefault="003324EA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3324EA" w:rsidRDefault="003324EA" w:rsidP="001B6D24"/>
    <w:p w:rsidR="003324EA" w:rsidRDefault="003324EA" w:rsidP="001B6D24"/>
    <w:p w:rsidR="003324EA" w:rsidRDefault="003324EA" w:rsidP="001B6D24"/>
    <w:p w:rsidR="003324EA" w:rsidRDefault="003324EA" w:rsidP="001B6D24"/>
    <w:p w:rsidR="003324EA" w:rsidRDefault="003324EA" w:rsidP="001B6D24">
      <w:pPr>
        <w:rPr>
          <w:lang w:val="ru-RU"/>
        </w:rPr>
      </w:pPr>
    </w:p>
    <w:p w:rsidR="003324EA" w:rsidRDefault="003324EA" w:rsidP="001B6D24">
      <w:pPr>
        <w:rPr>
          <w:i/>
          <w:szCs w:val="28"/>
        </w:rPr>
      </w:pPr>
    </w:p>
    <w:sectPr w:rsidR="003324EA" w:rsidSect="005513F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4EA" w:rsidRDefault="003324EA" w:rsidP="00D113DB">
      <w:r>
        <w:separator/>
      </w:r>
    </w:p>
  </w:endnote>
  <w:endnote w:type="continuationSeparator" w:id="0">
    <w:p w:rsidR="003324EA" w:rsidRDefault="003324EA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4EA" w:rsidRDefault="003324EA" w:rsidP="00D113DB">
      <w:r>
        <w:separator/>
      </w:r>
    </w:p>
  </w:footnote>
  <w:footnote w:type="continuationSeparator" w:id="0">
    <w:p w:rsidR="003324EA" w:rsidRDefault="003324EA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639B"/>
    <w:rsid w:val="003324EA"/>
    <w:rsid w:val="00361B5B"/>
    <w:rsid w:val="003869D8"/>
    <w:rsid w:val="003A0D83"/>
    <w:rsid w:val="003A4737"/>
    <w:rsid w:val="003E7F26"/>
    <w:rsid w:val="003F5C28"/>
    <w:rsid w:val="003F60D4"/>
    <w:rsid w:val="00404023"/>
    <w:rsid w:val="00410F37"/>
    <w:rsid w:val="004312D4"/>
    <w:rsid w:val="00456C12"/>
    <w:rsid w:val="004720B5"/>
    <w:rsid w:val="004A00FE"/>
    <w:rsid w:val="004A6BFA"/>
    <w:rsid w:val="004A772A"/>
    <w:rsid w:val="004C50C6"/>
    <w:rsid w:val="004E4F92"/>
    <w:rsid w:val="004E78E3"/>
    <w:rsid w:val="005019DB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A33E9"/>
    <w:rsid w:val="006A4DE2"/>
    <w:rsid w:val="006C0F6C"/>
    <w:rsid w:val="006D7147"/>
    <w:rsid w:val="006E26B9"/>
    <w:rsid w:val="007029B2"/>
    <w:rsid w:val="007037A2"/>
    <w:rsid w:val="00713443"/>
    <w:rsid w:val="0072117A"/>
    <w:rsid w:val="0072381A"/>
    <w:rsid w:val="00733EBD"/>
    <w:rsid w:val="00734695"/>
    <w:rsid w:val="00735620"/>
    <w:rsid w:val="00746268"/>
    <w:rsid w:val="007616F4"/>
    <w:rsid w:val="007641DC"/>
    <w:rsid w:val="00765D56"/>
    <w:rsid w:val="00773500"/>
    <w:rsid w:val="00774168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1700C"/>
    <w:rsid w:val="00834A7C"/>
    <w:rsid w:val="00844C4E"/>
    <w:rsid w:val="00857CB6"/>
    <w:rsid w:val="00877E46"/>
    <w:rsid w:val="0088149D"/>
    <w:rsid w:val="00892163"/>
    <w:rsid w:val="0089774F"/>
    <w:rsid w:val="00897DA2"/>
    <w:rsid w:val="008F4B76"/>
    <w:rsid w:val="008F77B9"/>
    <w:rsid w:val="00901791"/>
    <w:rsid w:val="00910FF2"/>
    <w:rsid w:val="00937C7C"/>
    <w:rsid w:val="009428E8"/>
    <w:rsid w:val="009514F8"/>
    <w:rsid w:val="0096215E"/>
    <w:rsid w:val="00963C13"/>
    <w:rsid w:val="009723D1"/>
    <w:rsid w:val="009754B7"/>
    <w:rsid w:val="00983635"/>
    <w:rsid w:val="009A2F92"/>
    <w:rsid w:val="009C35F0"/>
    <w:rsid w:val="009D3FE4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A301D"/>
    <w:rsid w:val="00AC2774"/>
    <w:rsid w:val="00B044C7"/>
    <w:rsid w:val="00B142CC"/>
    <w:rsid w:val="00B169B5"/>
    <w:rsid w:val="00B43590"/>
    <w:rsid w:val="00B535A8"/>
    <w:rsid w:val="00B67295"/>
    <w:rsid w:val="00B73321"/>
    <w:rsid w:val="00B83396"/>
    <w:rsid w:val="00B92097"/>
    <w:rsid w:val="00BA5BB5"/>
    <w:rsid w:val="00BB200E"/>
    <w:rsid w:val="00BC53C5"/>
    <w:rsid w:val="00BD1FAA"/>
    <w:rsid w:val="00BD7B5D"/>
    <w:rsid w:val="00BE72E5"/>
    <w:rsid w:val="00BE75D4"/>
    <w:rsid w:val="00BF3A06"/>
    <w:rsid w:val="00C16880"/>
    <w:rsid w:val="00C201F2"/>
    <w:rsid w:val="00C36DE7"/>
    <w:rsid w:val="00C3747A"/>
    <w:rsid w:val="00C54E74"/>
    <w:rsid w:val="00C5520E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CF679E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90E3F"/>
    <w:rsid w:val="00DB4219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13711"/>
    <w:rsid w:val="00F519C4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261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2612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261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82612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82612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4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239</Words>
  <Characters>1368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2016-04-18T12:27:00Z</cp:lastPrinted>
  <dcterms:created xsi:type="dcterms:W3CDTF">2016-04-19T13:07:00Z</dcterms:created>
  <dcterms:modified xsi:type="dcterms:W3CDTF">2016-04-19T13:07:00Z</dcterms:modified>
</cp:coreProperties>
</file>