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E6" w:rsidRDefault="00F41AE6" w:rsidP="006F0F46">
      <w:pPr>
        <w:jc w:val="center"/>
        <w:rPr>
          <w:snapToGrid w:val="0"/>
          <w:spacing w:val="8"/>
          <w:sz w:val="24"/>
        </w:rPr>
      </w:pPr>
      <w:r w:rsidRPr="00C8782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41AE6" w:rsidRDefault="00F41AE6" w:rsidP="002A4A36">
      <w:pPr>
        <w:spacing w:line="360" w:lineRule="auto"/>
        <w:rPr>
          <w:spacing w:val="8"/>
          <w:sz w:val="12"/>
          <w:szCs w:val="20"/>
        </w:rPr>
      </w:pPr>
    </w:p>
    <w:p w:rsidR="00F41AE6" w:rsidRPr="006A4DE2" w:rsidRDefault="00F41AE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41AE6" w:rsidRPr="006A4DE2" w:rsidRDefault="00F41AE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41AE6" w:rsidRDefault="00F41AE6" w:rsidP="002A4A36">
      <w:pPr>
        <w:jc w:val="center"/>
        <w:rPr>
          <w:b/>
          <w:sz w:val="16"/>
          <w:szCs w:val="16"/>
        </w:rPr>
      </w:pPr>
    </w:p>
    <w:p w:rsidR="00F41AE6" w:rsidRPr="00C565F1" w:rsidRDefault="00F41AE6" w:rsidP="002A4A36">
      <w:pPr>
        <w:jc w:val="center"/>
        <w:rPr>
          <w:b/>
          <w:sz w:val="16"/>
          <w:szCs w:val="16"/>
        </w:rPr>
      </w:pPr>
    </w:p>
    <w:p w:rsidR="00F41AE6" w:rsidRDefault="00F41AE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41AE6" w:rsidRDefault="00F41AE6" w:rsidP="00BE11DE">
      <w:pPr>
        <w:pStyle w:val="Title"/>
        <w:jc w:val="left"/>
        <w:rPr>
          <w:sz w:val="20"/>
          <w:szCs w:val="20"/>
        </w:rPr>
      </w:pPr>
    </w:p>
    <w:p w:rsidR="00F41AE6" w:rsidRDefault="00F41AE6" w:rsidP="00BE11DE">
      <w:pPr>
        <w:pStyle w:val="Title"/>
        <w:jc w:val="left"/>
        <w:rPr>
          <w:sz w:val="20"/>
          <w:szCs w:val="20"/>
        </w:rPr>
      </w:pPr>
    </w:p>
    <w:p w:rsidR="00F41AE6" w:rsidRDefault="00F41AE6" w:rsidP="00BE11DE">
      <w:pPr>
        <w:pStyle w:val="Title"/>
        <w:jc w:val="left"/>
      </w:pPr>
      <w:r>
        <w:rPr>
          <w:szCs w:val="28"/>
        </w:rPr>
        <w:t xml:space="preserve">31 березня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108</w:t>
      </w:r>
    </w:p>
    <w:p w:rsidR="00F41AE6" w:rsidRDefault="00F41AE6" w:rsidP="002A4A36">
      <w:pPr>
        <w:pStyle w:val="Title"/>
        <w:jc w:val="left"/>
      </w:pPr>
      <w:r>
        <w:t xml:space="preserve">           </w:t>
      </w:r>
    </w:p>
    <w:p w:rsidR="00F41AE6" w:rsidRDefault="00F41AE6" w:rsidP="008533AB">
      <w:r>
        <w:t xml:space="preserve">                     Про   затвердження   технічної   документації   із</w:t>
      </w:r>
    </w:p>
    <w:p w:rsidR="00F41AE6" w:rsidRDefault="00F41AE6" w:rsidP="008533AB">
      <w:r>
        <w:t xml:space="preserve">                     землеустрою щодо встановлення меж земельних  </w:t>
      </w:r>
    </w:p>
    <w:p w:rsidR="00F41AE6" w:rsidRPr="00FF0543" w:rsidRDefault="00F41AE6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F41AE6" w:rsidRDefault="00F41AE6" w:rsidP="008533AB">
      <w:r>
        <w:t xml:space="preserve">                     в натурі (на  місцевості)  </w:t>
      </w:r>
    </w:p>
    <w:p w:rsidR="00F41AE6" w:rsidRDefault="00F41AE6" w:rsidP="00E41E7E">
      <w:r>
        <w:t xml:space="preserve">                     </w:t>
      </w:r>
    </w:p>
    <w:p w:rsidR="00F41AE6" w:rsidRDefault="00F41AE6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F41AE6" w:rsidRDefault="00F41AE6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громадянину Дмитруку С.І.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F41AE6" w:rsidRDefault="00F41AE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громадянину: </w:t>
      </w:r>
    </w:p>
    <w:p w:rsidR="00F41AE6" w:rsidRDefault="00F41AE6" w:rsidP="00FD0AAF">
      <w:pPr>
        <w:ind w:firstLine="708"/>
        <w:jc w:val="both"/>
        <w:rPr>
          <w:szCs w:val="28"/>
        </w:rPr>
      </w:pPr>
      <w:r>
        <w:t xml:space="preserve">- Дмитруку Святославу Івановичу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0721484300:02:000:1052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>, 0721484300:02:000:105</w:t>
      </w:r>
      <w:r w:rsidRPr="00C1510D">
        <w:rPr>
          <w:szCs w:val="28"/>
          <w:lang w:val="ru-RU"/>
        </w:rPr>
        <w:t>1</w:t>
      </w:r>
      <w:r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049 га"/>
        </w:smartTagPr>
        <w:r>
          <w:rPr>
            <w:szCs w:val="28"/>
          </w:rPr>
          <w:t>0,</w:t>
        </w:r>
        <w:r w:rsidRPr="00C1510D">
          <w:rPr>
            <w:szCs w:val="28"/>
            <w:lang w:val="ru-RU"/>
          </w:rPr>
          <w:t>7049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0721484300:01:000:0180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F41AE6" w:rsidRDefault="00F41AE6" w:rsidP="00166819">
      <w:pPr>
        <w:ind w:firstLine="708"/>
        <w:jc w:val="both"/>
      </w:pPr>
      <w:r>
        <w:t xml:space="preserve">3. Громадянину Дмитруку Святославу Івановичу право приватної власності на вищевказані земельні ділянки зареєструвати у встановленому законом  порядку. </w:t>
      </w:r>
    </w:p>
    <w:p w:rsidR="00F41AE6" w:rsidRDefault="00F41AE6" w:rsidP="00590BC7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</w:t>
      </w:r>
    </w:p>
    <w:p w:rsidR="00F41AE6" w:rsidRPr="00B90481" w:rsidRDefault="00F41AE6" w:rsidP="00166819">
      <w:pPr>
        <w:jc w:val="both"/>
        <w:rPr>
          <w:sz w:val="24"/>
          <w:szCs w:val="20"/>
        </w:rPr>
      </w:pPr>
    </w:p>
    <w:p w:rsidR="00F41AE6" w:rsidRPr="00B90481" w:rsidRDefault="00F41AE6" w:rsidP="00166819">
      <w:pPr>
        <w:jc w:val="both"/>
        <w:rPr>
          <w:sz w:val="24"/>
          <w:szCs w:val="20"/>
        </w:rPr>
      </w:pPr>
    </w:p>
    <w:p w:rsidR="00F41AE6" w:rsidRPr="00B01A14" w:rsidRDefault="00F41AE6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F41AE6" w:rsidRDefault="00F41AE6" w:rsidP="00CC2B42">
      <w:pPr>
        <w:jc w:val="both"/>
        <w:rPr>
          <w:sz w:val="24"/>
          <w:lang w:val="en-US"/>
        </w:rPr>
      </w:pPr>
    </w:p>
    <w:p w:rsidR="00F41AE6" w:rsidRPr="00B01A14" w:rsidRDefault="00F41AE6" w:rsidP="00CC2B42">
      <w:pPr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  <w:bookmarkStart w:id="0" w:name="_GoBack"/>
      <w:bookmarkEnd w:id="0"/>
    </w:p>
    <w:sectPr w:rsidR="00F41AE6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2F7BD8"/>
    <w:rsid w:val="0030625B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107D4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17D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25B4"/>
    <w:rsid w:val="008533AB"/>
    <w:rsid w:val="00864FB8"/>
    <w:rsid w:val="008659A7"/>
    <w:rsid w:val="008745F7"/>
    <w:rsid w:val="00880610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481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8782D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14"/>
    <w:rsid w:val="00EE58D0"/>
    <w:rsid w:val="00EE65BB"/>
    <w:rsid w:val="00F04CE2"/>
    <w:rsid w:val="00F079CC"/>
    <w:rsid w:val="00F211A1"/>
    <w:rsid w:val="00F36B46"/>
    <w:rsid w:val="00F41AE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11C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1C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11C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1C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11C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811C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811C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335</Words>
  <Characters>1912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2016-04-05T13:00:00Z</cp:lastPrinted>
  <dcterms:created xsi:type="dcterms:W3CDTF">2016-04-05T13:05:00Z</dcterms:created>
  <dcterms:modified xsi:type="dcterms:W3CDTF">2016-04-05T13:05:00Z</dcterms:modified>
</cp:coreProperties>
</file>