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F42" w:rsidRDefault="00B10F42" w:rsidP="00C4224F">
      <w:pPr>
        <w:jc w:val="center"/>
        <w:rPr>
          <w:snapToGrid w:val="0"/>
          <w:spacing w:val="8"/>
          <w:lang w:val="en-US"/>
        </w:rPr>
      </w:pPr>
      <w:r w:rsidRPr="00D530CE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5.5pt;height:36pt;visibility:visible" filled="t" fillcolor="silver">
            <v:imagedata r:id="rId6" o:title=""/>
          </v:shape>
        </w:pict>
      </w:r>
    </w:p>
    <w:p w:rsidR="00B10F42" w:rsidRPr="00FD7B07" w:rsidRDefault="00B10F42" w:rsidP="00C4224F">
      <w:pPr>
        <w:jc w:val="center"/>
        <w:rPr>
          <w:snapToGrid w:val="0"/>
          <w:spacing w:val="8"/>
          <w:sz w:val="16"/>
          <w:szCs w:val="16"/>
          <w:lang w:val="en-US"/>
        </w:rPr>
      </w:pPr>
    </w:p>
    <w:p w:rsidR="00B10F42" w:rsidRPr="00C4224F" w:rsidRDefault="00B10F42" w:rsidP="00C4224F">
      <w:pPr>
        <w:pStyle w:val="Heading2"/>
        <w:rPr>
          <w:b w:val="0"/>
          <w:sz w:val="28"/>
          <w:szCs w:val="28"/>
          <w:lang w:val="ru-RU"/>
        </w:rPr>
      </w:pPr>
      <w:r>
        <w:t xml:space="preserve"> </w:t>
      </w:r>
      <w:r w:rsidRPr="00C4224F">
        <w:rPr>
          <w:sz w:val="28"/>
          <w:szCs w:val="28"/>
        </w:rPr>
        <w:t>КАМІНЬ-КАШИРСЬКА РАЙОННА ДЕРЖАВНА АДМІНІСТРАЦІЯ</w:t>
      </w:r>
    </w:p>
    <w:p w:rsidR="00B10F42" w:rsidRPr="00C4224F" w:rsidRDefault="00B10F42" w:rsidP="00C4224F">
      <w:pPr>
        <w:pStyle w:val="Heading3"/>
        <w:rPr>
          <w:sz w:val="28"/>
          <w:szCs w:val="28"/>
        </w:rPr>
      </w:pPr>
      <w:r w:rsidRPr="00C4224F">
        <w:rPr>
          <w:sz w:val="28"/>
          <w:szCs w:val="28"/>
        </w:rPr>
        <w:t>ВОЛИНСЬКОЇ ОБЛАСТІ</w:t>
      </w:r>
    </w:p>
    <w:p w:rsidR="00B10F42" w:rsidRDefault="00B10F42" w:rsidP="00C4224F">
      <w:pPr>
        <w:jc w:val="center"/>
        <w:rPr>
          <w:b/>
          <w:sz w:val="16"/>
          <w:szCs w:val="16"/>
        </w:rPr>
      </w:pPr>
    </w:p>
    <w:p w:rsidR="00B10F42" w:rsidRPr="00C565F1" w:rsidRDefault="00B10F42" w:rsidP="00C4224F">
      <w:pPr>
        <w:jc w:val="center"/>
        <w:rPr>
          <w:b/>
          <w:sz w:val="16"/>
          <w:szCs w:val="16"/>
        </w:rPr>
      </w:pPr>
    </w:p>
    <w:p w:rsidR="00B10F42" w:rsidRPr="00C4224F" w:rsidRDefault="00B10F42" w:rsidP="00C4224F">
      <w:pPr>
        <w:pStyle w:val="Heading1"/>
        <w:jc w:val="center"/>
        <w:rPr>
          <w:sz w:val="32"/>
          <w:szCs w:val="32"/>
        </w:rPr>
      </w:pPr>
      <w:r w:rsidRPr="00C4224F">
        <w:rPr>
          <w:sz w:val="32"/>
          <w:szCs w:val="32"/>
        </w:rPr>
        <w:t>РОЗПОРЯДЖЕННЯ</w:t>
      </w:r>
    </w:p>
    <w:p w:rsidR="00B10F42" w:rsidRDefault="00B10F42" w:rsidP="00C4224F">
      <w:pPr>
        <w:pStyle w:val="Title"/>
        <w:jc w:val="left"/>
        <w:rPr>
          <w:sz w:val="20"/>
          <w:szCs w:val="20"/>
        </w:rPr>
      </w:pPr>
    </w:p>
    <w:p w:rsidR="00B10F42" w:rsidRDefault="00B10F42" w:rsidP="00C4224F">
      <w:pPr>
        <w:pStyle w:val="Title"/>
        <w:jc w:val="left"/>
        <w:rPr>
          <w:sz w:val="20"/>
          <w:szCs w:val="20"/>
        </w:rPr>
      </w:pPr>
    </w:p>
    <w:p w:rsidR="00B10F42" w:rsidRPr="00391A24" w:rsidRDefault="00B10F42" w:rsidP="00C4224F">
      <w:pPr>
        <w:rPr>
          <w:lang w:val="uk-UA"/>
        </w:rPr>
      </w:pPr>
      <w:r w:rsidRPr="00391A24">
        <w:rPr>
          <w:sz w:val="28"/>
          <w:szCs w:val="28"/>
          <w:lang w:val="uk-UA"/>
        </w:rPr>
        <w:t>16 січня 2016 року</w:t>
      </w:r>
      <w:r w:rsidRPr="00391A24">
        <w:rPr>
          <w:szCs w:val="28"/>
          <w:lang w:val="uk-UA"/>
        </w:rPr>
        <w:t xml:space="preserve">   </w:t>
      </w:r>
      <w:r w:rsidRPr="00391A24">
        <w:rPr>
          <w:lang w:val="uk-UA"/>
        </w:rPr>
        <w:t xml:space="preserve">        </w:t>
      </w:r>
      <w:r>
        <w:rPr>
          <w:lang w:val="uk-UA"/>
        </w:rPr>
        <w:t xml:space="preserve">          </w:t>
      </w:r>
      <w:r w:rsidRPr="00391A24">
        <w:rPr>
          <w:sz w:val="28"/>
          <w:szCs w:val="28"/>
          <w:lang w:val="uk-UA"/>
        </w:rPr>
        <w:t>м.Камінь-Каширський</w:t>
      </w:r>
      <w:r w:rsidRPr="00391A24">
        <w:rPr>
          <w:lang w:val="uk-UA"/>
        </w:rPr>
        <w:tab/>
      </w:r>
      <w:r w:rsidRPr="00391A24">
        <w:rPr>
          <w:lang w:val="uk-UA"/>
        </w:rPr>
        <w:tab/>
      </w:r>
      <w:r w:rsidRPr="00391A24">
        <w:rPr>
          <w:lang w:val="uk-UA"/>
        </w:rPr>
        <w:tab/>
      </w:r>
      <w:r w:rsidRPr="00391A24">
        <w:rPr>
          <w:lang w:val="uk-UA"/>
        </w:rPr>
        <w:tab/>
        <w:t xml:space="preserve">№ </w:t>
      </w:r>
      <w:r>
        <w:rPr>
          <w:lang w:val="uk-UA"/>
        </w:rPr>
        <w:t>08</w:t>
      </w:r>
    </w:p>
    <w:p w:rsidR="00B10F42" w:rsidRDefault="00B10F42" w:rsidP="00683945">
      <w:pPr>
        <w:rPr>
          <w:lang w:val="uk-UA"/>
        </w:rPr>
      </w:pPr>
    </w:p>
    <w:p w:rsidR="00B10F42" w:rsidRDefault="00B10F42" w:rsidP="00683945">
      <w:pPr>
        <w:rPr>
          <w:lang w:val="uk-UA"/>
        </w:rPr>
      </w:pPr>
    </w:p>
    <w:p w:rsidR="00B10F42" w:rsidRPr="00405F3D" w:rsidRDefault="00B10F42" w:rsidP="00655307">
      <w:pPr>
        <w:ind w:right="38"/>
        <w:jc w:val="center"/>
        <w:rPr>
          <w:sz w:val="28"/>
          <w:szCs w:val="28"/>
        </w:rPr>
      </w:pPr>
      <w:r w:rsidRPr="00405F3D">
        <w:rPr>
          <w:sz w:val="28"/>
          <w:szCs w:val="28"/>
        </w:rPr>
        <w:t xml:space="preserve">Про передачу невитребуваних земельних часток (паїв) в оренду </w:t>
      </w:r>
      <w:r>
        <w:rPr>
          <w:sz w:val="28"/>
          <w:szCs w:val="28"/>
          <w:lang w:val="uk-UA"/>
        </w:rPr>
        <w:t xml:space="preserve">                          ТзОВ</w:t>
      </w:r>
      <w:r w:rsidRPr="00655307">
        <w:rPr>
          <w:sz w:val="28"/>
          <w:szCs w:val="28"/>
        </w:rPr>
        <w:t xml:space="preserve"> “</w:t>
      </w:r>
      <w:r>
        <w:rPr>
          <w:sz w:val="28"/>
          <w:szCs w:val="28"/>
          <w:lang w:val="uk-UA"/>
        </w:rPr>
        <w:t>ПАТРІОТ АГРО</w:t>
      </w:r>
      <w:r w:rsidRPr="00655307">
        <w:rPr>
          <w:sz w:val="28"/>
          <w:szCs w:val="28"/>
        </w:rPr>
        <w:t>”</w:t>
      </w:r>
      <w:r w:rsidRPr="00405F3D">
        <w:rPr>
          <w:sz w:val="28"/>
          <w:szCs w:val="28"/>
        </w:rPr>
        <w:t xml:space="preserve"> для ведення товарного сільськогосподарського виробництва на території </w:t>
      </w:r>
      <w:r>
        <w:rPr>
          <w:sz w:val="28"/>
          <w:szCs w:val="28"/>
          <w:lang w:val="uk-UA"/>
        </w:rPr>
        <w:t>Видертської</w:t>
      </w:r>
      <w:r w:rsidRPr="00405F3D">
        <w:rPr>
          <w:sz w:val="28"/>
          <w:szCs w:val="28"/>
        </w:rPr>
        <w:t xml:space="preserve"> сільської ради</w:t>
      </w:r>
    </w:p>
    <w:p w:rsidR="00B10F42" w:rsidRPr="006B4917" w:rsidRDefault="00B10F42" w:rsidP="00655307">
      <w:pPr>
        <w:jc w:val="both"/>
        <w:rPr>
          <w:sz w:val="28"/>
          <w:szCs w:val="28"/>
        </w:rPr>
      </w:pPr>
    </w:p>
    <w:p w:rsidR="00B10F42" w:rsidRPr="00E0158F" w:rsidRDefault="00B10F42" w:rsidP="00655307">
      <w:pPr>
        <w:ind w:firstLine="720"/>
        <w:jc w:val="both"/>
        <w:rPr>
          <w:sz w:val="28"/>
          <w:szCs w:val="28"/>
          <w:lang w:val="uk-UA"/>
        </w:rPr>
      </w:pPr>
      <w:r w:rsidRPr="006B4917">
        <w:rPr>
          <w:sz w:val="28"/>
          <w:szCs w:val="28"/>
        </w:rPr>
        <w:t>Розглянувши клопотання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Товариства з обмеженою відповідальністю    </w:t>
      </w:r>
      <w:r w:rsidRPr="00655307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ПАТРІОТ АГРО</w:t>
      </w:r>
      <w:r w:rsidRPr="00655307">
        <w:rPr>
          <w:sz w:val="28"/>
          <w:szCs w:val="28"/>
          <w:lang w:val="uk-UA"/>
        </w:rPr>
        <w:t>” (м.</w:t>
      </w:r>
      <w:r>
        <w:rPr>
          <w:sz w:val="28"/>
          <w:szCs w:val="28"/>
          <w:lang w:val="uk-UA"/>
        </w:rPr>
        <w:t xml:space="preserve"> Рожище</w:t>
      </w:r>
      <w:r w:rsidRPr="00655307">
        <w:rPr>
          <w:sz w:val="28"/>
          <w:szCs w:val="28"/>
          <w:lang w:val="uk-UA"/>
        </w:rPr>
        <w:t xml:space="preserve">, код ЄДРПОУ </w:t>
      </w:r>
      <w:r>
        <w:rPr>
          <w:sz w:val="28"/>
          <w:szCs w:val="28"/>
          <w:lang w:val="uk-UA"/>
        </w:rPr>
        <w:t>39922735</w:t>
      </w:r>
      <w:r w:rsidRPr="00655307">
        <w:rPr>
          <w:sz w:val="28"/>
          <w:szCs w:val="28"/>
          <w:lang w:val="uk-UA"/>
        </w:rPr>
        <w:t xml:space="preserve">)  про надання в оренду невитребуваних земельних часток (паїв) на території </w:t>
      </w:r>
      <w:r>
        <w:rPr>
          <w:sz w:val="28"/>
          <w:szCs w:val="28"/>
          <w:lang w:val="uk-UA"/>
        </w:rPr>
        <w:t>Видертської</w:t>
      </w:r>
      <w:r w:rsidRPr="00655307">
        <w:rPr>
          <w:sz w:val="28"/>
          <w:szCs w:val="28"/>
          <w:lang w:val="uk-UA"/>
        </w:rPr>
        <w:t xml:space="preserve"> сільської ради, керуючись</w:t>
      </w:r>
      <w:r w:rsidRPr="007E233C">
        <w:rPr>
          <w:sz w:val="28"/>
          <w:szCs w:val="28"/>
          <w:lang w:val="uk-UA"/>
        </w:rPr>
        <w:t xml:space="preserve"> п.</w:t>
      </w:r>
      <w:r>
        <w:rPr>
          <w:sz w:val="28"/>
          <w:szCs w:val="28"/>
          <w:lang w:val="uk-UA"/>
        </w:rPr>
        <w:t>2 ст. 6, п.2 ст. 21,</w:t>
      </w:r>
      <w:r w:rsidRPr="006553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ст. </w:t>
      </w:r>
      <w:r w:rsidRPr="00655307">
        <w:rPr>
          <w:sz w:val="28"/>
          <w:szCs w:val="28"/>
          <w:lang w:val="uk-UA"/>
        </w:rPr>
        <w:t>41 Закону України „Про місцеві державні адміністрації”, ст. 17,</w:t>
      </w:r>
      <w:r>
        <w:rPr>
          <w:sz w:val="28"/>
          <w:szCs w:val="28"/>
          <w:lang w:val="uk-UA"/>
        </w:rPr>
        <w:t xml:space="preserve"> 22,</w:t>
      </w:r>
      <w:r w:rsidRPr="00655307">
        <w:rPr>
          <w:sz w:val="28"/>
          <w:szCs w:val="28"/>
          <w:lang w:val="uk-UA"/>
        </w:rPr>
        <w:t xml:space="preserve"> 93, </w:t>
      </w:r>
      <w:r>
        <w:rPr>
          <w:sz w:val="28"/>
          <w:szCs w:val="28"/>
          <w:lang w:val="uk-UA"/>
        </w:rPr>
        <w:t>122</w:t>
      </w:r>
      <w:r w:rsidRPr="00655307">
        <w:rPr>
          <w:sz w:val="28"/>
          <w:szCs w:val="28"/>
          <w:lang w:val="uk-UA"/>
        </w:rPr>
        <w:t>, пунктом 17 Розділу Х „Перехідні положення” Земельного кодексу України, ст. 1, 2, 13 Закону України „Про порядок виділення в натурі (на місцевост</w:t>
      </w:r>
      <w:r>
        <w:rPr>
          <w:sz w:val="28"/>
          <w:szCs w:val="28"/>
          <w:lang w:val="uk-UA"/>
        </w:rPr>
        <w:t>і</w:t>
      </w:r>
      <w:r w:rsidRPr="00655307">
        <w:rPr>
          <w:sz w:val="28"/>
          <w:szCs w:val="28"/>
          <w:lang w:val="uk-UA"/>
        </w:rPr>
        <w:t>) земельних ділянок власникам земельних часток (паїв)”, Закон</w:t>
      </w:r>
      <w:r>
        <w:rPr>
          <w:sz w:val="28"/>
          <w:szCs w:val="28"/>
          <w:lang w:val="uk-UA"/>
        </w:rPr>
        <w:t>ом</w:t>
      </w:r>
      <w:r w:rsidRPr="00655307">
        <w:rPr>
          <w:sz w:val="28"/>
          <w:szCs w:val="28"/>
          <w:lang w:val="uk-UA"/>
        </w:rPr>
        <w:t xml:space="preserve"> України „Про оренду землі</w:t>
      </w:r>
      <w:r w:rsidRPr="007E233C">
        <w:rPr>
          <w:sz w:val="28"/>
          <w:szCs w:val="28"/>
          <w:lang w:val="uk-UA"/>
        </w:rPr>
        <w:t>”, постановою Кабінету Міністрів України „</w:t>
      </w:r>
      <w:r w:rsidRPr="007E233C">
        <w:rPr>
          <w:spacing w:val="-9"/>
          <w:sz w:val="28"/>
          <w:szCs w:val="28"/>
          <w:lang w:val="uk-UA"/>
        </w:rPr>
        <w:t xml:space="preserve">Про затвердження Порядку реєстрації договорів оренди земельної частки (паю)” від  24.01.2000 №119 </w:t>
      </w:r>
      <w:r w:rsidRPr="007E233C">
        <w:rPr>
          <w:sz w:val="28"/>
          <w:szCs w:val="28"/>
          <w:lang w:val="uk-UA"/>
        </w:rPr>
        <w:t>:</w:t>
      </w:r>
    </w:p>
    <w:p w:rsidR="00B10F42" w:rsidRPr="00E0158F" w:rsidRDefault="00B10F42" w:rsidP="00655307">
      <w:pPr>
        <w:tabs>
          <w:tab w:val="left" w:pos="4785"/>
        </w:tabs>
        <w:ind w:firstLine="720"/>
        <w:jc w:val="both"/>
        <w:rPr>
          <w:spacing w:val="-9"/>
          <w:sz w:val="28"/>
          <w:szCs w:val="28"/>
          <w:lang w:val="uk-UA"/>
        </w:rPr>
      </w:pPr>
      <w:r>
        <w:rPr>
          <w:sz w:val="28"/>
          <w:szCs w:val="28"/>
        </w:rPr>
        <w:t>1</w:t>
      </w:r>
      <w:r w:rsidRPr="006B4917">
        <w:rPr>
          <w:sz w:val="28"/>
          <w:szCs w:val="28"/>
        </w:rPr>
        <w:t xml:space="preserve">. Передати в оренду </w:t>
      </w:r>
      <w:r>
        <w:rPr>
          <w:sz w:val="28"/>
          <w:szCs w:val="28"/>
          <w:lang w:val="uk-UA"/>
        </w:rPr>
        <w:t xml:space="preserve">Товариству з обмеженою відповідальністю    </w:t>
      </w:r>
      <w:r w:rsidRPr="00655307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ПАТРІОТ АГРО</w:t>
      </w:r>
      <w:r w:rsidRPr="00655307">
        <w:rPr>
          <w:sz w:val="28"/>
          <w:szCs w:val="28"/>
          <w:lang w:val="uk-UA"/>
        </w:rPr>
        <w:t>”</w:t>
      </w:r>
      <w:r>
        <w:rPr>
          <w:sz w:val="28"/>
          <w:szCs w:val="28"/>
        </w:rPr>
        <w:t xml:space="preserve"> 1</w:t>
      </w:r>
      <w:r>
        <w:rPr>
          <w:sz w:val="28"/>
          <w:szCs w:val="28"/>
          <w:lang w:val="uk-UA"/>
        </w:rPr>
        <w:t>41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сто сорок одну</w:t>
      </w:r>
      <w:r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 ділянку</w:t>
      </w:r>
      <w:r>
        <w:rPr>
          <w:sz w:val="28"/>
          <w:szCs w:val="28"/>
        </w:rPr>
        <w:t xml:space="preserve"> </w:t>
      </w:r>
      <w:r w:rsidRPr="006B4917">
        <w:rPr>
          <w:sz w:val="28"/>
          <w:szCs w:val="28"/>
        </w:rPr>
        <w:t>невитребуван</w:t>
      </w:r>
      <w:r>
        <w:rPr>
          <w:sz w:val="28"/>
          <w:szCs w:val="28"/>
        </w:rPr>
        <w:t>их</w:t>
      </w:r>
      <w:r w:rsidRPr="006B4917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</w:t>
      </w:r>
      <w:r w:rsidRPr="006B4917">
        <w:rPr>
          <w:sz w:val="28"/>
          <w:szCs w:val="28"/>
        </w:rPr>
        <w:t xml:space="preserve"> част</w:t>
      </w:r>
      <w:r>
        <w:rPr>
          <w:sz w:val="28"/>
          <w:szCs w:val="28"/>
        </w:rPr>
        <w:t>ок</w:t>
      </w:r>
      <w:r w:rsidRPr="006B4917">
        <w:rPr>
          <w:sz w:val="28"/>
          <w:szCs w:val="28"/>
        </w:rPr>
        <w:t xml:space="preserve"> (паї</w:t>
      </w:r>
      <w:r>
        <w:rPr>
          <w:sz w:val="28"/>
          <w:szCs w:val="28"/>
        </w:rPr>
        <w:t>в</w:t>
      </w:r>
      <w:r w:rsidRPr="006B4917">
        <w:rPr>
          <w:sz w:val="28"/>
          <w:szCs w:val="28"/>
        </w:rPr>
        <w:t xml:space="preserve">) загальною площею </w:t>
      </w:r>
      <w:smartTag w:uri="urn:schemas-microsoft-com:office:smarttags" w:element="metricconverter">
        <w:smartTagPr>
          <w:attr w:name="ProductID" w:val="79.5 га"/>
        </w:smartTagPr>
        <w:r>
          <w:rPr>
            <w:sz w:val="28"/>
            <w:szCs w:val="28"/>
            <w:lang w:val="uk-UA"/>
          </w:rPr>
          <w:t>79.5</w:t>
        </w:r>
        <w:r>
          <w:rPr>
            <w:sz w:val="28"/>
            <w:szCs w:val="28"/>
          </w:rPr>
          <w:t xml:space="preserve"> га</w:t>
        </w:r>
      </w:smartTag>
      <w:r>
        <w:rPr>
          <w:sz w:val="28"/>
          <w:szCs w:val="28"/>
          <w:lang w:val="uk-UA"/>
        </w:rPr>
        <w:t xml:space="preserve"> (сіножаті)</w:t>
      </w:r>
      <w:r w:rsidRPr="006B4917">
        <w:rPr>
          <w:sz w:val="28"/>
          <w:szCs w:val="28"/>
        </w:rPr>
        <w:t xml:space="preserve"> </w:t>
      </w:r>
      <w:r w:rsidRPr="003C436D">
        <w:rPr>
          <w:sz w:val="28"/>
          <w:szCs w:val="28"/>
        </w:rPr>
        <w:t>зі складу земель сільськогосподарського призначення</w:t>
      </w:r>
      <w:r w:rsidRPr="006B4917">
        <w:rPr>
          <w:sz w:val="28"/>
          <w:szCs w:val="28"/>
        </w:rPr>
        <w:t xml:space="preserve">, які розташовані на території  </w:t>
      </w:r>
      <w:r>
        <w:rPr>
          <w:sz w:val="28"/>
          <w:szCs w:val="28"/>
          <w:lang w:val="uk-UA"/>
        </w:rPr>
        <w:t>Видертської</w:t>
      </w:r>
      <w:r>
        <w:rPr>
          <w:sz w:val="28"/>
          <w:szCs w:val="28"/>
        </w:rPr>
        <w:t xml:space="preserve"> сільської</w:t>
      </w:r>
      <w:r w:rsidRPr="006B4917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Камінь-Каширського</w:t>
      </w:r>
      <w:r>
        <w:rPr>
          <w:sz w:val="28"/>
          <w:szCs w:val="28"/>
        </w:rPr>
        <w:t xml:space="preserve"> району</w:t>
      </w:r>
      <w:r w:rsidRPr="006B4917">
        <w:rPr>
          <w:sz w:val="28"/>
          <w:szCs w:val="28"/>
        </w:rPr>
        <w:t xml:space="preserve">, терміном на 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десять</w:t>
      </w:r>
      <w:r>
        <w:rPr>
          <w:sz w:val="28"/>
          <w:szCs w:val="28"/>
        </w:rPr>
        <w:t>) років</w:t>
      </w:r>
      <w:r w:rsidRPr="006B4917">
        <w:rPr>
          <w:sz w:val="28"/>
          <w:szCs w:val="28"/>
        </w:rPr>
        <w:t xml:space="preserve"> для ведення товарного сільськогосподарського виробництва</w:t>
      </w:r>
      <w:r>
        <w:rPr>
          <w:sz w:val="28"/>
          <w:szCs w:val="28"/>
        </w:rPr>
        <w:t xml:space="preserve"> згідно з додатком</w:t>
      </w:r>
      <w:r>
        <w:rPr>
          <w:sz w:val="28"/>
          <w:szCs w:val="28"/>
          <w:lang w:val="uk-UA"/>
        </w:rPr>
        <w:t xml:space="preserve"> або до моменту отримання власниками документів, що посвідчують право власності на земельні ділянки.</w:t>
      </w:r>
    </w:p>
    <w:p w:rsidR="00B10F42" w:rsidRDefault="00B10F42" w:rsidP="006553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6B4917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ТзОВ</w:t>
      </w:r>
      <w:r>
        <w:rPr>
          <w:sz w:val="28"/>
          <w:szCs w:val="28"/>
        </w:rPr>
        <w:t xml:space="preserve"> </w:t>
      </w:r>
      <w:r w:rsidRPr="00655307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ПАТРІОТ АГРО</w:t>
      </w:r>
      <w:r w:rsidRPr="00655307">
        <w:rPr>
          <w:sz w:val="28"/>
          <w:szCs w:val="28"/>
          <w:lang w:val="uk-UA"/>
        </w:rPr>
        <w:t>”</w:t>
      </w:r>
      <w:r>
        <w:rPr>
          <w:i/>
          <w:sz w:val="20"/>
          <w:szCs w:val="20"/>
        </w:rPr>
        <w:t xml:space="preserve">  </w:t>
      </w:r>
      <w:r w:rsidRPr="006B4917">
        <w:rPr>
          <w:sz w:val="28"/>
          <w:szCs w:val="28"/>
        </w:rPr>
        <w:t>укласти</w:t>
      </w:r>
      <w:r>
        <w:rPr>
          <w:sz w:val="28"/>
          <w:szCs w:val="28"/>
        </w:rPr>
        <w:t xml:space="preserve"> </w:t>
      </w:r>
      <w:r w:rsidRPr="006B4917">
        <w:rPr>
          <w:sz w:val="28"/>
          <w:szCs w:val="28"/>
        </w:rPr>
        <w:t>відповідн</w:t>
      </w:r>
      <w:r>
        <w:rPr>
          <w:sz w:val="28"/>
          <w:szCs w:val="28"/>
        </w:rPr>
        <w:t>і</w:t>
      </w:r>
      <w:r w:rsidRPr="006B4917">
        <w:rPr>
          <w:sz w:val="28"/>
          <w:szCs w:val="28"/>
        </w:rPr>
        <w:t xml:space="preserve"> дого</w:t>
      </w:r>
      <w:r>
        <w:rPr>
          <w:sz w:val="28"/>
          <w:szCs w:val="28"/>
        </w:rPr>
        <w:t xml:space="preserve">вори </w:t>
      </w:r>
      <w:r w:rsidRPr="006B4917">
        <w:rPr>
          <w:sz w:val="28"/>
          <w:szCs w:val="28"/>
        </w:rPr>
        <w:t>оренди</w:t>
      </w:r>
      <w:r>
        <w:rPr>
          <w:sz w:val="28"/>
          <w:szCs w:val="28"/>
        </w:rPr>
        <w:t xml:space="preserve"> </w:t>
      </w:r>
      <w:r w:rsidRPr="003574F7">
        <w:rPr>
          <w:sz w:val="28"/>
          <w:szCs w:val="28"/>
        </w:rPr>
        <w:t>земельної частки (паю)</w:t>
      </w:r>
      <w:r>
        <w:rPr>
          <w:sz w:val="28"/>
          <w:szCs w:val="28"/>
        </w:rPr>
        <w:t xml:space="preserve"> на невитребувані земельні частки (паї) та</w:t>
      </w:r>
      <w:r w:rsidRPr="006B4917">
        <w:rPr>
          <w:sz w:val="28"/>
          <w:szCs w:val="28"/>
        </w:rPr>
        <w:t xml:space="preserve"> </w:t>
      </w:r>
      <w:r w:rsidRPr="0015021A">
        <w:rPr>
          <w:sz w:val="28"/>
          <w:szCs w:val="28"/>
        </w:rPr>
        <w:t xml:space="preserve">провести </w:t>
      </w:r>
      <w:r>
        <w:rPr>
          <w:sz w:val="28"/>
          <w:szCs w:val="28"/>
        </w:rPr>
        <w:t>їх</w:t>
      </w:r>
      <w:r w:rsidRPr="0015021A">
        <w:rPr>
          <w:sz w:val="28"/>
          <w:szCs w:val="28"/>
        </w:rPr>
        <w:t xml:space="preserve"> реєстрацію</w:t>
      </w:r>
      <w:r w:rsidRPr="006B4917">
        <w:rPr>
          <w:sz w:val="28"/>
          <w:szCs w:val="28"/>
        </w:rPr>
        <w:t xml:space="preserve"> згідно з чинним законодавством</w:t>
      </w:r>
      <w:r>
        <w:rPr>
          <w:sz w:val="28"/>
          <w:szCs w:val="28"/>
        </w:rPr>
        <w:t>.</w:t>
      </w:r>
    </w:p>
    <w:p w:rsidR="00B10F42" w:rsidRDefault="00B10F42" w:rsidP="006553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Pr="007E233C">
        <w:rPr>
          <w:sz w:val="28"/>
          <w:szCs w:val="28"/>
        </w:rPr>
        <w:t xml:space="preserve">. Виконкому </w:t>
      </w:r>
      <w:r w:rsidRPr="007E233C">
        <w:rPr>
          <w:sz w:val="28"/>
          <w:szCs w:val="28"/>
          <w:lang w:val="uk-UA"/>
        </w:rPr>
        <w:t>Видертської</w:t>
      </w:r>
      <w:r w:rsidRPr="007E233C">
        <w:rPr>
          <w:sz w:val="28"/>
          <w:szCs w:val="28"/>
        </w:rPr>
        <w:t xml:space="preserve"> сільської ради  провести  реєстрацію договорів оренди у відповідності до вимог чинного законодавства.</w:t>
      </w:r>
    </w:p>
    <w:p w:rsidR="00B10F42" w:rsidRDefault="00B10F42" w:rsidP="006553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Відділу </w:t>
      </w:r>
      <w:r>
        <w:rPr>
          <w:sz w:val="28"/>
          <w:szCs w:val="28"/>
          <w:lang w:val="uk-UA"/>
        </w:rPr>
        <w:t>Держгеокадастру</w:t>
      </w:r>
      <w:r>
        <w:rPr>
          <w:sz w:val="28"/>
          <w:szCs w:val="28"/>
        </w:rPr>
        <w:t xml:space="preserve"> у </w:t>
      </w:r>
      <w:r>
        <w:rPr>
          <w:sz w:val="28"/>
          <w:szCs w:val="28"/>
          <w:lang w:val="uk-UA"/>
        </w:rPr>
        <w:t>Камінь-Каширському</w:t>
      </w:r>
      <w:r>
        <w:rPr>
          <w:sz w:val="28"/>
          <w:szCs w:val="28"/>
        </w:rPr>
        <w:t xml:space="preserve"> районі та </w:t>
      </w:r>
      <w:r>
        <w:rPr>
          <w:sz w:val="28"/>
          <w:szCs w:val="28"/>
          <w:lang w:val="uk-UA"/>
        </w:rPr>
        <w:t>Видертській</w:t>
      </w:r>
      <w:r>
        <w:rPr>
          <w:sz w:val="28"/>
          <w:szCs w:val="28"/>
        </w:rPr>
        <w:t xml:space="preserve"> сільській раді внести зміни у земельно-облікові документи.</w:t>
      </w:r>
    </w:p>
    <w:p w:rsidR="00B10F42" w:rsidRDefault="00B10F42" w:rsidP="00D638FD">
      <w:pPr>
        <w:ind w:firstLine="720"/>
        <w:jc w:val="both"/>
      </w:pPr>
      <w:r>
        <w:rPr>
          <w:sz w:val="28"/>
          <w:szCs w:val="28"/>
          <w:lang w:val="uk-UA"/>
        </w:rPr>
        <w:t>5</w:t>
      </w:r>
      <w:r w:rsidRPr="006B4917">
        <w:rPr>
          <w:sz w:val="28"/>
          <w:szCs w:val="28"/>
        </w:rPr>
        <w:t xml:space="preserve">. Контроль за виконанням розпорядження </w:t>
      </w:r>
      <w:r>
        <w:rPr>
          <w:sz w:val="28"/>
          <w:szCs w:val="28"/>
        </w:rPr>
        <w:t>залишаю за собою.</w:t>
      </w:r>
    </w:p>
    <w:p w:rsidR="00B10F42" w:rsidRDefault="00B10F42" w:rsidP="00AD0263">
      <w:pPr>
        <w:pStyle w:val="BlockText"/>
        <w:ind w:left="0" w:right="-82" w:firstLine="0"/>
        <w:rPr>
          <w:lang w:val="ru-RU"/>
        </w:rPr>
      </w:pPr>
    </w:p>
    <w:p w:rsidR="00B10F42" w:rsidRPr="00953517" w:rsidRDefault="00B10F42" w:rsidP="00AD0263">
      <w:pPr>
        <w:pStyle w:val="BlockText"/>
        <w:ind w:left="0" w:right="-82" w:firstLine="0"/>
        <w:rPr>
          <w:lang w:val="ru-RU"/>
        </w:rPr>
      </w:pPr>
    </w:p>
    <w:p w:rsidR="00B10F42" w:rsidRDefault="00B10F42" w:rsidP="00AB287D">
      <w:pPr>
        <w:pStyle w:val="BlockText"/>
        <w:ind w:left="0" w:right="-82"/>
      </w:pPr>
    </w:p>
    <w:p w:rsidR="00B10F42" w:rsidRPr="007E233C" w:rsidRDefault="00B10F42" w:rsidP="00C4224F">
      <w:pPr>
        <w:jc w:val="both"/>
        <w:rPr>
          <w:sz w:val="28"/>
          <w:szCs w:val="28"/>
        </w:rPr>
      </w:pPr>
      <w:r w:rsidRPr="007E233C">
        <w:rPr>
          <w:sz w:val="28"/>
          <w:szCs w:val="28"/>
        </w:rPr>
        <w:t xml:space="preserve">Голова                                                                                     </w:t>
      </w:r>
      <w:r w:rsidRPr="007E233C">
        <w:rPr>
          <w:b/>
          <w:sz w:val="28"/>
          <w:szCs w:val="28"/>
        </w:rPr>
        <w:t xml:space="preserve"> В. ДУНАЙЧУК</w:t>
      </w:r>
    </w:p>
    <w:p w:rsidR="00B10F42" w:rsidRDefault="00B10F42">
      <w:r w:rsidRPr="007E233C">
        <w:t>Сус  22368</w:t>
      </w:r>
    </w:p>
    <w:p w:rsidR="00B10F42" w:rsidRDefault="00B10F42" w:rsidP="0066053B">
      <w:pPr>
        <w:rPr>
          <w:lang w:val="uk-UA"/>
        </w:rPr>
      </w:pPr>
      <w:r>
        <w:rPr>
          <w:lang w:val="uk-UA"/>
        </w:rPr>
        <w:br w:type="page"/>
      </w:r>
    </w:p>
    <w:p w:rsidR="00B10F42" w:rsidRPr="004E55D3" w:rsidRDefault="00B10F42" w:rsidP="002D7EEE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</w:t>
      </w:r>
      <w:r w:rsidRPr="004E55D3">
        <w:rPr>
          <w:bCs/>
          <w:sz w:val="28"/>
          <w:szCs w:val="28"/>
          <w:lang w:val="uk-UA"/>
        </w:rPr>
        <w:t>Додаток</w:t>
      </w:r>
    </w:p>
    <w:p w:rsidR="00B10F42" w:rsidRPr="004E55D3" w:rsidRDefault="00B10F42" w:rsidP="002D7EEE">
      <w:pPr>
        <w:jc w:val="center"/>
        <w:rPr>
          <w:bCs/>
          <w:sz w:val="28"/>
          <w:szCs w:val="28"/>
          <w:lang w:val="uk-UA"/>
        </w:rPr>
      </w:pPr>
      <w:r w:rsidRPr="004E55D3">
        <w:rPr>
          <w:bCs/>
          <w:sz w:val="28"/>
          <w:szCs w:val="28"/>
          <w:lang w:val="uk-UA"/>
        </w:rPr>
        <w:t xml:space="preserve">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     </w:t>
      </w:r>
      <w:r w:rsidRPr="004E55D3">
        <w:rPr>
          <w:bCs/>
          <w:sz w:val="28"/>
          <w:szCs w:val="28"/>
          <w:lang w:val="uk-UA"/>
        </w:rPr>
        <w:t>до розпорядження голови</w:t>
      </w:r>
    </w:p>
    <w:p w:rsidR="00B10F42" w:rsidRPr="004E55D3" w:rsidRDefault="00B10F42" w:rsidP="002D7EEE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</w:t>
      </w:r>
      <w:r w:rsidRPr="004E55D3">
        <w:rPr>
          <w:bCs/>
          <w:sz w:val="28"/>
          <w:szCs w:val="28"/>
          <w:lang w:val="uk-UA"/>
        </w:rPr>
        <w:t>райдержадміністрації</w:t>
      </w:r>
    </w:p>
    <w:p w:rsidR="00B10F42" w:rsidRPr="004E55D3" w:rsidRDefault="00B10F42" w:rsidP="002D7EEE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16 січня 2016 року № 08</w:t>
      </w:r>
    </w:p>
    <w:p w:rsidR="00B10F42" w:rsidRDefault="00B10F42" w:rsidP="002D7EEE">
      <w:pPr>
        <w:jc w:val="center"/>
        <w:rPr>
          <w:bCs/>
          <w:sz w:val="28"/>
          <w:szCs w:val="28"/>
          <w:lang w:val="uk-UA"/>
        </w:rPr>
      </w:pPr>
    </w:p>
    <w:p w:rsidR="00B10F42" w:rsidRPr="00391A24" w:rsidRDefault="00B10F42" w:rsidP="002D7EEE">
      <w:pPr>
        <w:jc w:val="center"/>
        <w:rPr>
          <w:lang w:val="uk-UA"/>
        </w:rPr>
      </w:pPr>
      <w:r w:rsidRPr="004E55D3">
        <w:rPr>
          <w:bCs/>
          <w:sz w:val="28"/>
          <w:szCs w:val="28"/>
          <w:lang w:val="uk-UA"/>
        </w:rPr>
        <w:t>СПИСОК</w:t>
      </w:r>
    </w:p>
    <w:p w:rsidR="00B10F42" w:rsidRDefault="00B10F42" w:rsidP="002D7EEE">
      <w:pPr>
        <w:jc w:val="center"/>
        <w:rPr>
          <w:bCs/>
          <w:sz w:val="28"/>
          <w:szCs w:val="28"/>
          <w:lang w:val="uk-UA"/>
        </w:rPr>
      </w:pPr>
      <w:r w:rsidRPr="004E55D3">
        <w:rPr>
          <w:bCs/>
          <w:sz w:val="28"/>
          <w:szCs w:val="28"/>
          <w:lang w:val="uk-UA"/>
        </w:rPr>
        <w:t>власників сертифікатів, які не витр</w:t>
      </w:r>
      <w:r>
        <w:rPr>
          <w:bCs/>
          <w:sz w:val="28"/>
          <w:szCs w:val="28"/>
          <w:lang w:val="uk-UA"/>
        </w:rPr>
        <w:t>е</w:t>
      </w:r>
      <w:r w:rsidRPr="004E55D3">
        <w:rPr>
          <w:bCs/>
          <w:sz w:val="28"/>
          <w:szCs w:val="28"/>
          <w:lang w:val="uk-UA"/>
        </w:rPr>
        <w:t>бували свої земельні частки(паї)  </w:t>
      </w:r>
    </w:p>
    <w:p w:rsidR="00B10F42" w:rsidRDefault="00B10F42" w:rsidP="002D7EEE">
      <w:pPr>
        <w:jc w:val="center"/>
        <w:rPr>
          <w:bCs/>
          <w:sz w:val="28"/>
          <w:szCs w:val="28"/>
          <w:lang w:val="uk-UA"/>
        </w:rPr>
      </w:pPr>
      <w:r w:rsidRPr="004E55D3">
        <w:rPr>
          <w:bCs/>
          <w:sz w:val="28"/>
          <w:szCs w:val="28"/>
          <w:lang w:val="uk-UA"/>
        </w:rPr>
        <w:t>по Видертській сільській раді</w:t>
      </w:r>
    </w:p>
    <w:p w:rsidR="00B10F42" w:rsidRPr="004E55D3" w:rsidRDefault="00B10F42" w:rsidP="002D7EEE">
      <w:pPr>
        <w:jc w:val="center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67"/>
        <w:gridCol w:w="3877"/>
        <w:gridCol w:w="1843"/>
        <w:gridCol w:w="3011"/>
      </w:tblGrid>
      <w:tr w:rsidR="00B10F42" w:rsidRPr="00225A03" w:rsidTr="00D530CE">
        <w:trPr>
          <w:trHeight w:val="340"/>
        </w:trPr>
        <w:tc>
          <w:tcPr>
            <w:tcW w:w="767" w:type="dxa"/>
            <w:vMerge w:val="restart"/>
          </w:tcPr>
          <w:p w:rsidR="00B10F42" w:rsidRPr="00D530CE" w:rsidRDefault="00B10F42" w:rsidP="00D530C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D530CE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877" w:type="dxa"/>
            <w:vMerge w:val="restart"/>
          </w:tcPr>
          <w:p w:rsidR="00B10F42" w:rsidRPr="00D530CE" w:rsidRDefault="00B10F42" w:rsidP="00D530C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D530CE">
              <w:rPr>
                <w:sz w:val="28"/>
                <w:szCs w:val="28"/>
                <w:lang w:val="uk-UA"/>
              </w:rPr>
              <w:t>Прізвище, ім’я по батькові</w:t>
            </w:r>
          </w:p>
        </w:tc>
        <w:tc>
          <w:tcPr>
            <w:tcW w:w="1843" w:type="dxa"/>
            <w:vMerge w:val="restart"/>
          </w:tcPr>
          <w:p w:rsidR="00B10F42" w:rsidRPr="00D530CE" w:rsidRDefault="00B10F42" w:rsidP="00D530C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D530CE">
              <w:rPr>
                <w:sz w:val="28"/>
                <w:szCs w:val="28"/>
                <w:lang w:val="uk-UA"/>
              </w:rPr>
              <w:t>Кількість сертифікатів, шт.</w:t>
            </w:r>
          </w:p>
        </w:tc>
        <w:tc>
          <w:tcPr>
            <w:tcW w:w="3011" w:type="dxa"/>
            <w:vMerge w:val="restart"/>
          </w:tcPr>
          <w:p w:rsidR="00B10F42" w:rsidRPr="00D530CE" w:rsidRDefault="00B10F42" w:rsidP="00D530C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D530CE">
              <w:rPr>
                <w:sz w:val="28"/>
                <w:szCs w:val="28"/>
                <w:lang w:val="uk-UA"/>
              </w:rPr>
              <w:t>Серія і номер сертифікату</w:t>
            </w:r>
          </w:p>
        </w:tc>
      </w:tr>
      <w:tr w:rsidR="00B10F42" w:rsidRPr="00225A03" w:rsidTr="00D530CE">
        <w:trPr>
          <w:trHeight w:val="1008"/>
        </w:trPr>
        <w:tc>
          <w:tcPr>
            <w:tcW w:w="767" w:type="dxa"/>
            <w:vMerge/>
          </w:tcPr>
          <w:p w:rsidR="00B10F42" w:rsidRPr="00D530CE" w:rsidRDefault="00B10F42" w:rsidP="00D530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7" w:type="dxa"/>
            <w:vMerge/>
          </w:tcPr>
          <w:p w:rsidR="00B10F42" w:rsidRPr="00D530CE" w:rsidRDefault="00B10F42" w:rsidP="002D7EE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10F42" w:rsidRPr="00D530CE" w:rsidRDefault="00B10F42" w:rsidP="00D530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1" w:type="dxa"/>
            <w:vMerge/>
          </w:tcPr>
          <w:p w:rsidR="00B10F42" w:rsidRPr="00D530CE" w:rsidRDefault="00B10F42" w:rsidP="00D530CE">
            <w:pPr>
              <w:jc w:val="center"/>
              <w:rPr>
                <w:sz w:val="20"/>
                <w:szCs w:val="20"/>
              </w:rPr>
            </w:pPr>
          </w:p>
        </w:tc>
      </w:tr>
      <w:tr w:rsidR="00B10F42" w:rsidRPr="00225A03" w:rsidTr="00D530CE"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2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3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4</w:t>
            </w:r>
          </w:p>
        </w:tc>
      </w:tr>
      <w:tr w:rsidR="00B10F42" w:rsidRPr="00015A58" w:rsidTr="00D530CE">
        <w:trPr>
          <w:trHeight w:val="198"/>
        </w:trPr>
        <w:tc>
          <w:tcPr>
            <w:tcW w:w="767" w:type="dxa"/>
          </w:tcPr>
          <w:p w:rsidR="00B10F42" w:rsidRPr="00015A58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877" w:type="dxa"/>
          </w:tcPr>
          <w:p w:rsidR="00B10F42" w:rsidRPr="00015A58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Гордійчук Марія Борисівна</w:t>
            </w:r>
          </w:p>
        </w:tc>
        <w:tc>
          <w:tcPr>
            <w:tcW w:w="1843" w:type="dxa"/>
          </w:tcPr>
          <w:p w:rsidR="00B10F42" w:rsidRPr="00015A58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015A58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0251883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2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Михальчук Сергій Олексійович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0105008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3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Михальчук Денис Якович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0105755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4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Михальчук Надія Василівна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0105756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5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Базельчук Іван Васильович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0105017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6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Лисюк Галина Василівна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0105021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7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Грищук Анастасія Іванівна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0105110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8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Гембік Антоніна Олександрівна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0180706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9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Гудлевський Вадим Анатолійович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0105171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10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Гудлевська Надія Терентіївна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0105173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11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Рудь Валерій Михайлович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0105181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12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Клімарчук Василь Олексійович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0105189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13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Сидорук Юрій Петрович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0105197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14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Сидорук Валентина Адамівна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0105198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15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Макарчук Іван Панасович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0105301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16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Антонюк Сергій Степанович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0105210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17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Куцик Ольга Анатоліївна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0105357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18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Вавдіюк Іван Максимович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0105396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19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Чикида Петро Васильович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0105404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20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Чикида Тамара Миколаївна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0180727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21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Лук’янчук Тетяна Миколаївна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0105449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22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Лук’янчук Василь Васильович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0105450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23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Мишпількіна Олена Василівна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0105456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24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Губчик Ганна Вікторівна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0105478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25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Губчик Домна Вікторівна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0105479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26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Гузь Уляна Павлівна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0105481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27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Федчик Ганна Калениківна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0105487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28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Назарчук Дарія Марківна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0105492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29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Цап Тетяна Романівна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0105499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30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Тарасюк Ольга Лаврентіївна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0105557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31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Лесик Ганна Феодосіївна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0105571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32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Ющик Панаска Демидівна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0105572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33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Хомик Анастасій Філімонович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0105575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34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Гордійчук Іван Іович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0105383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35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Гордійчук Олександра Остапівна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0105584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36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Гордійчук Андрій Іович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0105585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37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Лук</w:t>
            </w:r>
            <w:r w:rsidRPr="00D530CE">
              <w:rPr>
                <w:lang w:val="en-US"/>
              </w:rPr>
              <w:t>’</w:t>
            </w:r>
            <w:r w:rsidRPr="00D530CE">
              <w:rPr>
                <w:lang w:val="uk-UA"/>
              </w:rPr>
              <w:t>янчук Василь Григорович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0105587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38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Малащук Уляна Данилівна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0105589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39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Білаш Сидір Іванович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0105601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40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Грицанік Лукаш Григорович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0105607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41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Нестерук Сергій Олександрович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0105610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42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Середюк Анастасія Мефодіївна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0105618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43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Михальчук Надія Ярмолаївна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0105624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44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Глибчук Онисія Логвинівна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0105644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45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Хомик Харитина Григорівна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0105649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46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Мельник Павло Данилович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0105658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47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Мельник Агафія Захарівна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0105659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48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Приведенець Агафія Василівна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0105661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49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Приведенець Явроня Петрівна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0105663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50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Глибчук Антоніна Іллічна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0180719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51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Євчук Ганна Олександрівна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0105617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52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Євчук Марія Тимофіївна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0105619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53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Євчук Єфросинія Іванівна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ВЛ0180702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54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Глибчук Марія Максимівна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0105670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55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Глибчук Ольга Семенівна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0105671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56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Глибчук Анастасія Семенівна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0105672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57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Левчук Іван Панасович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0105673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58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Михальчук Дмитро Семенович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0105677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59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Михальчук Домна Іванівна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0105678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60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Михальчук Любов Павлівна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0105687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61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Матвійчук Олексій Антонович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0105700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62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Приведенець Антоніна Тимофіївна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0105704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62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Білаш Федора Максимівна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0105709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63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Хомик Володимир Максимович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0180718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64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Хомик Уляна Герасимівна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0105711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65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Назарчук Ірина Сидорівна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0105712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66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Чикида Іван Петрович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0105723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67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Чикида Федора Наумівна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0105724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68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Гречковська Таїсія Андріївна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0105743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69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Чикида Ганна Петрівна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0105744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70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Шумік Ганна Василівна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0105751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71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Тарасюк Марія Федорівна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0105752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72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Левчук Ганна Іванівна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0251805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73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Лисюк Мотрона Федорівна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0105758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74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Наумик Явроня Мойсеївна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0105759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75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Наумик Ніна Кузьмівна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0105762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76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Тарасюк Петро Дмитрович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0105507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77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Ратнюк Андрій Трохимович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0105511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78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Середюк Єва Малафіївна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0105517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79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Наумик Іван Миронович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0105522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80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Антонюк Ольга Йосипівна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0105523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81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Хомик Адам Іванович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0105524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82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Хомик Євдокія Трохимівна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0105525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83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Климарчук Параска Іванівна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0105538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84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Назарчук Харитина Герасимівна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0105772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85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Михальчук Феодосія Василівна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0105773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86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Назарчук Ірина Зіновіївна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0105775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87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Нестерук Михайло Арсентійович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0105779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88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Антонюк Микола Дмитрович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0105785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89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Савчук Онисим Гаврилович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0105787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90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Назарчук Василь Андрійович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0105789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91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Солоненко Галина Олексіївна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0251858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92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Макарчук Адам Миронович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0105795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93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Лесик Лук’ян Федорович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0105813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94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Чикида Олексій Артемович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0105818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95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Пархомович Марія  Олександрівна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0105828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96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Назарчук Василина Федорівна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0105870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97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Сидун Катерина Адамівна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0105626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98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М’якота Адам Іванович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0105873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99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Пась Акуліна Лаврентіївна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0105877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100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Вавдіюк Максим Васильович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0105880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101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Сидорук Уляна Євдокимівна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0105896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102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Назарчук Ганна Арсентіївна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0105899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103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Тимошик Тимофій Миколайович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0105912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104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Хомик Марія Демидівна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0105913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105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Антонюк Олексій Васильович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0105926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106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Герасимик Марія Іванівна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0105929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107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Герасимик Адам Іванович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0105930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108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Мельник Василь Іванович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0105935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109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Лисюк Анастасія Несторівна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0105939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110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Базельчук Василь Петрович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0105941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111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Сидорук Самоїл Павлович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0105946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112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Сидорук Марина Григорівна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0105947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113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Фурдик Михайло Васильович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0105953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114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Фурдик Марія Яківна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0105954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115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Приведенець Марія Романівна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0105967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116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Савчук Зінаїда Антонівна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0105972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117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Здробилко Ганна Дем’янівна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0105976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118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Сидун Зінаїда Петрівна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0105984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119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Сидун Василина Василівна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0105982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120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Мацерук Андрій Васильович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0105995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121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Гордійчук Феодосій Гейович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0105988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122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Євчук Катерина Савівна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0105990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123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Базельчук Марія Несторівна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0105764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124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ПриведенецьВасиль Михайлович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0251806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125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Михальчук Надія Савівна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0180728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126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Сидун Катерина Гнатівна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0180732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127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Антонюк Сергій Адамович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0105763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128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Глибчук Антоніна Олександрівна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0105934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129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Михальова Галина Сергіївна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0251859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130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Солоненко Віктор Васильович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0105160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131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Гапонюк Олександр Степанович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0105313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132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Глибчук Петро Михайлович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0105331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133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Приведенець Валентин Іванович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0105416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134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Білаш Віктор Олексійович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0105422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135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Євчук Уляна Костянтинівна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0105628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136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Цепух Галина Михайлівна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0105859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137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Приведенець Варвара Демидівна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0105965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138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Бегаль Світлана Анатоліївна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0251864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139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Чикида Анатолій Петрович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0105153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140</w:t>
            </w: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Гапонюк Василь Олексійович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ВЛ 0105462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D530CE" w:rsidRDefault="00B10F42" w:rsidP="00D530C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D530CE">
              <w:rPr>
                <w:lang w:val="uk-UA"/>
              </w:rPr>
              <w:t>141</w:t>
            </w:r>
          </w:p>
        </w:tc>
        <w:tc>
          <w:tcPr>
            <w:tcW w:w="3877" w:type="dxa"/>
          </w:tcPr>
          <w:p w:rsidR="00B10F42" w:rsidRPr="00D530CE" w:rsidRDefault="00B10F42" w:rsidP="00D530CE">
            <w:pPr>
              <w:spacing w:before="100" w:beforeAutospacing="1" w:after="100" w:afterAutospacing="1"/>
              <w:rPr>
                <w:lang w:val="uk-UA"/>
              </w:rPr>
            </w:pPr>
            <w:r w:rsidRPr="00D530CE">
              <w:rPr>
                <w:lang w:val="uk-UA"/>
              </w:rPr>
              <w:t>Сидун Марія Петрівна</w:t>
            </w:r>
          </w:p>
        </w:tc>
        <w:tc>
          <w:tcPr>
            <w:tcW w:w="1843" w:type="dxa"/>
          </w:tcPr>
          <w:p w:rsidR="00B10F42" w:rsidRPr="00D530CE" w:rsidRDefault="00B10F42" w:rsidP="00D530C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D530CE">
              <w:rPr>
                <w:lang w:val="uk-UA"/>
              </w:rPr>
              <w:t>1</w:t>
            </w:r>
          </w:p>
        </w:tc>
        <w:tc>
          <w:tcPr>
            <w:tcW w:w="3011" w:type="dxa"/>
          </w:tcPr>
          <w:p w:rsidR="00B10F42" w:rsidRPr="00D530CE" w:rsidRDefault="00B10F42" w:rsidP="00D530C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D530CE">
              <w:rPr>
                <w:lang w:val="uk-UA"/>
              </w:rPr>
              <w:t>ВЛ 0105983</w:t>
            </w:r>
          </w:p>
        </w:tc>
      </w:tr>
      <w:tr w:rsidR="00B10F42" w:rsidRPr="00225A03" w:rsidTr="00D530CE">
        <w:trPr>
          <w:trHeight w:val="198"/>
        </w:trPr>
        <w:tc>
          <w:tcPr>
            <w:tcW w:w="767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</w:p>
        </w:tc>
        <w:tc>
          <w:tcPr>
            <w:tcW w:w="3877" w:type="dxa"/>
          </w:tcPr>
          <w:p w:rsidR="00B10F42" w:rsidRPr="00225A03" w:rsidRDefault="00B10F42" w:rsidP="00D530CE">
            <w:pPr>
              <w:spacing w:before="100" w:beforeAutospacing="1" w:after="100" w:afterAutospacing="1"/>
            </w:pPr>
            <w:r w:rsidRPr="00D530CE">
              <w:rPr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  <w:r w:rsidRPr="00D530CE">
              <w:rPr>
                <w:lang w:val="uk-UA"/>
              </w:rPr>
              <w:t>141</w:t>
            </w:r>
          </w:p>
        </w:tc>
        <w:tc>
          <w:tcPr>
            <w:tcW w:w="3011" w:type="dxa"/>
          </w:tcPr>
          <w:p w:rsidR="00B10F42" w:rsidRPr="00225A03" w:rsidRDefault="00B10F42" w:rsidP="00D530CE">
            <w:pPr>
              <w:spacing w:before="100" w:beforeAutospacing="1" w:after="100" w:afterAutospacing="1"/>
              <w:jc w:val="center"/>
            </w:pPr>
          </w:p>
        </w:tc>
      </w:tr>
    </w:tbl>
    <w:p w:rsidR="00B10F42" w:rsidRDefault="00B10F42" w:rsidP="002D7EEE">
      <w:pPr>
        <w:rPr>
          <w:lang w:val="uk-UA"/>
        </w:rPr>
      </w:pPr>
    </w:p>
    <w:p w:rsidR="00B10F42" w:rsidRDefault="00B10F42" w:rsidP="002D7EEE">
      <w:pPr>
        <w:rPr>
          <w:lang w:val="uk-UA"/>
        </w:rPr>
      </w:pPr>
    </w:p>
    <w:p w:rsidR="00B10F42" w:rsidRPr="002D7EEE" w:rsidRDefault="00B10F42" w:rsidP="002D7EEE">
      <w:pPr>
        <w:rPr>
          <w:lang w:val="uk-UA"/>
        </w:rPr>
      </w:pPr>
      <w:r w:rsidRPr="002D7EEE">
        <w:rPr>
          <w:lang w:val="uk-UA"/>
        </w:rPr>
        <w:t>Заступник к</w:t>
      </w:r>
      <w:r w:rsidRPr="002D7EEE">
        <w:t>ерівник</w:t>
      </w:r>
      <w:r w:rsidRPr="002D7EEE">
        <w:rPr>
          <w:lang w:val="uk-UA"/>
        </w:rPr>
        <w:t>а</w:t>
      </w:r>
      <w:r w:rsidRPr="002D7EEE">
        <w:t xml:space="preserve">  аппарату</w:t>
      </w:r>
      <w:r w:rsidRPr="002D7EEE">
        <w:rPr>
          <w:lang w:val="uk-UA"/>
        </w:rPr>
        <w:t>,</w:t>
      </w:r>
      <w:r w:rsidRPr="002D7EEE">
        <w:t xml:space="preserve">  </w:t>
      </w:r>
    </w:p>
    <w:p w:rsidR="00B10F42" w:rsidRPr="002D7EEE" w:rsidRDefault="00B10F42" w:rsidP="002D7EEE">
      <w:pPr>
        <w:rPr>
          <w:lang w:val="uk-UA"/>
        </w:rPr>
      </w:pPr>
      <w:r w:rsidRPr="002D7EEE">
        <w:rPr>
          <w:lang w:val="uk-UA"/>
        </w:rPr>
        <w:t xml:space="preserve">начальник відділу організаційно-кадрової </w:t>
      </w:r>
    </w:p>
    <w:p w:rsidR="00B10F42" w:rsidRPr="00563198" w:rsidRDefault="00B10F42" w:rsidP="0066053B">
      <w:r w:rsidRPr="002D7EEE">
        <w:rPr>
          <w:lang w:val="uk-UA"/>
        </w:rPr>
        <w:t>роботи аппарату  райдержадміністрації                                                                      С.Митчик</w:t>
      </w:r>
    </w:p>
    <w:sectPr w:rsidR="00B10F42" w:rsidRPr="00563198" w:rsidSect="002D7EEE">
      <w:pgSz w:w="11906" w:h="16838" w:code="9"/>
      <w:pgMar w:top="397" w:right="567" w:bottom="397" w:left="1701" w:header="437" w:footer="403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F42" w:rsidRDefault="00B10F42" w:rsidP="002D7EEE">
      <w:r>
        <w:separator/>
      </w:r>
    </w:p>
  </w:endnote>
  <w:endnote w:type="continuationSeparator" w:id="0">
    <w:p w:rsidR="00B10F42" w:rsidRDefault="00B10F42" w:rsidP="002D7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F42" w:rsidRDefault="00B10F42" w:rsidP="002D7EEE">
      <w:r>
        <w:separator/>
      </w:r>
    </w:p>
  </w:footnote>
  <w:footnote w:type="continuationSeparator" w:id="0">
    <w:p w:rsidR="00B10F42" w:rsidRDefault="00B10F42" w:rsidP="002D7E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gutterAtTop/>
  <w:stylePaneFormatFilter w:val="3F01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FD0"/>
    <w:rsid w:val="00004FAA"/>
    <w:rsid w:val="00012B3C"/>
    <w:rsid w:val="0001435B"/>
    <w:rsid w:val="00015551"/>
    <w:rsid w:val="00015A58"/>
    <w:rsid w:val="0002354F"/>
    <w:rsid w:val="00024B09"/>
    <w:rsid w:val="00032B6D"/>
    <w:rsid w:val="000333AF"/>
    <w:rsid w:val="00035C73"/>
    <w:rsid w:val="00043B21"/>
    <w:rsid w:val="0004652C"/>
    <w:rsid w:val="00055498"/>
    <w:rsid w:val="00055EEC"/>
    <w:rsid w:val="0006309F"/>
    <w:rsid w:val="000659BB"/>
    <w:rsid w:val="00076B1A"/>
    <w:rsid w:val="00085D39"/>
    <w:rsid w:val="00086B52"/>
    <w:rsid w:val="000A2777"/>
    <w:rsid w:val="000A77DF"/>
    <w:rsid w:val="000B148B"/>
    <w:rsid w:val="000B3050"/>
    <w:rsid w:val="000B4E25"/>
    <w:rsid w:val="000C4B8D"/>
    <w:rsid w:val="000C4DA4"/>
    <w:rsid w:val="000D02F0"/>
    <w:rsid w:val="000D496F"/>
    <w:rsid w:val="000D70F8"/>
    <w:rsid w:val="000E2CCA"/>
    <w:rsid w:val="000E4A8C"/>
    <w:rsid w:val="000E765F"/>
    <w:rsid w:val="000F2083"/>
    <w:rsid w:val="000F4201"/>
    <w:rsid w:val="0010177E"/>
    <w:rsid w:val="00102AD7"/>
    <w:rsid w:val="0012029D"/>
    <w:rsid w:val="00125F04"/>
    <w:rsid w:val="001361D6"/>
    <w:rsid w:val="0015021A"/>
    <w:rsid w:val="00154CE0"/>
    <w:rsid w:val="001563AF"/>
    <w:rsid w:val="001602F8"/>
    <w:rsid w:val="00171A5B"/>
    <w:rsid w:val="00184EE4"/>
    <w:rsid w:val="00187BC2"/>
    <w:rsid w:val="001A0A51"/>
    <w:rsid w:val="001B0FDB"/>
    <w:rsid w:val="001B6A15"/>
    <w:rsid w:val="001D0166"/>
    <w:rsid w:val="001F54F4"/>
    <w:rsid w:val="00211287"/>
    <w:rsid w:val="00225A03"/>
    <w:rsid w:val="00227C99"/>
    <w:rsid w:val="00241FCF"/>
    <w:rsid w:val="00247E18"/>
    <w:rsid w:val="00250D29"/>
    <w:rsid w:val="002518CE"/>
    <w:rsid w:val="0025354A"/>
    <w:rsid w:val="002637C9"/>
    <w:rsid w:val="00284027"/>
    <w:rsid w:val="00287ACB"/>
    <w:rsid w:val="00294E85"/>
    <w:rsid w:val="00297269"/>
    <w:rsid w:val="002A50D1"/>
    <w:rsid w:val="002A7DE2"/>
    <w:rsid w:val="002B3F22"/>
    <w:rsid w:val="002B5322"/>
    <w:rsid w:val="002C36BB"/>
    <w:rsid w:val="002D0462"/>
    <w:rsid w:val="002D4E42"/>
    <w:rsid w:val="002D5040"/>
    <w:rsid w:val="002D52BE"/>
    <w:rsid w:val="002D7EEE"/>
    <w:rsid w:val="002E18E1"/>
    <w:rsid w:val="002F1ADB"/>
    <w:rsid w:val="002F4C9D"/>
    <w:rsid w:val="002F6A73"/>
    <w:rsid w:val="00303E92"/>
    <w:rsid w:val="00312CE2"/>
    <w:rsid w:val="0031737C"/>
    <w:rsid w:val="00333685"/>
    <w:rsid w:val="0033749F"/>
    <w:rsid w:val="003475CC"/>
    <w:rsid w:val="00347A69"/>
    <w:rsid w:val="00353AF8"/>
    <w:rsid w:val="003574F7"/>
    <w:rsid w:val="00366329"/>
    <w:rsid w:val="0037174E"/>
    <w:rsid w:val="00374F49"/>
    <w:rsid w:val="003903CE"/>
    <w:rsid w:val="00391A24"/>
    <w:rsid w:val="003B7431"/>
    <w:rsid w:val="003C436D"/>
    <w:rsid w:val="003D3122"/>
    <w:rsid w:val="003D4392"/>
    <w:rsid w:val="003D6C07"/>
    <w:rsid w:val="003E48A9"/>
    <w:rsid w:val="003F1451"/>
    <w:rsid w:val="00405F3D"/>
    <w:rsid w:val="0041198D"/>
    <w:rsid w:val="00412827"/>
    <w:rsid w:val="00424B22"/>
    <w:rsid w:val="004269AB"/>
    <w:rsid w:val="00426D3E"/>
    <w:rsid w:val="00431943"/>
    <w:rsid w:val="00434526"/>
    <w:rsid w:val="00436424"/>
    <w:rsid w:val="004419A4"/>
    <w:rsid w:val="00443334"/>
    <w:rsid w:val="00457057"/>
    <w:rsid w:val="00465E51"/>
    <w:rsid w:val="00474D5F"/>
    <w:rsid w:val="00492920"/>
    <w:rsid w:val="004933D7"/>
    <w:rsid w:val="004B3B7C"/>
    <w:rsid w:val="004C4134"/>
    <w:rsid w:val="004E3C26"/>
    <w:rsid w:val="004E5499"/>
    <w:rsid w:val="004E55D3"/>
    <w:rsid w:val="004E6DA9"/>
    <w:rsid w:val="004F4225"/>
    <w:rsid w:val="00510A23"/>
    <w:rsid w:val="00520900"/>
    <w:rsid w:val="00531C86"/>
    <w:rsid w:val="005547E4"/>
    <w:rsid w:val="00561113"/>
    <w:rsid w:val="00563198"/>
    <w:rsid w:val="00567F50"/>
    <w:rsid w:val="00581490"/>
    <w:rsid w:val="0059682F"/>
    <w:rsid w:val="0059718B"/>
    <w:rsid w:val="00597F53"/>
    <w:rsid w:val="005B33CA"/>
    <w:rsid w:val="005B5814"/>
    <w:rsid w:val="005C4CB5"/>
    <w:rsid w:val="005D1A79"/>
    <w:rsid w:val="005D6D23"/>
    <w:rsid w:val="005F27CE"/>
    <w:rsid w:val="005F382B"/>
    <w:rsid w:val="006003EE"/>
    <w:rsid w:val="00603815"/>
    <w:rsid w:val="00607124"/>
    <w:rsid w:val="006113A8"/>
    <w:rsid w:val="0063233B"/>
    <w:rsid w:val="006338CA"/>
    <w:rsid w:val="0064500A"/>
    <w:rsid w:val="006532CF"/>
    <w:rsid w:val="00655307"/>
    <w:rsid w:val="00655D8A"/>
    <w:rsid w:val="00656E19"/>
    <w:rsid w:val="0066053B"/>
    <w:rsid w:val="006621AF"/>
    <w:rsid w:val="00662415"/>
    <w:rsid w:val="006628A9"/>
    <w:rsid w:val="00662931"/>
    <w:rsid w:val="00667CA1"/>
    <w:rsid w:val="006811D2"/>
    <w:rsid w:val="0068278D"/>
    <w:rsid w:val="00683945"/>
    <w:rsid w:val="006A77D0"/>
    <w:rsid w:val="006B4917"/>
    <w:rsid w:val="006B53B6"/>
    <w:rsid w:val="006B5BE9"/>
    <w:rsid w:val="006C26B2"/>
    <w:rsid w:val="006C5F4B"/>
    <w:rsid w:val="006E5AD6"/>
    <w:rsid w:val="007015D1"/>
    <w:rsid w:val="00701ED7"/>
    <w:rsid w:val="00707924"/>
    <w:rsid w:val="00717304"/>
    <w:rsid w:val="00724BC3"/>
    <w:rsid w:val="0073163A"/>
    <w:rsid w:val="007460BF"/>
    <w:rsid w:val="0076684D"/>
    <w:rsid w:val="00770AC3"/>
    <w:rsid w:val="00773947"/>
    <w:rsid w:val="007741FC"/>
    <w:rsid w:val="007746E7"/>
    <w:rsid w:val="00783BC1"/>
    <w:rsid w:val="007935DA"/>
    <w:rsid w:val="007A1659"/>
    <w:rsid w:val="007B2198"/>
    <w:rsid w:val="007B4B1D"/>
    <w:rsid w:val="007C2787"/>
    <w:rsid w:val="007D3CDB"/>
    <w:rsid w:val="007D4D84"/>
    <w:rsid w:val="007D5EBE"/>
    <w:rsid w:val="007E233C"/>
    <w:rsid w:val="007E2384"/>
    <w:rsid w:val="007F51BD"/>
    <w:rsid w:val="00802928"/>
    <w:rsid w:val="0080764D"/>
    <w:rsid w:val="00837D81"/>
    <w:rsid w:val="00852B05"/>
    <w:rsid w:val="00853B75"/>
    <w:rsid w:val="00863377"/>
    <w:rsid w:val="00866AE4"/>
    <w:rsid w:val="00887D03"/>
    <w:rsid w:val="00892787"/>
    <w:rsid w:val="00897195"/>
    <w:rsid w:val="008A6C68"/>
    <w:rsid w:val="008B20D3"/>
    <w:rsid w:val="008C00FB"/>
    <w:rsid w:val="008C6DCE"/>
    <w:rsid w:val="008D517A"/>
    <w:rsid w:val="008E2DA4"/>
    <w:rsid w:val="008F3309"/>
    <w:rsid w:val="008F5FF6"/>
    <w:rsid w:val="00901303"/>
    <w:rsid w:val="00906224"/>
    <w:rsid w:val="00920910"/>
    <w:rsid w:val="009212DF"/>
    <w:rsid w:val="00931461"/>
    <w:rsid w:val="00942C39"/>
    <w:rsid w:val="0094560B"/>
    <w:rsid w:val="00953517"/>
    <w:rsid w:val="0096582B"/>
    <w:rsid w:val="00972740"/>
    <w:rsid w:val="00982EA4"/>
    <w:rsid w:val="00993F06"/>
    <w:rsid w:val="00995980"/>
    <w:rsid w:val="00996D4F"/>
    <w:rsid w:val="00997706"/>
    <w:rsid w:val="009A56F8"/>
    <w:rsid w:val="009D3386"/>
    <w:rsid w:val="009D3A17"/>
    <w:rsid w:val="009D48ED"/>
    <w:rsid w:val="009E242C"/>
    <w:rsid w:val="009F3097"/>
    <w:rsid w:val="00A006A3"/>
    <w:rsid w:val="00A0507A"/>
    <w:rsid w:val="00A052A1"/>
    <w:rsid w:val="00A10325"/>
    <w:rsid w:val="00A11142"/>
    <w:rsid w:val="00A14AB0"/>
    <w:rsid w:val="00A16359"/>
    <w:rsid w:val="00A21D40"/>
    <w:rsid w:val="00A23C62"/>
    <w:rsid w:val="00A30BC1"/>
    <w:rsid w:val="00A354EF"/>
    <w:rsid w:val="00A43DDD"/>
    <w:rsid w:val="00A47E74"/>
    <w:rsid w:val="00A5676D"/>
    <w:rsid w:val="00A60404"/>
    <w:rsid w:val="00A64C2A"/>
    <w:rsid w:val="00A661BE"/>
    <w:rsid w:val="00A7216A"/>
    <w:rsid w:val="00A8532D"/>
    <w:rsid w:val="00A9127A"/>
    <w:rsid w:val="00A95A74"/>
    <w:rsid w:val="00AB20B8"/>
    <w:rsid w:val="00AB214F"/>
    <w:rsid w:val="00AB25DC"/>
    <w:rsid w:val="00AB287D"/>
    <w:rsid w:val="00AB72E9"/>
    <w:rsid w:val="00AC21B0"/>
    <w:rsid w:val="00AD0263"/>
    <w:rsid w:val="00AD66DC"/>
    <w:rsid w:val="00AE4FCD"/>
    <w:rsid w:val="00B066DB"/>
    <w:rsid w:val="00B07254"/>
    <w:rsid w:val="00B10F42"/>
    <w:rsid w:val="00B151A4"/>
    <w:rsid w:val="00B155F8"/>
    <w:rsid w:val="00B224A6"/>
    <w:rsid w:val="00B27F8F"/>
    <w:rsid w:val="00B30F6B"/>
    <w:rsid w:val="00B31FD0"/>
    <w:rsid w:val="00B35BBD"/>
    <w:rsid w:val="00B4528F"/>
    <w:rsid w:val="00B45386"/>
    <w:rsid w:val="00B545FD"/>
    <w:rsid w:val="00B56231"/>
    <w:rsid w:val="00B7259E"/>
    <w:rsid w:val="00B944F1"/>
    <w:rsid w:val="00B9452B"/>
    <w:rsid w:val="00B95717"/>
    <w:rsid w:val="00B960CA"/>
    <w:rsid w:val="00BA26F6"/>
    <w:rsid w:val="00BC0433"/>
    <w:rsid w:val="00BC45BD"/>
    <w:rsid w:val="00BD5CDA"/>
    <w:rsid w:val="00BE4158"/>
    <w:rsid w:val="00BF0690"/>
    <w:rsid w:val="00BF0AA0"/>
    <w:rsid w:val="00BF47E0"/>
    <w:rsid w:val="00BF6A27"/>
    <w:rsid w:val="00C02295"/>
    <w:rsid w:val="00C11FA3"/>
    <w:rsid w:val="00C1289D"/>
    <w:rsid w:val="00C22AF9"/>
    <w:rsid w:val="00C2672B"/>
    <w:rsid w:val="00C35F0E"/>
    <w:rsid w:val="00C37CEE"/>
    <w:rsid w:val="00C4224F"/>
    <w:rsid w:val="00C42F7E"/>
    <w:rsid w:val="00C43BB7"/>
    <w:rsid w:val="00C51017"/>
    <w:rsid w:val="00C545C1"/>
    <w:rsid w:val="00C565F1"/>
    <w:rsid w:val="00C632F9"/>
    <w:rsid w:val="00C67FA0"/>
    <w:rsid w:val="00C74FEB"/>
    <w:rsid w:val="00C750D5"/>
    <w:rsid w:val="00C75602"/>
    <w:rsid w:val="00C858AF"/>
    <w:rsid w:val="00CA2412"/>
    <w:rsid w:val="00CB4591"/>
    <w:rsid w:val="00CD18B3"/>
    <w:rsid w:val="00CD3C7E"/>
    <w:rsid w:val="00CD402B"/>
    <w:rsid w:val="00CD717B"/>
    <w:rsid w:val="00CD7B88"/>
    <w:rsid w:val="00CE25D5"/>
    <w:rsid w:val="00CF00B3"/>
    <w:rsid w:val="00CF7B07"/>
    <w:rsid w:val="00D075FC"/>
    <w:rsid w:val="00D33E1C"/>
    <w:rsid w:val="00D34155"/>
    <w:rsid w:val="00D36D1A"/>
    <w:rsid w:val="00D42204"/>
    <w:rsid w:val="00D530CE"/>
    <w:rsid w:val="00D60B66"/>
    <w:rsid w:val="00D638FD"/>
    <w:rsid w:val="00D84245"/>
    <w:rsid w:val="00D94D17"/>
    <w:rsid w:val="00D96B15"/>
    <w:rsid w:val="00DA5DBF"/>
    <w:rsid w:val="00DB1853"/>
    <w:rsid w:val="00DB531A"/>
    <w:rsid w:val="00DC00DD"/>
    <w:rsid w:val="00DD0E29"/>
    <w:rsid w:val="00DD25B6"/>
    <w:rsid w:val="00DE5866"/>
    <w:rsid w:val="00E0158F"/>
    <w:rsid w:val="00E11C6B"/>
    <w:rsid w:val="00E2207A"/>
    <w:rsid w:val="00E678C7"/>
    <w:rsid w:val="00E72A94"/>
    <w:rsid w:val="00EA27AB"/>
    <w:rsid w:val="00EA64D3"/>
    <w:rsid w:val="00EB00AE"/>
    <w:rsid w:val="00EC0C0E"/>
    <w:rsid w:val="00ED37CF"/>
    <w:rsid w:val="00ED6577"/>
    <w:rsid w:val="00F05FAE"/>
    <w:rsid w:val="00F12C8C"/>
    <w:rsid w:val="00F1512F"/>
    <w:rsid w:val="00F24D5B"/>
    <w:rsid w:val="00F33838"/>
    <w:rsid w:val="00F36171"/>
    <w:rsid w:val="00F6221D"/>
    <w:rsid w:val="00F75F2F"/>
    <w:rsid w:val="00F81872"/>
    <w:rsid w:val="00F82327"/>
    <w:rsid w:val="00F835AF"/>
    <w:rsid w:val="00F907DD"/>
    <w:rsid w:val="00F91943"/>
    <w:rsid w:val="00F92C1C"/>
    <w:rsid w:val="00F95ADA"/>
    <w:rsid w:val="00FA2294"/>
    <w:rsid w:val="00FA63C5"/>
    <w:rsid w:val="00FB2E93"/>
    <w:rsid w:val="00FB38E7"/>
    <w:rsid w:val="00FB5E45"/>
    <w:rsid w:val="00FD5676"/>
    <w:rsid w:val="00FD6737"/>
    <w:rsid w:val="00FD7B07"/>
    <w:rsid w:val="00FE1A7B"/>
    <w:rsid w:val="00FF1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84D"/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6684D"/>
    <w:pPr>
      <w:keepNext/>
      <w:outlineLvl w:val="0"/>
    </w:pPr>
    <w:rPr>
      <w:b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6684D"/>
    <w:pPr>
      <w:keepNext/>
      <w:jc w:val="center"/>
      <w:outlineLvl w:val="1"/>
    </w:pPr>
    <w:rPr>
      <w:b/>
      <w:sz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6684D"/>
    <w:pPr>
      <w:keepNext/>
      <w:jc w:val="center"/>
      <w:outlineLvl w:val="2"/>
    </w:pPr>
    <w:rPr>
      <w:b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6684D"/>
    <w:pPr>
      <w:keepNext/>
      <w:spacing w:before="240" w:after="60"/>
      <w:outlineLvl w:val="3"/>
    </w:pPr>
    <w:rPr>
      <w:b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6684D"/>
    <w:pPr>
      <w:spacing w:before="240" w:after="60"/>
      <w:outlineLvl w:val="5"/>
    </w:pPr>
    <w:rPr>
      <w:b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6684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76684D"/>
    <w:pPr>
      <w:spacing w:before="240" w:after="60"/>
      <w:outlineLvl w:val="7"/>
    </w:pPr>
    <w:rPr>
      <w:i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05BD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05BD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05BD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05BD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05BD"/>
    <w:rPr>
      <w:rFonts w:asciiTheme="minorHAnsi" w:eastAsiaTheme="minorEastAsia" w:hAnsiTheme="minorHAnsi" w:cstheme="minorBidi"/>
      <w:b/>
      <w:bCs/>
      <w:color w:val="00000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05BD"/>
    <w:rPr>
      <w:rFonts w:asciiTheme="minorHAnsi" w:eastAsiaTheme="minorEastAsia" w:hAnsiTheme="minorHAnsi" w:cstheme="minorBidi"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05BD"/>
    <w:rPr>
      <w:rFonts w:asciiTheme="minorHAnsi" w:eastAsiaTheme="minorEastAsia" w:hAnsiTheme="minorHAnsi" w:cstheme="minorBidi"/>
      <w:i/>
      <w:iCs/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76684D"/>
    <w:pPr>
      <w:tabs>
        <w:tab w:val="left" w:pos="2610"/>
      </w:tabs>
      <w:ind w:right="277" w:firstLine="935"/>
      <w:jc w:val="both"/>
    </w:pPr>
    <w:rPr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205BD"/>
    <w:rPr>
      <w:color w:val="000000"/>
      <w:sz w:val="24"/>
      <w:szCs w:val="24"/>
    </w:rPr>
  </w:style>
  <w:style w:type="paragraph" w:styleId="BlockText">
    <w:name w:val="Block Text"/>
    <w:basedOn w:val="Normal"/>
    <w:uiPriority w:val="99"/>
    <w:rsid w:val="0076684D"/>
    <w:pPr>
      <w:ind w:left="561" w:right="277" w:firstLine="561"/>
      <w:jc w:val="both"/>
    </w:pPr>
    <w:rPr>
      <w:sz w:val="28"/>
      <w:lang w:val="uk-UA"/>
    </w:rPr>
  </w:style>
  <w:style w:type="paragraph" w:styleId="EnvelopeReturn">
    <w:name w:val="envelope return"/>
    <w:basedOn w:val="Normal"/>
    <w:uiPriority w:val="99"/>
    <w:rsid w:val="0076684D"/>
    <w:rPr>
      <w:sz w:val="28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1A0A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5BD"/>
    <w:rPr>
      <w:color w:val="000000"/>
      <w:sz w:val="0"/>
      <w:szCs w:val="0"/>
    </w:rPr>
  </w:style>
  <w:style w:type="paragraph" w:styleId="BodyTextIndent">
    <w:name w:val="Body Text Indent"/>
    <w:basedOn w:val="Normal"/>
    <w:link w:val="BodyTextIndentChar"/>
    <w:uiPriority w:val="99"/>
    <w:rsid w:val="002C36B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205BD"/>
    <w:rPr>
      <w:color w:val="000000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4224F"/>
    <w:pPr>
      <w:jc w:val="center"/>
    </w:pPr>
    <w:rPr>
      <w:rFonts w:eastAsia="Batang"/>
      <w:color w:val="auto"/>
      <w:sz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C4224F"/>
    <w:rPr>
      <w:rFonts w:eastAsia="Batang" w:cs="Times New Roman"/>
      <w:sz w:val="24"/>
      <w:szCs w:val="24"/>
      <w:lang w:val="uk-UA"/>
    </w:rPr>
  </w:style>
  <w:style w:type="character" w:styleId="Hyperlink">
    <w:name w:val="Hyperlink"/>
    <w:basedOn w:val="DefaultParagraphFont"/>
    <w:uiPriority w:val="99"/>
    <w:rsid w:val="00474D5F"/>
    <w:rPr>
      <w:rFonts w:cs="Times New Roman"/>
      <w:color w:val="0000FF"/>
      <w:u w:val="single"/>
    </w:rPr>
  </w:style>
  <w:style w:type="character" w:customStyle="1" w:styleId="rvts0">
    <w:name w:val="rvts0"/>
    <w:basedOn w:val="DefaultParagraphFont"/>
    <w:uiPriority w:val="99"/>
    <w:rsid w:val="00655D8A"/>
    <w:rPr>
      <w:rFonts w:cs="Times New Roman"/>
    </w:rPr>
  </w:style>
  <w:style w:type="character" w:customStyle="1" w:styleId="rvts9">
    <w:name w:val="rvts9"/>
    <w:basedOn w:val="DefaultParagraphFont"/>
    <w:uiPriority w:val="99"/>
    <w:rsid w:val="00655D8A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2F1ADB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2F1ADB"/>
    <w:pPr>
      <w:spacing w:before="100" w:beforeAutospacing="1" w:after="100" w:afterAutospacing="1"/>
    </w:pPr>
    <w:rPr>
      <w:color w:val="auto"/>
    </w:rPr>
  </w:style>
  <w:style w:type="paragraph" w:styleId="Header">
    <w:name w:val="header"/>
    <w:basedOn w:val="Normal"/>
    <w:link w:val="HeaderChar"/>
    <w:uiPriority w:val="99"/>
    <w:rsid w:val="002D7EE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D7EEE"/>
    <w:rPr>
      <w:rFonts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2D7EE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D7EEE"/>
    <w:rPr>
      <w:rFonts w:cs="Times New Roman"/>
      <w:color w:val="000000"/>
      <w:sz w:val="24"/>
      <w:szCs w:val="24"/>
    </w:rPr>
  </w:style>
  <w:style w:type="table" w:styleId="TableWeb3">
    <w:name w:val="Table Web 3"/>
    <w:basedOn w:val="TableNormal"/>
    <w:uiPriority w:val="99"/>
    <w:rsid w:val="00015A58"/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99"/>
    <w:rsid w:val="00015A5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35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1354</Words>
  <Characters>7721</Characters>
  <Application>Microsoft Office Outlook</Application>
  <DocSecurity>0</DocSecurity>
  <Lines>0</Lines>
  <Paragraphs>0</Paragraphs>
  <ScaleCrop>false</ScaleCrop>
  <Company>DreamLair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evtuh</dc:creator>
  <cp:keywords/>
  <dc:description/>
  <cp:lastModifiedBy>user</cp:lastModifiedBy>
  <cp:revision>2</cp:revision>
  <cp:lastPrinted>2016-01-16T06:10:00Z</cp:lastPrinted>
  <dcterms:created xsi:type="dcterms:W3CDTF">2016-01-18T10:28:00Z</dcterms:created>
  <dcterms:modified xsi:type="dcterms:W3CDTF">2016-01-18T10:28:00Z</dcterms:modified>
</cp:coreProperties>
</file>