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4E6" w:rsidRPr="00F72DA3" w:rsidRDefault="00BF64E6" w:rsidP="00AE7C64">
      <w:pPr>
        <w:tabs>
          <w:tab w:val="left" w:pos="10065"/>
        </w:tabs>
        <w:spacing w:line="240" w:lineRule="auto"/>
        <w:ind w:left="9639" w:firstLine="0"/>
        <w:rPr>
          <w:rFonts w:ascii="Times New Roman" w:hAnsi="Times New Roman"/>
          <w:sz w:val="28"/>
        </w:rPr>
      </w:pPr>
      <w:r w:rsidRPr="00F72DA3">
        <w:rPr>
          <w:rFonts w:ascii="Times New Roman" w:hAnsi="Times New Roman"/>
          <w:sz w:val="28"/>
          <w:lang w:val="uk-UA"/>
        </w:rPr>
        <w:t>ЗАТВЕРДЖЕНО</w:t>
      </w:r>
    </w:p>
    <w:p w:rsidR="00BF64E6" w:rsidRDefault="00BF64E6" w:rsidP="00AE7C64">
      <w:pPr>
        <w:tabs>
          <w:tab w:val="left" w:pos="10065"/>
        </w:tabs>
        <w:spacing w:line="240" w:lineRule="auto"/>
        <w:ind w:left="9639" w:firstLine="0"/>
        <w:rPr>
          <w:rFonts w:ascii="Times New Roman" w:hAnsi="Times New Roman"/>
          <w:sz w:val="28"/>
          <w:lang w:val="uk-UA"/>
        </w:rPr>
      </w:pPr>
      <w:r w:rsidRPr="00F72DA3">
        <w:rPr>
          <w:rFonts w:ascii="Times New Roman" w:hAnsi="Times New Roman"/>
          <w:sz w:val="28"/>
          <w:lang w:val="uk-UA"/>
        </w:rPr>
        <w:t xml:space="preserve">Наказ Міністерства фінансів України </w:t>
      </w:r>
    </w:p>
    <w:p w:rsidR="00BF64E6" w:rsidRPr="00F72DA3" w:rsidRDefault="00BF64E6" w:rsidP="00AE7C64">
      <w:pPr>
        <w:tabs>
          <w:tab w:val="left" w:pos="10065"/>
        </w:tabs>
        <w:spacing w:line="240" w:lineRule="auto"/>
        <w:ind w:left="9639" w:firstLine="0"/>
        <w:rPr>
          <w:rFonts w:ascii="Times New Roman" w:hAnsi="Times New Roman"/>
          <w:sz w:val="28"/>
        </w:rPr>
      </w:pPr>
      <w:r w:rsidRPr="00F72DA3">
        <w:rPr>
          <w:rFonts w:ascii="Times New Roman" w:hAnsi="Times New Roman"/>
          <w:sz w:val="28"/>
          <w:lang w:val="uk-UA"/>
        </w:rPr>
        <w:t>26 серпня 2014 року № 836</w:t>
      </w:r>
    </w:p>
    <w:p w:rsidR="00BF64E6" w:rsidRDefault="00BF64E6" w:rsidP="007D62CB">
      <w:pPr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BF64E6" w:rsidRPr="00F72DA3" w:rsidRDefault="00BF64E6" w:rsidP="007D62CB">
      <w:pPr>
        <w:spacing w:line="240" w:lineRule="auto"/>
        <w:ind w:firstLine="0"/>
        <w:jc w:val="center"/>
        <w:rPr>
          <w:rFonts w:ascii="Times New Roman" w:hAnsi="Times New Roman"/>
          <w:sz w:val="28"/>
        </w:rPr>
      </w:pPr>
      <w:r w:rsidRPr="00F72DA3">
        <w:rPr>
          <w:rFonts w:ascii="Times New Roman" w:hAnsi="Times New Roman"/>
          <w:b/>
          <w:bCs/>
          <w:sz w:val="28"/>
          <w:lang w:val="uk-UA"/>
        </w:rPr>
        <w:t>Звіт</w:t>
      </w:r>
    </w:p>
    <w:p w:rsidR="00BF64E6" w:rsidRDefault="00BF64E6" w:rsidP="007D62CB">
      <w:pPr>
        <w:spacing w:line="240" w:lineRule="auto"/>
        <w:ind w:firstLine="0"/>
        <w:jc w:val="center"/>
        <w:rPr>
          <w:rFonts w:ascii="Times New Roman" w:hAnsi="Times New Roman"/>
          <w:b/>
          <w:bCs/>
          <w:sz w:val="28"/>
          <w:lang w:val="uk-UA"/>
        </w:rPr>
      </w:pPr>
      <w:r w:rsidRPr="00F72DA3">
        <w:rPr>
          <w:rFonts w:ascii="Times New Roman" w:hAnsi="Times New Roman"/>
          <w:b/>
          <w:bCs/>
          <w:sz w:val="28"/>
          <w:lang w:val="uk-UA"/>
        </w:rPr>
        <w:t>про виконання паспорта бюджетної програми місцевого бюджету станом на</w:t>
      </w:r>
      <w:r>
        <w:rPr>
          <w:rFonts w:ascii="Times New Roman" w:hAnsi="Times New Roman"/>
          <w:b/>
          <w:bCs/>
          <w:sz w:val="28"/>
          <w:lang w:val="uk-UA"/>
        </w:rPr>
        <w:t xml:space="preserve"> 2019 </w:t>
      </w:r>
      <w:r w:rsidRPr="00F72DA3">
        <w:rPr>
          <w:rFonts w:ascii="Times New Roman" w:hAnsi="Times New Roman"/>
          <w:b/>
          <w:bCs/>
          <w:sz w:val="28"/>
          <w:lang w:val="uk-UA"/>
        </w:rPr>
        <w:t>р</w:t>
      </w:r>
      <w:r>
        <w:rPr>
          <w:rFonts w:ascii="Times New Roman" w:hAnsi="Times New Roman"/>
          <w:b/>
          <w:bCs/>
          <w:sz w:val="28"/>
          <w:lang w:val="uk-UA"/>
        </w:rPr>
        <w:t>ік</w:t>
      </w:r>
    </w:p>
    <w:p w:rsidR="00BF64E6" w:rsidRPr="009725BC" w:rsidRDefault="00BF64E6" w:rsidP="007D62CB">
      <w:pPr>
        <w:spacing w:line="240" w:lineRule="auto"/>
        <w:ind w:firstLine="0"/>
        <w:jc w:val="center"/>
        <w:rPr>
          <w:rFonts w:ascii="Times New Roman" w:hAnsi="Times New Roman"/>
          <w:b/>
          <w:bCs/>
          <w:sz w:val="14"/>
          <w:lang w:val="uk-UA"/>
        </w:rPr>
      </w:pPr>
    </w:p>
    <w:tbl>
      <w:tblPr>
        <w:tblpPr w:leftFromText="180" w:rightFromText="180" w:vertAnchor="text" w:horzAnchor="page" w:tblpX="1126" w:tblpY="-27"/>
        <w:tblOverlap w:val="never"/>
        <w:tblW w:w="14894" w:type="dxa"/>
        <w:tblLayout w:type="fixed"/>
        <w:tblCellMar>
          <w:left w:w="0" w:type="dxa"/>
          <w:right w:w="0" w:type="dxa"/>
        </w:tblCellMar>
        <w:tblLook w:val="00A0"/>
      </w:tblPr>
      <w:tblGrid>
        <w:gridCol w:w="714"/>
        <w:gridCol w:w="11"/>
        <w:gridCol w:w="2680"/>
        <w:gridCol w:w="11"/>
        <w:gridCol w:w="11478"/>
      </w:tblGrid>
      <w:tr w:rsidR="00BF64E6" w:rsidRPr="001B31E0" w:rsidTr="00B64B18">
        <w:trPr>
          <w:trHeight w:val="682"/>
        </w:trPr>
        <w:tc>
          <w:tcPr>
            <w:tcW w:w="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4E6" w:rsidRPr="00376779" w:rsidRDefault="00BF64E6" w:rsidP="006A54F6">
            <w:pPr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376779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1.</w:t>
            </w:r>
          </w:p>
          <w:p w:rsidR="00BF64E6" w:rsidRPr="00376779" w:rsidRDefault="00BF64E6" w:rsidP="006A54F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F72DA3" w:rsidRDefault="00BF64E6" w:rsidP="00CF060C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F72DA3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_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__</w:t>
            </w:r>
            <w:r w:rsidRPr="00F72DA3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__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020000</w:t>
            </w:r>
            <w:r w:rsidRPr="00F72DA3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____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___</w:t>
            </w:r>
            <w:r w:rsidRPr="00F72DA3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_</w:t>
            </w:r>
          </w:p>
          <w:p w:rsidR="00BF64E6" w:rsidRPr="00CF060C" w:rsidRDefault="00BF64E6" w:rsidP="00CF060C">
            <w:pPr>
              <w:spacing w:line="240" w:lineRule="auto"/>
              <w:ind w:firstLine="0"/>
              <w:jc w:val="center"/>
              <w:rPr>
                <w:rFonts w:ascii="Arial" w:hAnsi="Arial" w:cs="Arial"/>
                <w:lang w:eastAsia="ru-RU"/>
              </w:rPr>
            </w:pPr>
            <w:r w:rsidRPr="00CF060C">
              <w:rPr>
                <w:rFonts w:ascii="Times New Roman" w:hAnsi="Times New Roman"/>
                <w:color w:val="000000"/>
                <w:kern w:val="24"/>
                <w:lang w:val="uk-UA" w:eastAsia="ru-RU"/>
              </w:rPr>
              <w:t>(КПКВК МБ)</w:t>
            </w:r>
          </w:p>
        </w:tc>
        <w:tc>
          <w:tcPr>
            <w:tcW w:w="1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D60371" w:rsidRDefault="00BF64E6" w:rsidP="0099646C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u w:val="single"/>
                <w:lang w:eastAsia="ru-RU"/>
              </w:rPr>
            </w:pPr>
            <w:r w:rsidRPr="00D60371">
              <w:rPr>
                <w:rFonts w:ascii="Times New Roman" w:hAnsi="Times New Roman"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Камінь-Каширська__р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айонна державна адміністрація</w:t>
            </w:r>
          </w:p>
          <w:p w:rsidR="00BF64E6" w:rsidRPr="00CF060C" w:rsidRDefault="00BF64E6" w:rsidP="00CF060C">
            <w:pPr>
              <w:spacing w:line="240" w:lineRule="auto"/>
              <w:ind w:firstLine="0"/>
              <w:jc w:val="center"/>
              <w:rPr>
                <w:rFonts w:ascii="Arial" w:hAnsi="Arial" w:cs="Arial"/>
                <w:lang w:eastAsia="ru-RU"/>
              </w:rPr>
            </w:pPr>
            <w:r w:rsidRPr="00CF060C">
              <w:rPr>
                <w:rFonts w:ascii="Times New Roman" w:hAnsi="Times New Roman"/>
                <w:color w:val="000000"/>
                <w:kern w:val="24"/>
                <w:lang w:val="uk-UA" w:eastAsia="ru-RU"/>
              </w:rPr>
              <w:t>(найменування головного розпорядника)</w:t>
            </w:r>
          </w:p>
        </w:tc>
      </w:tr>
      <w:tr w:rsidR="00BF64E6" w:rsidRPr="001B31E0" w:rsidTr="006A54F6">
        <w:trPr>
          <w:trHeight w:val="798"/>
        </w:trPr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4E6" w:rsidRPr="00376779" w:rsidRDefault="00BF64E6" w:rsidP="006A54F6">
            <w:pPr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376779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2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F72DA3" w:rsidRDefault="00BF64E6" w:rsidP="00CF060C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_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en-US" w:eastAsia="ru-RU"/>
              </w:rPr>
              <w:t>0212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0000__</w:t>
            </w:r>
            <w:r w:rsidRPr="00F72DA3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___</w:t>
            </w:r>
          </w:p>
          <w:p w:rsidR="00BF64E6" w:rsidRPr="00CF060C" w:rsidRDefault="00BF64E6" w:rsidP="00CF060C">
            <w:pPr>
              <w:spacing w:line="240" w:lineRule="auto"/>
              <w:ind w:firstLine="0"/>
              <w:jc w:val="center"/>
              <w:rPr>
                <w:rFonts w:ascii="Arial" w:hAnsi="Arial" w:cs="Arial"/>
                <w:lang w:eastAsia="ru-RU"/>
              </w:rPr>
            </w:pPr>
            <w:r w:rsidRPr="00CF060C">
              <w:rPr>
                <w:rFonts w:ascii="Times New Roman" w:hAnsi="Times New Roman"/>
                <w:color w:val="000000"/>
                <w:kern w:val="24"/>
                <w:lang w:val="uk-UA" w:eastAsia="ru-RU"/>
              </w:rPr>
              <w:t>(КПКВК МБ)</w:t>
            </w:r>
          </w:p>
        </w:tc>
        <w:tc>
          <w:tcPr>
            <w:tcW w:w="11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2D23A0" w:rsidRDefault="00BF64E6" w:rsidP="009964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u w:val="single"/>
                <w:lang w:eastAsia="ru-RU"/>
              </w:rPr>
            </w:pPr>
            <w:r w:rsidRPr="002D23A0">
              <w:rPr>
                <w:rFonts w:ascii="Times New Roman" w:hAnsi="Times New Roman"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Камінь-Каширськарайонна державна адміністрація</w:t>
            </w:r>
          </w:p>
          <w:p w:rsidR="00BF64E6" w:rsidRPr="00F72DA3" w:rsidRDefault="00BF64E6" w:rsidP="002D23A0">
            <w:pPr>
              <w:spacing w:line="240" w:lineRule="auto"/>
              <w:ind w:firstLine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  <w:p w:rsidR="00BF64E6" w:rsidRPr="00CF060C" w:rsidRDefault="00BF64E6" w:rsidP="00CF060C">
            <w:pPr>
              <w:spacing w:line="240" w:lineRule="auto"/>
              <w:ind w:firstLine="0"/>
              <w:jc w:val="center"/>
              <w:rPr>
                <w:rFonts w:ascii="Arial" w:hAnsi="Arial" w:cs="Arial"/>
                <w:lang w:eastAsia="ru-RU"/>
              </w:rPr>
            </w:pPr>
            <w:r w:rsidRPr="00CF060C">
              <w:rPr>
                <w:rFonts w:ascii="Times New Roman" w:hAnsi="Times New Roman"/>
                <w:color w:val="000000"/>
                <w:kern w:val="24"/>
                <w:lang w:val="uk-UA" w:eastAsia="ru-RU"/>
              </w:rPr>
              <w:t>(найменування відповідального виконавця)</w:t>
            </w:r>
          </w:p>
        </w:tc>
      </w:tr>
      <w:tr w:rsidR="00BF64E6" w:rsidRPr="00A524D6" w:rsidTr="006A54F6">
        <w:trPr>
          <w:trHeight w:val="640"/>
        </w:trPr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4E6" w:rsidRPr="00376779" w:rsidRDefault="00BF64E6" w:rsidP="006A54F6">
            <w:pPr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376779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2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CA5DC1" w:rsidRDefault="00BF64E6" w:rsidP="006A54F6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0212010</w:t>
            </w:r>
          </w:p>
          <w:p w:rsidR="00BF64E6" w:rsidRPr="00CA5DC1" w:rsidRDefault="00BF64E6" w:rsidP="006A54F6">
            <w:pPr>
              <w:spacing w:line="240" w:lineRule="auto"/>
              <w:ind w:firstLine="0"/>
              <w:jc w:val="center"/>
              <w:rPr>
                <w:rFonts w:ascii="Arial" w:hAnsi="Arial" w:cs="Arial"/>
                <w:lang w:val="uk-UA" w:eastAsia="ru-RU"/>
              </w:rPr>
            </w:pPr>
            <w:r w:rsidRPr="00CF060C">
              <w:rPr>
                <w:rFonts w:ascii="Times New Roman" w:hAnsi="Times New Roman"/>
                <w:color w:val="000000"/>
                <w:kern w:val="24"/>
                <w:lang w:val="uk-UA" w:eastAsia="ru-RU"/>
              </w:rPr>
              <w:t>(КПКВК МБ)</w:t>
            </w:r>
          </w:p>
        </w:tc>
        <w:tc>
          <w:tcPr>
            <w:tcW w:w="11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99646C" w:rsidRDefault="00BF64E6" w:rsidP="006A54F6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</w:pPr>
            <w:r w:rsidRPr="0099646C">
              <w:rPr>
                <w:rFonts w:ascii="Times New Roman" w:hAnsi="Times New Roman"/>
                <w:b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 xml:space="preserve">Багатопрофільна  стаціонарна  медична допомога  населенню </w:t>
            </w:r>
          </w:p>
          <w:p w:rsidR="00BF64E6" w:rsidRPr="00AD6D86" w:rsidRDefault="00BF64E6" w:rsidP="006A54F6">
            <w:pPr>
              <w:spacing w:line="240" w:lineRule="auto"/>
              <w:ind w:firstLine="0"/>
              <w:jc w:val="center"/>
              <w:rPr>
                <w:rFonts w:ascii="Arial" w:hAnsi="Arial" w:cs="Arial"/>
                <w:lang w:val="uk-UA" w:eastAsia="ru-RU"/>
              </w:rPr>
            </w:pPr>
            <w:r w:rsidRPr="00CF060C">
              <w:rPr>
                <w:rFonts w:ascii="Times New Roman" w:hAnsi="Times New Roman"/>
                <w:color w:val="000000"/>
                <w:kern w:val="24"/>
                <w:lang w:val="uk-UA" w:eastAsia="ru-RU"/>
              </w:rPr>
              <w:t>(КФКВК)1 (найменування бюджетної програми)</w:t>
            </w:r>
          </w:p>
        </w:tc>
      </w:tr>
    </w:tbl>
    <w:p w:rsidR="00BF64E6" w:rsidRPr="00B64B18" w:rsidRDefault="00BF64E6" w:rsidP="007D62CB">
      <w:pPr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304E8B">
        <w:rPr>
          <w:rFonts w:ascii="Times New Roman" w:hAnsi="Times New Roman"/>
          <w:sz w:val="28"/>
          <w:lang w:val="uk-UA"/>
        </w:rPr>
        <w:t>4. Видатки та надання кредитів за бюджетною програмою за звітний період</w:t>
      </w:r>
    </w:p>
    <w:tbl>
      <w:tblPr>
        <w:tblW w:w="15119" w:type="dxa"/>
        <w:tblInd w:w="-694" w:type="dxa"/>
        <w:tblCellMar>
          <w:left w:w="0" w:type="dxa"/>
          <w:right w:w="0" w:type="dxa"/>
        </w:tblCellMar>
        <w:tblLook w:val="00A0"/>
      </w:tblPr>
      <w:tblGrid>
        <w:gridCol w:w="1702"/>
        <w:gridCol w:w="1984"/>
        <w:gridCol w:w="2424"/>
        <w:gridCol w:w="1687"/>
        <w:gridCol w:w="1720"/>
        <w:gridCol w:w="1257"/>
        <w:gridCol w:w="1559"/>
        <w:gridCol w:w="1620"/>
        <w:gridCol w:w="1166"/>
      </w:tblGrid>
      <w:tr w:rsidR="00BF64E6" w:rsidRPr="001B31E0" w:rsidTr="00B64B18">
        <w:trPr>
          <w:trHeight w:val="230"/>
        </w:trPr>
        <w:tc>
          <w:tcPr>
            <w:tcW w:w="6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64B18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val="uk-UA" w:eastAsia="ru-RU"/>
              </w:rPr>
              <w:t>Затверджено паспортом бюджетної програми</w:t>
            </w:r>
          </w:p>
        </w:tc>
        <w:tc>
          <w:tcPr>
            <w:tcW w:w="46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64B18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val="uk-UA" w:eastAsia="ru-RU"/>
              </w:rPr>
              <w:t>Касові видатки (надані кредити)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64B18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val="uk-UA" w:eastAsia="ru-RU"/>
              </w:rPr>
              <w:t>Відхилення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</w:p>
        </w:tc>
      </w:tr>
      <w:tr w:rsidR="00BF64E6" w:rsidRPr="001B31E0" w:rsidTr="00B64B18">
        <w:trPr>
          <w:trHeight w:val="439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64B18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val="uk-UA" w:eastAsia="ru-RU"/>
              </w:rPr>
              <w:t>загальний</w:t>
            </w:r>
          </w:p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64B18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val="uk-UA" w:eastAsia="ru-RU"/>
              </w:rPr>
              <w:t>фонд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64B18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val="uk-UA" w:eastAsia="ru-RU"/>
              </w:rPr>
              <w:t>спеціальний фонд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64B18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val="uk-UA" w:eastAsia="ru-RU"/>
              </w:rPr>
              <w:t>разом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64B18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val="uk-UA" w:eastAsia="ru-RU"/>
              </w:rPr>
              <w:t>загальний фонд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64B18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val="uk-UA" w:eastAsia="ru-RU"/>
              </w:rPr>
              <w:t>спеціальний фонд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64B18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val="uk-UA" w:eastAsia="ru-RU"/>
              </w:rPr>
              <w:t>разом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64B18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val="uk-UA" w:eastAsia="ru-RU"/>
              </w:rPr>
              <w:t>загальний</w:t>
            </w:r>
          </w:p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64B18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val="uk-UA" w:eastAsia="ru-RU"/>
              </w:rPr>
              <w:t>фонд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64B18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val="uk-UA" w:eastAsia="ru-RU"/>
              </w:rPr>
              <w:t>спеціальний</w:t>
            </w:r>
          </w:p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64B18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val="uk-UA" w:eastAsia="ru-RU"/>
              </w:rPr>
              <w:t>фонд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B64B18" w:rsidRDefault="00BF64E6" w:rsidP="00DD7663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64B18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val="uk-UA" w:eastAsia="ru-RU"/>
              </w:rPr>
              <w:t>разом</w:t>
            </w:r>
          </w:p>
        </w:tc>
      </w:tr>
      <w:tr w:rsidR="00BF64E6" w:rsidRPr="001B31E0" w:rsidTr="00B64B18">
        <w:trPr>
          <w:trHeight w:val="234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331AB" w:rsidRDefault="00BF64E6" w:rsidP="0017397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31AB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331AB" w:rsidRDefault="00BF64E6" w:rsidP="0017397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31AB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331AB" w:rsidRDefault="00BF64E6" w:rsidP="0017397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31AB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331AB" w:rsidRDefault="00BF64E6" w:rsidP="0017397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31AB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331AB" w:rsidRDefault="00BF64E6" w:rsidP="0017397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31AB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331AB" w:rsidRDefault="00BF64E6" w:rsidP="0017397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31AB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331AB" w:rsidRDefault="00BF64E6" w:rsidP="0017397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31AB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331AB" w:rsidRDefault="00BF64E6" w:rsidP="0017397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31AB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331AB" w:rsidRDefault="00BF64E6" w:rsidP="00173975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331AB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uk-UA" w:eastAsia="ru-RU"/>
              </w:rPr>
              <w:t>9</w:t>
            </w:r>
          </w:p>
        </w:tc>
      </w:tr>
      <w:tr w:rsidR="00BF64E6" w:rsidRPr="001B31E0" w:rsidTr="00B64B18">
        <w:trPr>
          <w:trHeight w:val="234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46285,80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17397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315,0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17397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46600,8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45610,60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17397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315,0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45925,60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675,2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17397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-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17397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675,2</w:t>
            </w:r>
          </w:p>
        </w:tc>
      </w:tr>
    </w:tbl>
    <w:p w:rsidR="00BF64E6" w:rsidRPr="007D62CB" w:rsidRDefault="00BF64E6" w:rsidP="00AE7C64">
      <w:pPr>
        <w:ind w:firstLine="0"/>
        <w:rPr>
          <w:rFonts w:ascii="Times New Roman" w:hAnsi="Times New Roman"/>
          <w:sz w:val="14"/>
          <w:lang w:val="uk-UA"/>
        </w:rPr>
      </w:pPr>
    </w:p>
    <w:p w:rsidR="00BF64E6" w:rsidRPr="00304E8B" w:rsidRDefault="00BF64E6" w:rsidP="00470896">
      <w:pPr>
        <w:spacing w:line="240" w:lineRule="auto"/>
        <w:ind w:firstLine="0"/>
        <w:rPr>
          <w:rFonts w:ascii="Times New Roman" w:hAnsi="Times New Roman"/>
          <w:sz w:val="28"/>
        </w:rPr>
      </w:pPr>
      <w:r w:rsidRPr="00304E8B">
        <w:rPr>
          <w:rFonts w:ascii="Times New Roman" w:hAnsi="Times New Roman"/>
          <w:sz w:val="28"/>
          <w:lang w:val="uk-UA"/>
        </w:rPr>
        <w:t>5. Обсяги фінансування бюджетної програми за звітний період у розрізі підпрограм та завдань</w:t>
      </w:r>
    </w:p>
    <w:tbl>
      <w:tblPr>
        <w:tblW w:w="15205" w:type="dxa"/>
        <w:tblInd w:w="-694" w:type="dxa"/>
        <w:tblCellMar>
          <w:left w:w="0" w:type="dxa"/>
          <w:right w:w="0" w:type="dxa"/>
        </w:tblCellMar>
        <w:tblLook w:val="00A0"/>
      </w:tblPr>
      <w:tblGrid>
        <w:gridCol w:w="335"/>
        <w:gridCol w:w="887"/>
        <w:gridCol w:w="983"/>
        <w:gridCol w:w="3251"/>
        <w:gridCol w:w="1108"/>
        <w:gridCol w:w="1357"/>
        <w:gridCol w:w="1051"/>
        <w:gridCol w:w="1108"/>
        <w:gridCol w:w="1357"/>
        <w:gridCol w:w="915"/>
        <w:gridCol w:w="1108"/>
        <w:gridCol w:w="1357"/>
        <w:gridCol w:w="649"/>
      </w:tblGrid>
      <w:tr w:rsidR="00BF64E6" w:rsidRPr="001B31E0" w:rsidTr="00A524D6">
        <w:trPr>
          <w:trHeight w:val="670"/>
        </w:trPr>
        <w:tc>
          <w:tcPr>
            <w:tcW w:w="3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№</w:t>
            </w:r>
          </w:p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з/п</w:t>
            </w:r>
          </w:p>
        </w:tc>
        <w:tc>
          <w:tcPr>
            <w:tcW w:w="9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КПКВК</w:t>
            </w:r>
          </w:p>
        </w:tc>
        <w:tc>
          <w:tcPr>
            <w:tcW w:w="1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КФКВК</w:t>
            </w:r>
          </w:p>
        </w:tc>
        <w:tc>
          <w:tcPr>
            <w:tcW w:w="22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Підпрограма/ завданнябюджетноїпрограми</w:t>
            </w:r>
            <w:r w:rsidRPr="00470896">
              <w:rPr>
                <w:rFonts w:ascii="Times New Roman" w:hAnsi="Times New Roman"/>
                <w:color w:val="000000"/>
                <w:kern w:val="24"/>
                <w:position w:val="5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  <w:tc>
          <w:tcPr>
            <w:tcW w:w="36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Затверджено паспортом бюджетноїпрограми на звітнийперіод</w:t>
            </w:r>
          </w:p>
        </w:tc>
        <w:tc>
          <w:tcPr>
            <w:tcW w:w="34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Касовівидатки (наданікредити) за звітнийперіод</w:t>
            </w:r>
          </w:p>
        </w:tc>
        <w:tc>
          <w:tcPr>
            <w:tcW w:w="34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Відхилення</w:t>
            </w:r>
          </w:p>
        </w:tc>
      </w:tr>
      <w:tr w:rsidR="00BF64E6" w:rsidRPr="001B31E0" w:rsidTr="00A524D6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загальний</w:t>
            </w:r>
          </w:p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фонд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спеціальний фонд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разом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загальний</w:t>
            </w:r>
          </w:p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фонд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спеціальний фонд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разом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загальний</w:t>
            </w:r>
          </w:p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фонд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спеціальний фонд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470896" w:rsidRDefault="00BF64E6" w:rsidP="00DD7663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разом</w:t>
            </w:r>
          </w:p>
        </w:tc>
      </w:tr>
      <w:tr w:rsidR="00BF64E6" w:rsidRPr="001B31E0" w:rsidTr="00A524D6">
        <w:trPr>
          <w:trHeight w:val="225"/>
        </w:trPr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470896" w:rsidRDefault="00BF64E6" w:rsidP="00173975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470896" w:rsidRDefault="00BF64E6" w:rsidP="00173975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470896" w:rsidRDefault="00BF64E6" w:rsidP="00173975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470896" w:rsidRDefault="00BF64E6" w:rsidP="00173975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470896" w:rsidRDefault="00BF64E6" w:rsidP="00173975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470896" w:rsidRDefault="00BF64E6" w:rsidP="00173975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470896" w:rsidRDefault="00BF64E6" w:rsidP="00173975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470896" w:rsidRDefault="00BF64E6" w:rsidP="00173975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470896" w:rsidRDefault="00BF64E6" w:rsidP="00173975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470896" w:rsidRDefault="00BF64E6" w:rsidP="00173975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470896" w:rsidRDefault="00BF64E6" w:rsidP="00173975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470896" w:rsidRDefault="00BF64E6" w:rsidP="00173975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470896" w:rsidRDefault="00BF64E6" w:rsidP="00173975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896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</w:tr>
      <w:tr w:rsidR="00BF64E6" w:rsidRPr="001B31E0" w:rsidTr="00A524D6">
        <w:trPr>
          <w:trHeight w:val="225"/>
        </w:trPr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0212010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BB489D" w:rsidRDefault="00BF64E6" w:rsidP="00BB489D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val="uk-UA" w:eastAsia="ru-RU"/>
              </w:rPr>
            </w:pPr>
            <w:r w:rsidRPr="00BB489D">
              <w:rPr>
                <w:rFonts w:ascii="Times New Roman" w:hAnsi="Times New Roman"/>
                <w:lang w:val="uk-UA" w:eastAsia="ru-RU"/>
              </w:rPr>
              <w:t xml:space="preserve">Багатопрофільна  стаціонарна  медична допомога  населенню </w:t>
            </w:r>
          </w:p>
          <w:p w:rsidR="00BF64E6" w:rsidRPr="00AD6D86" w:rsidRDefault="00BF64E6" w:rsidP="00A524D6">
            <w:pPr>
              <w:spacing w:line="240" w:lineRule="auto"/>
              <w:ind w:firstLine="0"/>
              <w:jc w:val="center"/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46285,8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315,0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46600,8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CF772A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45610,6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CF772A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315,0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CF772A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45925,6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CF772A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675,2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CF772A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CF772A" w:rsidRDefault="00BF64E6" w:rsidP="00A524D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675,2</w:t>
            </w:r>
          </w:p>
        </w:tc>
      </w:tr>
      <w:tr w:rsidR="00BF64E6" w:rsidRPr="001B31E0" w:rsidTr="00893C61">
        <w:trPr>
          <w:trHeight w:val="235"/>
        </w:trPr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BB489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BB489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BB489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BB489D">
            <w:pPr>
              <w:spacing w:line="240" w:lineRule="auto"/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Усього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BB489D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46285,8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BB489D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315,0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BB489D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46600,84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BB489D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45610,6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BB489D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315,0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BB489D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45925,6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BB489D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675,2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BB489D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-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BB489D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18"/>
                <w:lang w:val="uk-UA" w:eastAsia="ru-RU"/>
              </w:rPr>
              <w:t>675,2</w:t>
            </w:r>
          </w:p>
        </w:tc>
      </w:tr>
    </w:tbl>
    <w:p w:rsidR="00BF64E6" w:rsidRDefault="00BF64E6" w:rsidP="007D62CB">
      <w:pPr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BF64E6" w:rsidRDefault="00BF64E6" w:rsidP="007D62CB">
      <w:pPr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304E8B">
        <w:rPr>
          <w:rFonts w:ascii="Times New Roman" w:hAnsi="Times New Roman"/>
          <w:sz w:val="28"/>
          <w:lang w:val="uk-UA"/>
        </w:rPr>
        <w:t>6. Видатки на реалізацію регіональних цільових програм, які виконуються в межах бюджетної програми, за звітний період</w:t>
      </w:r>
    </w:p>
    <w:p w:rsidR="00BF64E6" w:rsidRPr="009725BC" w:rsidRDefault="00BF64E6" w:rsidP="007D62CB">
      <w:pPr>
        <w:spacing w:line="240" w:lineRule="auto"/>
        <w:ind w:firstLine="0"/>
        <w:rPr>
          <w:rFonts w:ascii="Times New Roman" w:hAnsi="Times New Roman"/>
          <w:sz w:val="24"/>
        </w:rPr>
      </w:pPr>
    </w:p>
    <w:tbl>
      <w:tblPr>
        <w:tblW w:w="15205" w:type="dxa"/>
        <w:tblInd w:w="-694" w:type="dxa"/>
        <w:tblCellMar>
          <w:left w:w="0" w:type="dxa"/>
          <w:right w:w="0" w:type="dxa"/>
        </w:tblCellMar>
        <w:tblLook w:val="00A0"/>
      </w:tblPr>
      <w:tblGrid>
        <w:gridCol w:w="3658"/>
        <w:gridCol w:w="1401"/>
        <w:gridCol w:w="1500"/>
        <w:gridCol w:w="1590"/>
        <w:gridCol w:w="1353"/>
        <w:gridCol w:w="1500"/>
        <w:gridCol w:w="718"/>
        <w:gridCol w:w="1224"/>
        <w:gridCol w:w="1500"/>
        <w:gridCol w:w="761"/>
      </w:tblGrid>
      <w:tr w:rsidR="00BF64E6" w:rsidRPr="001B31E0" w:rsidTr="00DD7663">
        <w:trPr>
          <w:trHeight w:val="890"/>
        </w:trPr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Назва</w:t>
            </w:r>
          </w:p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регіональноїцільовоїпрограми та підпрограми</w:t>
            </w:r>
          </w:p>
        </w:tc>
        <w:tc>
          <w:tcPr>
            <w:tcW w:w="45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Затверджено паспортом бюджетноїпрограми на звітнийперіод</w:t>
            </w:r>
          </w:p>
        </w:tc>
        <w:tc>
          <w:tcPr>
            <w:tcW w:w="35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435129">
            <w:pPr>
              <w:spacing w:line="240" w:lineRule="auto"/>
              <w:ind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Касовівидатки (наданікредити) за звітнийперіод</w:t>
            </w:r>
          </w:p>
        </w:tc>
        <w:tc>
          <w:tcPr>
            <w:tcW w:w="34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Відхилення</w:t>
            </w:r>
          </w:p>
        </w:tc>
      </w:tr>
      <w:tr w:rsidR="00BF64E6" w:rsidRPr="001B31E0" w:rsidTr="00DD7663">
        <w:trPr>
          <w:trHeight w:val="443"/>
        </w:trPr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435129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435129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</w:t>
            </w:r>
          </w:p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435129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435129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</w:t>
            </w:r>
          </w:p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435129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435129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435129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</w:t>
            </w:r>
          </w:p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</w:tc>
      </w:tr>
      <w:tr w:rsidR="00BF64E6" w:rsidRPr="001B31E0" w:rsidTr="00DD7663">
        <w:trPr>
          <w:trHeight w:val="225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435129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10</w:t>
            </w:r>
          </w:p>
        </w:tc>
      </w:tr>
      <w:tr w:rsidR="00BF64E6" w:rsidRPr="001B31E0" w:rsidTr="00DD7663">
        <w:trPr>
          <w:trHeight w:val="223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92B9C" w:rsidRDefault="00BF64E6" w:rsidP="00435129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Програма фінансової підтримки та розвитку КНП «К-К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аширськаЦРЛ»на 2019-2021 роки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8319D6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165,0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8319D6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165,0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8319D6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165,0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8319D6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165,0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1B31E0" w:rsidTr="00DD7663">
        <w:trPr>
          <w:trHeight w:val="225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435129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Підпрограма 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1B31E0" w:rsidTr="00DD7663">
        <w:trPr>
          <w:trHeight w:val="225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435129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Підпрограма 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1B31E0" w:rsidTr="00DD7663">
        <w:trPr>
          <w:trHeight w:val="225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1B31E0" w:rsidTr="00DD7663">
        <w:trPr>
          <w:trHeight w:val="235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Усього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8319D6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165,0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8319D6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165,0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8319D6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165,0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8319D6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165,0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435129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F64E6" w:rsidRPr="00DD7663" w:rsidRDefault="00BF64E6" w:rsidP="00AE7C64">
      <w:pPr>
        <w:ind w:firstLine="0"/>
        <w:rPr>
          <w:rFonts w:ascii="Times New Roman" w:hAnsi="Times New Roman"/>
          <w:sz w:val="8"/>
          <w:lang w:val="uk-UA"/>
        </w:rPr>
      </w:pPr>
    </w:p>
    <w:p w:rsidR="00BF64E6" w:rsidRPr="00304E8B" w:rsidRDefault="00BF64E6" w:rsidP="00AE7C64">
      <w:pPr>
        <w:ind w:firstLine="0"/>
        <w:rPr>
          <w:rFonts w:ascii="Times New Roman" w:hAnsi="Times New Roman"/>
          <w:sz w:val="28"/>
        </w:rPr>
      </w:pPr>
      <w:r w:rsidRPr="00304E8B">
        <w:rPr>
          <w:rFonts w:ascii="Times New Roman" w:hAnsi="Times New Roman"/>
          <w:sz w:val="28"/>
          <w:lang w:val="uk-UA"/>
        </w:rPr>
        <w:t>7. Результативні показники бюджетної програми та аналіз їх виконання за звітний період</w:t>
      </w:r>
    </w:p>
    <w:tbl>
      <w:tblPr>
        <w:tblW w:w="13916" w:type="dxa"/>
        <w:tblInd w:w="-694" w:type="dxa"/>
        <w:tblLayout w:type="fixed"/>
        <w:tblCellMar>
          <w:left w:w="0" w:type="dxa"/>
          <w:right w:w="0" w:type="dxa"/>
        </w:tblCellMar>
        <w:tblLook w:val="00A0"/>
      </w:tblPr>
      <w:tblGrid>
        <w:gridCol w:w="1276"/>
        <w:gridCol w:w="971"/>
        <w:gridCol w:w="17"/>
        <w:gridCol w:w="2273"/>
        <w:gridCol w:w="850"/>
        <w:gridCol w:w="1695"/>
        <w:gridCol w:w="2834"/>
        <w:gridCol w:w="2133"/>
        <w:gridCol w:w="1843"/>
        <w:gridCol w:w="24"/>
      </w:tblGrid>
      <w:tr w:rsidR="00BF64E6" w:rsidRPr="001B31E0" w:rsidTr="00F91B92">
        <w:trPr>
          <w:trHeight w:val="1088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6957E1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№</w:t>
            </w:r>
          </w:p>
          <w:p w:rsidR="00BF64E6" w:rsidRPr="00304E8B" w:rsidRDefault="00BF64E6" w:rsidP="006957E1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6957E1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КПКВК</w:t>
            </w:r>
          </w:p>
        </w:tc>
        <w:tc>
          <w:tcPr>
            <w:tcW w:w="2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6957E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Показники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6957E1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Одиниця</w:t>
            </w:r>
          </w:p>
          <w:p w:rsidR="00BF64E6" w:rsidRPr="00304E8B" w:rsidRDefault="00BF64E6" w:rsidP="006957E1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виміру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6957E1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Джерело</w:t>
            </w:r>
          </w:p>
          <w:p w:rsidR="00BF64E6" w:rsidRPr="00304E8B" w:rsidRDefault="00BF64E6" w:rsidP="006957E1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інформації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6957E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Затверджено паспортом бюджетної програми на звітний період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6957E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Виконано за звітний період (касові видатки/надані кредити)</w:t>
            </w: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6957E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Відхилення</w:t>
            </w:r>
          </w:p>
        </w:tc>
      </w:tr>
      <w:tr w:rsidR="00BF64E6" w:rsidRPr="001B31E0" w:rsidTr="00F91B92">
        <w:trPr>
          <w:trHeight w:val="2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75752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6957E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6957E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6957E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6957E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6957E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304E8B" w:rsidRDefault="00BF64E6" w:rsidP="006957E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3F05ED">
            <w:pPr>
              <w:spacing w:line="240" w:lineRule="auto"/>
              <w:ind w:right="463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4E8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8</w:t>
            </w:r>
          </w:p>
        </w:tc>
      </w:tr>
      <w:tr w:rsidR="00BF64E6" w:rsidRPr="001B31E0" w:rsidTr="00770167">
        <w:trPr>
          <w:trHeight w:val="240"/>
        </w:trPr>
        <w:tc>
          <w:tcPr>
            <w:tcW w:w="139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304E8B" w:rsidRDefault="00BF64E6" w:rsidP="003F05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1B31E0" w:rsidTr="00F91B92">
        <w:trPr>
          <w:trHeight w:val="2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D1CB7" w:rsidRDefault="00BF64E6" w:rsidP="0010256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A524D6" w:rsidRDefault="00BF64E6" w:rsidP="003F05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757527" w:rsidRDefault="00BF64E6" w:rsidP="003F05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 xml:space="preserve">Затрати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757527" w:rsidRDefault="00BF64E6" w:rsidP="00757527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D1CB7" w:rsidRDefault="00BF64E6" w:rsidP="003F05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757527" w:rsidRDefault="00BF64E6" w:rsidP="00D22ECF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757527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1B31E0" w:rsidTr="00F91B92">
        <w:trPr>
          <w:trHeight w:val="2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10256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0867EF" w:rsidRDefault="00BF64E6" w:rsidP="003F05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 xml:space="preserve">К-сть  установ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757527" w:rsidRDefault="00BF64E6" w:rsidP="00757527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A524D6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757527" w:rsidRDefault="00BF64E6" w:rsidP="00D22ECF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757527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1B31E0" w:rsidTr="00F91B92">
        <w:trPr>
          <w:trHeight w:val="22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10256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0867EF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К-сть Штатних одиниць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757527" w:rsidRDefault="00BF64E6" w:rsidP="00757527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од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D1CB7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D22ECF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500,25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483,75</w:t>
            </w: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BB489D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F64E6" w:rsidRPr="001B31E0" w:rsidTr="00F91B92">
        <w:trPr>
          <w:trHeight w:val="22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10256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0867EF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У т..ч. лікарів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757527" w:rsidRDefault="00BF64E6" w:rsidP="00757527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од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D1CB7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D22ECF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93,5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90,5</w:t>
            </w: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BB489D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F64E6" w:rsidRPr="001B31E0" w:rsidTr="00F91B92">
        <w:trPr>
          <w:trHeight w:val="22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10256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0867EF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Середнього м/п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757527" w:rsidRDefault="00BF64E6" w:rsidP="00757527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од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D1CB7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D22ECF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212,0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209,25</w:t>
            </w: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1B31E0" w:rsidTr="00F91B92">
        <w:trPr>
          <w:trHeight w:val="22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10256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0867EF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Молодший м/п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757527" w:rsidRDefault="00BF64E6" w:rsidP="00757527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од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D1CB7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D22ECF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133,75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116</w:t>
            </w: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1B31E0" w:rsidTr="00F91B92">
        <w:trPr>
          <w:trHeight w:val="22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10256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0867EF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спеціалістів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757527" w:rsidRDefault="00BF64E6" w:rsidP="00757527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од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D1CB7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D22ECF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1B31E0" w:rsidTr="00F91B92">
        <w:trPr>
          <w:trHeight w:val="22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10256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0867EF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Обслуговуючий персонал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757527" w:rsidRDefault="00BF64E6" w:rsidP="00757527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од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D1CB7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D22ECF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35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44</w:t>
            </w: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3F05ED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1B31E0" w:rsidTr="00F91B92">
        <w:trPr>
          <w:trHeight w:val="22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7701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0867EF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DD4A24" w:rsidRDefault="00BF64E6" w:rsidP="00770167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ліжок у звичайних стаціонарах, од.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DD4A24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DD4A24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DD4A24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236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236</w:t>
            </w: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1B31E0" w:rsidTr="00F91B92">
        <w:trPr>
          <w:trHeight w:val="22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7701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0867EF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770167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ліжок у денних стаціонарах, од.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1B31E0" w:rsidTr="00F91B92">
        <w:trPr>
          <w:trHeight w:val="22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7701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0867EF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770167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Продукту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304E8B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1B31E0" w:rsidTr="00F91B92">
        <w:trPr>
          <w:trHeight w:val="22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7701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0867EF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770167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ліжко-днів у звичайних стаціонарах, тис. од.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AF0F04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78,1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102560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78,8</w:t>
            </w: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F91B92" w:rsidRDefault="00BF64E6" w:rsidP="00770167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F64E6" w:rsidRPr="001B31E0" w:rsidTr="00F91B92">
        <w:trPr>
          <w:trHeight w:val="22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757527" w:rsidRDefault="00BF64E6" w:rsidP="00F91B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0867EF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ліжко-днів у денних стаціонарах, тис. од.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– ф.20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15,0</w:t>
            </w:r>
          </w:p>
        </w:tc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13,3</w:t>
            </w: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F64E6" w:rsidTr="00F91B92">
        <w:trPr>
          <w:gridAfter w:val="1"/>
          <w:wAfter w:w="24" w:type="dxa"/>
          <w:trHeight w:val="23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лікарських відвідувань (у поліклінічних відділеннях лікарень), осіб;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276,0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215,9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F64E6" w:rsidTr="00F91B92">
        <w:trPr>
          <w:gridAfter w:val="1"/>
          <w:wAfter w:w="24" w:type="dxa"/>
          <w:trHeight w:val="23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пролікованих хворих у стаціонарі, осіб.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9210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9210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F64E6" w:rsidTr="00F91B92">
        <w:trPr>
          <w:gridAfter w:val="1"/>
          <w:wAfter w:w="24" w:type="dxa"/>
          <w:trHeight w:val="23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Ефективності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F64E6" w:rsidTr="00F91B92">
        <w:trPr>
          <w:gridAfter w:val="1"/>
          <w:wAfter w:w="24" w:type="dxa"/>
          <w:trHeight w:val="234"/>
        </w:trPr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Завантаженість ліжкового фонду у звичайних стаціонарах, днів;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323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333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F64E6" w:rsidTr="00F91B92">
        <w:trPr>
          <w:gridAfter w:val="1"/>
          <w:wAfter w:w="24" w:type="dxa"/>
          <w:trHeight w:val="23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Завантаженість ліжкового фонду у денних стаціонарах, днів;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332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332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F64E6" w:rsidTr="00F91B92">
        <w:trPr>
          <w:gridAfter w:val="1"/>
          <w:wAfter w:w="24" w:type="dxa"/>
          <w:trHeight w:val="23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Середня тривалість лікування у стаціонарі, днів.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розрахункова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E6" w:rsidRDefault="00BF64E6" w:rsidP="00F91B9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BF64E6" w:rsidRDefault="00BF64E6" w:rsidP="00AE7C64">
      <w:pPr>
        <w:ind w:firstLine="0"/>
        <w:rPr>
          <w:rFonts w:ascii="Times New Roman" w:hAnsi="Times New Roman"/>
          <w:sz w:val="18"/>
          <w:lang w:val="uk-UA"/>
        </w:rPr>
      </w:pPr>
    </w:p>
    <w:p w:rsidR="00BF64E6" w:rsidRDefault="00BF64E6" w:rsidP="00AE7C64">
      <w:pPr>
        <w:ind w:firstLine="0"/>
        <w:rPr>
          <w:rFonts w:ascii="Times New Roman" w:hAnsi="Times New Roman"/>
          <w:sz w:val="18"/>
          <w:lang w:val="uk-UA"/>
        </w:rPr>
      </w:pPr>
    </w:p>
    <w:tbl>
      <w:tblPr>
        <w:tblpPr w:leftFromText="180" w:rightFromText="180" w:vertAnchor="text" w:tblpX="14374" w:tblpY="-9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BF64E6" w:rsidTr="009A4F31">
        <w:trPr>
          <w:trHeight w:val="49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BF64E6" w:rsidRDefault="00BF64E6" w:rsidP="009A4F31">
            <w:pPr>
              <w:ind w:firstLine="0"/>
              <w:rPr>
                <w:rFonts w:ascii="Times New Roman" w:hAnsi="Times New Roman"/>
                <w:sz w:val="18"/>
                <w:lang w:val="uk-UA"/>
              </w:rPr>
            </w:pPr>
          </w:p>
        </w:tc>
      </w:tr>
    </w:tbl>
    <w:p w:rsidR="00BF64E6" w:rsidRDefault="00BF64E6" w:rsidP="00AE7C64">
      <w:pPr>
        <w:ind w:firstLine="0"/>
        <w:rPr>
          <w:rFonts w:ascii="Times New Roman" w:hAnsi="Times New Roman"/>
          <w:sz w:val="18"/>
          <w:lang w:val="uk-UA"/>
        </w:rPr>
      </w:pPr>
    </w:p>
    <w:p w:rsidR="00BF64E6" w:rsidRDefault="00BF64E6" w:rsidP="00AE7C64">
      <w:pPr>
        <w:ind w:firstLine="0"/>
        <w:rPr>
          <w:rFonts w:ascii="Times New Roman" w:hAnsi="Times New Roman"/>
          <w:sz w:val="18"/>
          <w:lang w:val="uk-UA"/>
        </w:rPr>
      </w:pPr>
    </w:p>
    <w:p w:rsidR="00BF64E6" w:rsidRPr="009725BC" w:rsidRDefault="00BF64E6" w:rsidP="00AE7C64">
      <w:pPr>
        <w:ind w:firstLine="0"/>
        <w:rPr>
          <w:rFonts w:ascii="Times New Roman" w:hAnsi="Times New Roman"/>
          <w:sz w:val="18"/>
          <w:lang w:val="uk-UA"/>
        </w:rPr>
      </w:pPr>
    </w:p>
    <w:p w:rsidR="00BF64E6" w:rsidRPr="00304E8B" w:rsidRDefault="00BF64E6" w:rsidP="00AE7C64">
      <w:pPr>
        <w:ind w:firstLine="0"/>
        <w:rPr>
          <w:rFonts w:ascii="Times New Roman" w:hAnsi="Times New Roman"/>
          <w:sz w:val="28"/>
        </w:rPr>
      </w:pPr>
      <w:r w:rsidRPr="00304E8B">
        <w:rPr>
          <w:rFonts w:ascii="Times New Roman" w:hAnsi="Times New Roman"/>
          <w:sz w:val="28"/>
        </w:rPr>
        <w:t xml:space="preserve">8. </w:t>
      </w:r>
      <w:r w:rsidRPr="00304E8B">
        <w:rPr>
          <w:rFonts w:ascii="Times New Roman" w:hAnsi="Times New Roman"/>
          <w:sz w:val="28"/>
          <w:lang w:val="uk-UA"/>
        </w:rPr>
        <w:t>Джерела фінансування інвестиційних проектів у розрізі підпрограм</w:t>
      </w:r>
      <w:r w:rsidRPr="00304E8B">
        <w:rPr>
          <w:rFonts w:ascii="Times New Roman" w:hAnsi="Times New Roman"/>
          <w:sz w:val="28"/>
          <w:vertAlign w:val="superscript"/>
          <w:lang w:val="uk-UA"/>
        </w:rPr>
        <w:t>3</w:t>
      </w:r>
    </w:p>
    <w:tbl>
      <w:tblPr>
        <w:tblW w:w="14743" w:type="dxa"/>
        <w:tblInd w:w="-269" w:type="dxa"/>
        <w:tblLayout w:type="fixed"/>
        <w:tblCellMar>
          <w:left w:w="0" w:type="dxa"/>
          <w:right w:w="0" w:type="dxa"/>
        </w:tblCellMar>
        <w:tblLook w:val="00A0"/>
      </w:tblPr>
      <w:tblGrid>
        <w:gridCol w:w="568"/>
        <w:gridCol w:w="1665"/>
        <w:gridCol w:w="852"/>
        <w:gridCol w:w="1063"/>
        <w:gridCol w:w="1302"/>
        <w:gridCol w:w="624"/>
        <w:gridCol w:w="1063"/>
        <w:gridCol w:w="1302"/>
        <w:gridCol w:w="624"/>
        <w:gridCol w:w="1063"/>
        <w:gridCol w:w="1302"/>
        <w:gridCol w:w="624"/>
        <w:gridCol w:w="1063"/>
        <w:gridCol w:w="919"/>
        <w:gridCol w:w="709"/>
      </w:tblGrid>
      <w:tr w:rsidR="00BF64E6" w:rsidRPr="005578F4" w:rsidTr="009725BC">
        <w:trPr>
          <w:trHeight w:val="670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6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Найменуванняджерелнадходжень</w:t>
            </w:r>
          </w:p>
        </w:tc>
        <w:tc>
          <w:tcPr>
            <w:tcW w:w="8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КПКВК</w:t>
            </w:r>
          </w:p>
        </w:tc>
        <w:tc>
          <w:tcPr>
            <w:tcW w:w="29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Касовівидатки станом на</w:t>
            </w:r>
          </w:p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01 січнязвітногоперіоду</w:t>
            </w:r>
          </w:p>
        </w:tc>
        <w:tc>
          <w:tcPr>
            <w:tcW w:w="29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План видатківзвітногоперіоду</w:t>
            </w:r>
          </w:p>
        </w:tc>
        <w:tc>
          <w:tcPr>
            <w:tcW w:w="29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Касовівидатки за звітнийперіод</w:t>
            </w:r>
          </w:p>
        </w:tc>
        <w:tc>
          <w:tcPr>
            <w:tcW w:w="2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Прогноз видатків до кінцяреалізаціїінвестиційного проекту</w:t>
            </w:r>
          </w:p>
        </w:tc>
      </w:tr>
      <w:tr w:rsidR="00BF64E6" w:rsidRPr="005578F4" w:rsidTr="009725BC">
        <w:trPr>
          <w:trHeight w:val="820"/>
        </w:trPr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 фонд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 фонд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 фонд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 фонд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</w:tc>
      </w:tr>
      <w:tr w:rsidR="00BF64E6" w:rsidRPr="005578F4" w:rsidTr="009725BC">
        <w:trPr>
          <w:trHeight w:val="22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її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15</w:t>
            </w:r>
          </w:p>
        </w:tc>
      </w:tr>
      <w:tr w:rsidR="00BF64E6" w:rsidRPr="005578F4" w:rsidTr="009725BC">
        <w:trPr>
          <w:trHeight w:val="22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Підпрограма 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5578F4" w:rsidTr="009725BC">
        <w:trPr>
          <w:trHeight w:val="22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Інвестиційний проект 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5578F4" w:rsidTr="009725BC">
        <w:trPr>
          <w:trHeight w:val="4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i/>
                <w:iCs/>
                <w:color w:val="000000"/>
                <w:kern w:val="24"/>
                <w:sz w:val="28"/>
                <w:szCs w:val="28"/>
                <w:lang w:eastAsia="ru-RU"/>
              </w:rPr>
              <w:t>Надходженняіз бюджету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5578F4" w:rsidTr="009725BC">
        <w:trPr>
          <w:trHeight w:val="44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i/>
                <w:iCs/>
                <w:color w:val="000000"/>
                <w:kern w:val="24"/>
                <w:sz w:val="28"/>
                <w:szCs w:val="28"/>
                <w:lang w:eastAsia="ru-RU"/>
              </w:rPr>
              <w:t>Іншіджерелафінансування (за видами)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5578F4" w:rsidTr="009725BC">
        <w:trPr>
          <w:trHeight w:val="22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5578F4" w:rsidTr="009725BC">
        <w:trPr>
          <w:trHeight w:val="223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Поясненнящодорозбіжностейміжфактичниминадходженнями і тими, щозатверджені паспортом бюджетноїпрограми</w:t>
            </w:r>
          </w:p>
        </w:tc>
      </w:tr>
      <w:tr w:rsidR="00BF64E6" w:rsidRPr="005578F4" w:rsidTr="00977933">
        <w:trPr>
          <w:trHeight w:val="22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Інвестиційний проект 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5578F4" w:rsidTr="00977933">
        <w:trPr>
          <w:trHeight w:val="22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64E6" w:rsidRPr="005578F4" w:rsidTr="00977933">
        <w:trPr>
          <w:trHeight w:val="23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78F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Усього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4E6" w:rsidRPr="005578F4" w:rsidRDefault="00BF64E6" w:rsidP="00B64E2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F64E6" w:rsidRPr="00304E8B" w:rsidRDefault="00BF64E6" w:rsidP="005578F4">
      <w:pPr>
        <w:ind w:firstLine="0"/>
        <w:rPr>
          <w:rFonts w:ascii="Times New Roman" w:hAnsi="Times New Roman"/>
          <w:sz w:val="28"/>
        </w:rPr>
      </w:pPr>
      <w:r w:rsidRPr="00304E8B">
        <w:rPr>
          <w:rFonts w:ascii="Times New Roman" w:hAnsi="Times New Roman"/>
          <w:sz w:val="28"/>
          <w:vertAlign w:val="superscript"/>
          <w:lang w:val="uk-UA"/>
        </w:rPr>
        <w:t>1</w:t>
      </w:r>
      <w:r w:rsidRPr="00304E8B">
        <w:rPr>
          <w:rFonts w:ascii="Times New Roman" w:hAnsi="Times New Roman"/>
          <w:sz w:val="28"/>
          <w:lang w:val="uk-UA"/>
        </w:rPr>
        <w:t xml:space="preserve"> 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</w:r>
    </w:p>
    <w:p w:rsidR="00BF64E6" w:rsidRPr="00304E8B" w:rsidRDefault="00BF64E6" w:rsidP="005578F4">
      <w:pPr>
        <w:ind w:firstLine="0"/>
        <w:rPr>
          <w:rFonts w:ascii="Times New Roman" w:hAnsi="Times New Roman"/>
          <w:sz w:val="28"/>
        </w:rPr>
      </w:pPr>
      <w:r w:rsidRPr="00304E8B">
        <w:rPr>
          <w:rFonts w:ascii="Times New Roman" w:hAnsi="Times New Roman"/>
          <w:sz w:val="28"/>
          <w:vertAlign w:val="superscript"/>
          <w:lang w:val="uk-UA"/>
        </w:rPr>
        <w:t>2</w:t>
      </w:r>
      <w:r w:rsidRPr="00304E8B">
        <w:rPr>
          <w:rFonts w:ascii="Times New Roman" w:hAnsi="Times New Roman"/>
          <w:sz w:val="28"/>
          <w:lang w:val="uk-UA"/>
        </w:rPr>
        <w:t xml:space="preserve">    Зазначаються усі підпрограми та завдання, затверджені паспортом бюджетної програми.</w:t>
      </w:r>
    </w:p>
    <w:p w:rsidR="00BF64E6" w:rsidRPr="00136E2F" w:rsidRDefault="00BF64E6" w:rsidP="005578F4">
      <w:pPr>
        <w:ind w:firstLine="0"/>
        <w:rPr>
          <w:rFonts w:ascii="Times New Roman" w:hAnsi="Times New Roman"/>
          <w:sz w:val="28"/>
          <w:lang w:val="uk-UA"/>
        </w:rPr>
      </w:pPr>
      <w:r w:rsidRPr="00304E8B">
        <w:rPr>
          <w:rFonts w:ascii="Times New Roman" w:hAnsi="Times New Roman"/>
          <w:sz w:val="28"/>
          <w:vertAlign w:val="superscript"/>
          <w:lang w:val="uk-UA"/>
        </w:rPr>
        <w:t>3</w:t>
      </w:r>
      <w:r w:rsidRPr="00304E8B">
        <w:rPr>
          <w:rFonts w:ascii="Times New Roman" w:hAnsi="Times New Roman"/>
          <w:sz w:val="28"/>
          <w:lang w:val="uk-UA"/>
        </w:rPr>
        <w:t xml:space="preserve">    Пункт 8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BF64E6" w:rsidRPr="005578F4" w:rsidRDefault="00BF64E6" w:rsidP="00AE7C64">
      <w:pPr>
        <w:ind w:firstLine="0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BF64E6" w:rsidRPr="00BD6F84" w:rsidRDefault="00BF64E6" w:rsidP="005578F4">
      <w:pPr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304E8B">
        <w:rPr>
          <w:rFonts w:ascii="Times New Roman" w:hAnsi="Times New Roman"/>
          <w:sz w:val="28"/>
          <w:lang w:val="uk-UA"/>
        </w:rPr>
        <w:t>Керівник установи головного розпорядника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___________________</w:t>
      </w:r>
      <w:r w:rsidRPr="003E2A30">
        <w:rPr>
          <w:rFonts w:ascii="Times New Roman" w:hAnsi="Times New Roman"/>
          <w:sz w:val="28"/>
          <w:u w:val="single"/>
          <w:lang w:val="uk-UA"/>
        </w:rPr>
        <w:t xml:space="preserve">   </w:t>
      </w:r>
      <w:r>
        <w:rPr>
          <w:rFonts w:ascii="Times New Roman" w:hAnsi="Times New Roman"/>
          <w:sz w:val="28"/>
          <w:u w:val="single"/>
          <w:lang w:val="uk-UA"/>
        </w:rPr>
        <w:t>О.Ю.Михалік</w:t>
      </w:r>
    </w:p>
    <w:p w:rsidR="00BF64E6" w:rsidRPr="003E2A30" w:rsidRDefault="00BF64E6" w:rsidP="005578F4">
      <w:pPr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  <w:r w:rsidRPr="00304E8B">
        <w:rPr>
          <w:rFonts w:ascii="Times New Roman" w:hAnsi="Times New Roman"/>
          <w:sz w:val="28"/>
          <w:lang w:val="uk-UA"/>
        </w:rPr>
        <w:t>бюджетних коштів__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Pr="003E2A30">
        <w:rPr>
          <w:rFonts w:ascii="Times New Roman" w:hAnsi="Times New Roman"/>
          <w:sz w:val="24"/>
          <w:szCs w:val="24"/>
          <w:lang w:val="uk-UA"/>
        </w:rPr>
        <w:t xml:space="preserve">(підпис)  </w:t>
      </w: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3E2A30">
        <w:rPr>
          <w:rFonts w:ascii="Times New Roman" w:hAnsi="Times New Roman"/>
          <w:sz w:val="24"/>
          <w:szCs w:val="24"/>
          <w:lang w:val="uk-UA"/>
        </w:rPr>
        <w:t xml:space="preserve">  (ініціали та прізвище)</w:t>
      </w:r>
    </w:p>
    <w:p w:rsidR="00BF64E6" w:rsidRDefault="00BF64E6" w:rsidP="005578F4">
      <w:pPr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BF64E6" w:rsidRPr="00BD6F84" w:rsidRDefault="00BF64E6" w:rsidP="005578F4">
      <w:pPr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304E8B">
        <w:rPr>
          <w:rFonts w:ascii="Times New Roman" w:hAnsi="Times New Roman"/>
          <w:sz w:val="28"/>
          <w:lang w:val="uk-UA"/>
        </w:rPr>
        <w:t>Головний бухгалтер установи головного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_________________</w:t>
      </w:r>
      <w:r>
        <w:rPr>
          <w:rFonts w:ascii="Times New Roman" w:hAnsi="Times New Roman"/>
          <w:sz w:val="28"/>
          <w:u w:val="single"/>
          <w:lang w:val="uk-UA"/>
        </w:rPr>
        <w:t>Г.С.Павлючук</w:t>
      </w:r>
    </w:p>
    <w:p w:rsidR="00BF64E6" w:rsidRPr="00362F4B" w:rsidRDefault="00BF64E6" w:rsidP="005578F4">
      <w:pPr>
        <w:spacing w:line="240" w:lineRule="auto"/>
        <w:ind w:firstLine="0"/>
        <w:rPr>
          <w:rFonts w:ascii="Times New Roman" w:hAnsi="Times New Roman"/>
          <w:lang w:val="uk-UA"/>
        </w:rPr>
      </w:pPr>
      <w:r w:rsidRPr="00304E8B">
        <w:rPr>
          <w:rFonts w:ascii="Times New Roman" w:hAnsi="Times New Roman"/>
          <w:sz w:val="28"/>
          <w:lang w:val="uk-UA"/>
        </w:rPr>
        <w:t>розпорядника бюджетних коштів__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Pr="00362F4B">
        <w:rPr>
          <w:rFonts w:ascii="Times New Roman" w:hAnsi="Times New Roman"/>
          <w:lang w:val="uk-UA"/>
        </w:rPr>
        <w:t xml:space="preserve">(підпис)    </w:t>
      </w:r>
      <w:r>
        <w:rPr>
          <w:rFonts w:ascii="Times New Roman" w:hAnsi="Times New Roman"/>
          <w:lang w:val="uk-UA"/>
        </w:rPr>
        <w:t xml:space="preserve">         </w:t>
      </w:r>
      <w:r w:rsidRPr="00362F4B">
        <w:rPr>
          <w:rFonts w:ascii="Times New Roman" w:hAnsi="Times New Roman"/>
          <w:lang w:val="uk-UA"/>
        </w:rPr>
        <w:t>(ініціали та прізвище)</w:t>
      </w:r>
    </w:p>
    <w:p w:rsidR="00BF64E6" w:rsidRPr="005578F4" w:rsidRDefault="00BF64E6" w:rsidP="00AE7C64">
      <w:pPr>
        <w:ind w:firstLine="0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BF64E6" w:rsidRDefault="00BF64E6" w:rsidP="00AE7C64">
      <w:pPr>
        <w:ind w:firstLine="0"/>
        <w:rPr>
          <w:rFonts w:ascii="Times New Roman" w:hAnsi="Times New Roman"/>
          <w:sz w:val="28"/>
          <w:lang w:val="uk-UA"/>
        </w:rPr>
      </w:pPr>
    </w:p>
    <w:p w:rsidR="00BF64E6" w:rsidRDefault="00BF64E6" w:rsidP="00AE7C64">
      <w:pPr>
        <w:ind w:firstLine="0"/>
        <w:rPr>
          <w:rFonts w:ascii="Times New Roman" w:hAnsi="Times New Roman"/>
          <w:sz w:val="28"/>
          <w:lang w:val="uk-UA"/>
        </w:rPr>
      </w:pPr>
    </w:p>
    <w:p w:rsidR="00BF64E6" w:rsidRPr="00304E8B" w:rsidRDefault="00BF64E6">
      <w:pPr>
        <w:rPr>
          <w:rFonts w:ascii="Times New Roman" w:hAnsi="Times New Roman"/>
          <w:sz w:val="28"/>
          <w:lang w:val="uk-UA"/>
        </w:rPr>
      </w:pPr>
    </w:p>
    <w:sectPr w:rsidR="00BF64E6" w:rsidRPr="00304E8B" w:rsidSect="00DD7663">
      <w:footerReference w:type="default" r:id="rId6"/>
      <w:pgSz w:w="16838" w:h="11906" w:orient="landscape"/>
      <w:pgMar w:top="426" w:right="395" w:bottom="284" w:left="1701" w:header="708" w:footer="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4E6" w:rsidRDefault="00BF64E6" w:rsidP="00136E2F">
      <w:pPr>
        <w:spacing w:line="240" w:lineRule="auto"/>
      </w:pPr>
      <w:r>
        <w:separator/>
      </w:r>
    </w:p>
  </w:endnote>
  <w:endnote w:type="continuationSeparator" w:id="1">
    <w:p w:rsidR="00BF64E6" w:rsidRDefault="00BF64E6" w:rsidP="00136E2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4E6" w:rsidRDefault="00BF64E6">
    <w:pPr>
      <w:pStyle w:val="Footer"/>
      <w:jc w:val="right"/>
    </w:pPr>
    <w:fldSimple w:instr=" PAGE   \* MERGEFORMAT ">
      <w:r>
        <w:rPr>
          <w:noProof/>
        </w:rPr>
        <w:t>5</w:t>
      </w:r>
    </w:fldSimple>
  </w:p>
  <w:p w:rsidR="00BF64E6" w:rsidRDefault="00BF64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4E6" w:rsidRDefault="00BF64E6" w:rsidP="00136E2F">
      <w:pPr>
        <w:spacing w:line="240" w:lineRule="auto"/>
      </w:pPr>
      <w:r>
        <w:separator/>
      </w:r>
    </w:p>
  </w:footnote>
  <w:footnote w:type="continuationSeparator" w:id="1">
    <w:p w:rsidR="00BF64E6" w:rsidRDefault="00BF64E6" w:rsidP="00136E2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2DA3"/>
    <w:rsid w:val="00000F6B"/>
    <w:rsid w:val="0000183D"/>
    <w:rsid w:val="0002420F"/>
    <w:rsid w:val="0005769D"/>
    <w:rsid w:val="000867EF"/>
    <w:rsid w:val="000D26B4"/>
    <w:rsid w:val="000D45F0"/>
    <w:rsid w:val="00102560"/>
    <w:rsid w:val="00126074"/>
    <w:rsid w:val="00136E2F"/>
    <w:rsid w:val="00142618"/>
    <w:rsid w:val="00167D15"/>
    <w:rsid w:val="001722EB"/>
    <w:rsid w:val="00173975"/>
    <w:rsid w:val="001B31E0"/>
    <w:rsid w:val="001B3F2E"/>
    <w:rsid w:val="00232574"/>
    <w:rsid w:val="00280430"/>
    <w:rsid w:val="002926A7"/>
    <w:rsid w:val="00297C68"/>
    <w:rsid w:val="002D23A0"/>
    <w:rsid w:val="00304E8B"/>
    <w:rsid w:val="0030610A"/>
    <w:rsid w:val="0031275E"/>
    <w:rsid w:val="00342498"/>
    <w:rsid w:val="00362F4B"/>
    <w:rsid w:val="00376779"/>
    <w:rsid w:val="003941C0"/>
    <w:rsid w:val="003A0850"/>
    <w:rsid w:val="003E2A30"/>
    <w:rsid w:val="003F0583"/>
    <w:rsid w:val="003F05ED"/>
    <w:rsid w:val="00435129"/>
    <w:rsid w:val="00470896"/>
    <w:rsid w:val="0047313A"/>
    <w:rsid w:val="00475EDC"/>
    <w:rsid w:val="004F4875"/>
    <w:rsid w:val="005151D2"/>
    <w:rsid w:val="00526644"/>
    <w:rsid w:val="00531828"/>
    <w:rsid w:val="005331AB"/>
    <w:rsid w:val="005578F4"/>
    <w:rsid w:val="00561048"/>
    <w:rsid w:val="00566DAB"/>
    <w:rsid w:val="00583FED"/>
    <w:rsid w:val="00592B9C"/>
    <w:rsid w:val="005B12E8"/>
    <w:rsid w:val="005D1CB7"/>
    <w:rsid w:val="00606BEA"/>
    <w:rsid w:val="006071E7"/>
    <w:rsid w:val="00613287"/>
    <w:rsid w:val="00636B87"/>
    <w:rsid w:val="0064050E"/>
    <w:rsid w:val="00687A46"/>
    <w:rsid w:val="006957E1"/>
    <w:rsid w:val="006A54F6"/>
    <w:rsid w:val="006D08EB"/>
    <w:rsid w:val="006D397B"/>
    <w:rsid w:val="006E3127"/>
    <w:rsid w:val="006F0F41"/>
    <w:rsid w:val="0072276E"/>
    <w:rsid w:val="00757527"/>
    <w:rsid w:val="00770167"/>
    <w:rsid w:val="007D62CB"/>
    <w:rsid w:val="007F64DB"/>
    <w:rsid w:val="008319D6"/>
    <w:rsid w:val="00851BBF"/>
    <w:rsid w:val="00890BC5"/>
    <w:rsid w:val="00893C61"/>
    <w:rsid w:val="008D1524"/>
    <w:rsid w:val="008D6347"/>
    <w:rsid w:val="008E083A"/>
    <w:rsid w:val="008F0658"/>
    <w:rsid w:val="008F22D1"/>
    <w:rsid w:val="009725BC"/>
    <w:rsid w:val="00977933"/>
    <w:rsid w:val="00991E7D"/>
    <w:rsid w:val="0099646C"/>
    <w:rsid w:val="009A4F31"/>
    <w:rsid w:val="009E05F6"/>
    <w:rsid w:val="009F0907"/>
    <w:rsid w:val="00A000FF"/>
    <w:rsid w:val="00A07B4B"/>
    <w:rsid w:val="00A524D6"/>
    <w:rsid w:val="00A93944"/>
    <w:rsid w:val="00AA1BBA"/>
    <w:rsid w:val="00AD6D86"/>
    <w:rsid w:val="00AE7C64"/>
    <w:rsid w:val="00AF0F04"/>
    <w:rsid w:val="00B458A0"/>
    <w:rsid w:val="00B562D4"/>
    <w:rsid w:val="00B64136"/>
    <w:rsid w:val="00B64B18"/>
    <w:rsid w:val="00B64E24"/>
    <w:rsid w:val="00BB489D"/>
    <w:rsid w:val="00BD6F84"/>
    <w:rsid w:val="00BF64E6"/>
    <w:rsid w:val="00C04C1B"/>
    <w:rsid w:val="00C30442"/>
    <w:rsid w:val="00C41BD2"/>
    <w:rsid w:val="00C80494"/>
    <w:rsid w:val="00CA5DC1"/>
    <w:rsid w:val="00CC5C8A"/>
    <w:rsid w:val="00CC7869"/>
    <w:rsid w:val="00CF060C"/>
    <w:rsid w:val="00CF772A"/>
    <w:rsid w:val="00D00EA5"/>
    <w:rsid w:val="00D22ECF"/>
    <w:rsid w:val="00D33724"/>
    <w:rsid w:val="00D3663B"/>
    <w:rsid w:val="00D60371"/>
    <w:rsid w:val="00D65778"/>
    <w:rsid w:val="00DA4B87"/>
    <w:rsid w:val="00DB1251"/>
    <w:rsid w:val="00DC350D"/>
    <w:rsid w:val="00DC37A4"/>
    <w:rsid w:val="00DC6281"/>
    <w:rsid w:val="00DD4A24"/>
    <w:rsid w:val="00DD7663"/>
    <w:rsid w:val="00DE44A4"/>
    <w:rsid w:val="00DE6984"/>
    <w:rsid w:val="00E40532"/>
    <w:rsid w:val="00E43E8E"/>
    <w:rsid w:val="00E64224"/>
    <w:rsid w:val="00E95357"/>
    <w:rsid w:val="00EB3560"/>
    <w:rsid w:val="00EE4159"/>
    <w:rsid w:val="00F44C25"/>
    <w:rsid w:val="00F67CA7"/>
    <w:rsid w:val="00F72DA3"/>
    <w:rsid w:val="00F80492"/>
    <w:rsid w:val="00F91B92"/>
    <w:rsid w:val="00FA6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69"/>
    <w:pPr>
      <w:spacing w:line="360" w:lineRule="auto"/>
      <w:ind w:firstLine="709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72DA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136E2F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uk-UA" w:eastAsia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36E2F"/>
  </w:style>
  <w:style w:type="paragraph" w:styleId="Footer">
    <w:name w:val="footer"/>
    <w:basedOn w:val="Normal"/>
    <w:link w:val="FooterChar"/>
    <w:uiPriority w:val="99"/>
    <w:rsid w:val="00136E2F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36E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75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5</Pages>
  <Words>3215</Words>
  <Characters>1834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</cp:lastModifiedBy>
  <cp:revision>22</cp:revision>
  <cp:lastPrinted>2017-02-06T08:27:00Z</cp:lastPrinted>
  <dcterms:created xsi:type="dcterms:W3CDTF">2020-01-22T08:06:00Z</dcterms:created>
  <dcterms:modified xsi:type="dcterms:W3CDTF">2020-02-07T07:17:00Z</dcterms:modified>
</cp:coreProperties>
</file>